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35AE1" w14:textId="4285D4B5" w:rsidR="007369D2" w:rsidRPr="00427C54" w:rsidRDefault="00E404D3" w:rsidP="00D42F8C">
      <w:pPr>
        <w:pStyle w:val="ZZ-Deckblatt-Titel"/>
        <w:spacing w:before="567"/>
        <w:ind w:right="1134"/>
        <w:jc w:val="left"/>
        <w:rPr>
          <w:rFonts w:cs="Noto Sans"/>
          <w:szCs w:val="60"/>
        </w:rPr>
      </w:pPr>
      <w:r w:rsidRPr="00427C54">
        <w:rPr>
          <w:rFonts w:cs="Noto Sans"/>
          <w:szCs w:val="60"/>
        </w:rPr>
        <w:fldChar w:fldCharType="begin"/>
      </w:r>
      <w:r w:rsidRPr="00427C54">
        <w:rPr>
          <w:rFonts w:cs="Noto Sans"/>
          <w:szCs w:val="60"/>
        </w:rPr>
        <w:instrText xml:space="preserve"> DOCPROPERTY  Title  \* MERGEFORMAT </w:instrText>
      </w:r>
      <w:r w:rsidRPr="00427C54">
        <w:rPr>
          <w:rFonts w:cs="Noto Sans"/>
          <w:szCs w:val="60"/>
        </w:rPr>
        <w:fldChar w:fldCharType="separate"/>
      </w:r>
      <w:r w:rsidR="00C16BDC">
        <w:rPr>
          <w:rFonts w:cs="Noto Sans"/>
          <w:szCs w:val="60"/>
        </w:rPr>
        <w:t>Freigabe- und Abnahmeprotokoll für Netzwerkpartner</w:t>
      </w:r>
      <w:r w:rsidRPr="00427C54">
        <w:rPr>
          <w:rFonts w:cs="Noto Sans"/>
          <w:szCs w:val="60"/>
        </w:rPr>
        <w:fldChar w:fldCharType="end"/>
      </w:r>
    </w:p>
    <w:p w14:paraId="1AF35AE2" w14:textId="5FBB2CE2" w:rsidR="004C2BA7" w:rsidRPr="00427C54" w:rsidRDefault="004C2BA7" w:rsidP="00A73F41">
      <w:pPr>
        <w:pStyle w:val="ZZ-Deckblatt-Titel"/>
        <w:spacing w:before="454"/>
        <w:ind w:right="1134"/>
        <w:jc w:val="both"/>
        <w:rPr>
          <w:rFonts w:ascii="Noto Sans" w:hAnsi="Noto Sans" w:cs="Noto Sans"/>
          <w:b w:val="0"/>
          <w:sz w:val="27"/>
          <w:szCs w:val="27"/>
        </w:rPr>
      </w:pPr>
    </w:p>
    <w:p w14:paraId="2AB5C567" w14:textId="19C27F6E" w:rsidR="00994038" w:rsidRPr="00427C54" w:rsidRDefault="008D032D" w:rsidP="00A73F41">
      <w:pPr>
        <w:pStyle w:val="ZZ-Deckblatt-Titel"/>
        <w:spacing w:before="454"/>
        <w:ind w:right="1134"/>
        <w:jc w:val="both"/>
        <w:rPr>
          <w:rFonts w:ascii="Noto Sans" w:hAnsi="Noto Sans" w:cs="Noto Sans"/>
          <w:b w:val="0"/>
          <w:sz w:val="27"/>
          <w:szCs w:val="27"/>
        </w:rPr>
      </w:pPr>
      <w:r w:rsidRPr="00427C54">
        <w:rPr>
          <w:rFonts w:ascii="Noto Sans" w:hAnsi="Noto Sans" w:cs="Noto Sans"/>
          <w:b w:val="0"/>
          <w:sz w:val="27"/>
          <w:szCs w:val="27"/>
        </w:rPr>
        <w:fldChar w:fldCharType="begin"/>
      </w:r>
      <w:r w:rsidRPr="00427C54">
        <w:rPr>
          <w:rFonts w:ascii="Noto Sans" w:hAnsi="Noto Sans" w:cs="Noto Sans"/>
          <w:b w:val="0"/>
          <w:sz w:val="27"/>
          <w:szCs w:val="27"/>
        </w:rPr>
        <w:instrText xml:space="preserve"> DOCPROPERTY  Version  \* MERGEFORMAT </w:instrText>
      </w:r>
      <w:r w:rsidRPr="00427C54">
        <w:rPr>
          <w:rFonts w:ascii="Noto Sans" w:hAnsi="Noto Sans" w:cs="Noto Sans"/>
          <w:b w:val="0"/>
          <w:sz w:val="27"/>
          <w:szCs w:val="27"/>
        </w:rPr>
        <w:fldChar w:fldCharType="separate"/>
      </w:r>
      <w:r w:rsidR="00932F4C">
        <w:rPr>
          <w:rFonts w:ascii="Noto Sans" w:hAnsi="Noto Sans" w:cs="Noto Sans"/>
          <w:b w:val="0"/>
          <w:sz w:val="27"/>
          <w:szCs w:val="27"/>
        </w:rPr>
        <w:t>Version 1.</w:t>
      </w:r>
      <w:r w:rsidRPr="00427C54">
        <w:rPr>
          <w:rFonts w:ascii="Noto Sans" w:hAnsi="Noto Sans" w:cs="Noto Sans"/>
          <w:b w:val="0"/>
          <w:sz w:val="27"/>
          <w:szCs w:val="27"/>
        </w:rPr>
        <w:fldChar w:fldCharType="end"/>
      </w:r>
      <w:r w:rsidR="00B5091C">
        <w:rPr>
          <w:rFonts w:ascii="Noto Sans" w:hAnsi="Noto Sans" w:cs="Noto Sans"/>
          <w:b w:val="0"/>
          <w:sz w:val="27"/>
          <w:szCs w:val="27"/>
        </w:rPr>
        <w:t>9</w:t>
      </w:r>
    </w:p>
    <w:p w14:paraId="1AF35AE3" w14:textId="77777777" w:rsidR="004C2BA7" w:rsidRPr="00427C54" w:rsidRDefault="004C2BA7" w:rsidP="00594431">
      <w:pPr>
        <w:pStyle w:val="Fliesstext"/>
        <w:ind w:left="0"/>
        <w:rPr>
          <w:lang w:val="de-CH"/>
        </w:rPr>
      </w:pPr>
    </w:p>
    <w:p w14:paraId="1AF35AE4" w14:textId="77777777" w:rsidR="00D42F8C" w:rsidRPr="00427C54" w:rsidRDefault="00D42F8C" w:rsidP="00D52F38">
      <w:pPr>
        <w:pStyle w:val="Fliesstext"/>
        <w:rPr>
          <w:lang w:val="de-CH"/>
        </w:rPr>
        <w:sectPr w:rsidR="00D42F8C" w:rsidRPr="00427C54" w:rsidSect="004C2BA7">
          <w:headerReference w:type="even" r:id="rId11"/>
          <w:headerReference w:type="default" r:id="rId12"/>
          <w:footerReference w:type="even" r:id="rId13"/>
          <w:footerReference w:type="default" r:id="rId14"/>
          <w:headerReference w:type="first" r:id="rId15"/>
          <w:footerReference w:type="first" r:id="rId16"/>
          <w:pgSz w:w="11906" w:h="16838" w:code="9"/>
          <w:pgMar w:top="2268" w:right="851" w:bottom="964" w:left="1701" w:header="680" w:footer="454" w:gutter="0"/>
          <w:cols w:space="720"/>
          <w:titlePg/>
          <w:docGrid w:linePitch="272"/>
        </w:sectPr>
      </w:pPr>
    </w:p>
    <w:p w14:paraId="0C12DDE3" w14:textId="77777777" w:rsidR="00492A1B" w:rsidRPr="00427C54" w:rsidRDefault="00492A1B" w:rsidP="00492A1B">
      <w:pPr>
        <w:pStyle w:val="berschrift0ohneEinzug"/>
      </w:pPr>
      <w:bookmarkStart w:id="0" w:name="_Toc89853081"/>
      <w:bookmarkStart w:id="1" w:name="_Toc89868211"/>
      <w:bookmarkStart w:id="2" w:name="_Toc135554241"/>
      <w:bookmarkStart w:id="3" w:name="_Toc272151825"/>
      <w:bookmarkStart w:id="4" w:name="_Toc168578802"/>
      <w:r w:rsidRPr="00427C54">
        <w:lastRenderedPageBreak/>
        <w:t>Revisionsnachweis</w:t>
      </w:r>
      <w:bookmarkEnd w:id="0"/>
      <w:bookmarkEnd w:id="1"/>
      <w:bookmarkEnd w:id="4"/>
    </w:p>
    <w:p w14:paraId="4AD70A15" w14:textId="77777777" w:rsidR="00492A1B" w:rsidRPr="00492A1B" w:rsidRDefault="00492A1B" w:rsidP="00492A1B">
      <w:pPr>
        <w:spacing w:after="120" w:line="260" w:lineRule="atLeast"/>
        <w:ind w:left="0"/>
        <w:rPr>
          <w:spacing w:val="-4"/>
          <w:sz w:val="19"/>
          <w:lang w:val="de-CH"/>
        </w:rPr>
      </w:pPr>
      <w:bookmarkStart w:id="5" w:name="_Hlk79595331"/>
      <w:r w:rsidRPr="00492A1B">
        <w:rPr>
          <w:spacing w:val="-4"/>
          <w:sz w:val="19"/>
          <w:lang w:val="de-CH"/>
        </w:rPr>
        <w:t>Nachfolgend werden alle in diesem Dokument durchgeführten Änderungen mit Versionsangabe, Änderungsdatum, kurzer Änderungsbeschreibung und Angabe der betroffenen Kapitel aufgelistet.</w:t>
      </w:r>
    </w:p>
    <w:tbl>
      <w:tblPr>
        <w:tblStyle w:val="TabelleohneKopfzeile"/>
        <w:tblW w:w="9356" w:type="dxa"/>
        <w:tblInd w:w="-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66"/>
        <w:gridCol w:w="1274"/>
        <w:gridCol w:w="5698"/>
        <w:gridCol w:w="1418"/>
      </w:tblGrid>
      <w:tr w:rsidR="00492A1B" w:rsidRPr="00492A1B" w14:paraId="60A2B2B4" w14:textId="77777777">
        <w:tc>
          <w:tcPr>
            <w:tcW w:w="966" w:type="dxa"/>
            <w:tcBorders>
              <w:top w:val="single" w:sz="4" w:space="0" w:color="auto"/>
              <w:bottom w:val="single" w:sz="6" w:space="0" w:color="auto"/>
            </w:tcBorders>
            <w:shd w:val="clear" w:color="auto" w:fill="CDC7C1"/>
          </w:tcPr>
          <w:p w14:paraId="36AA9F72" w14:textId="77777777" w:rsidR="00492A1B" w:rsidRPr="00492A1B" w:rsidRDefault="00492A1B" w:rsidP="00492A1B">
            <w:pPr>
              <w:tabs>
                <w:tab w:val="left" w:pos="227"/>
              </w:tabs>
              <w:spacing w:before="40" w:after="40"/>
              <w:ind w:left="0"/>
              <w:jc w:val="center"/>
              <w:rPr>
                <w:b/>
                <w:bCs/>
                <w:lang w:val="de-CH" w:eastAsia="en-US"/>
              </w:rPr>
            </w:pPr>
            <w:r w:rsidRPr="00492A1B">
              <w:rPr>
                <w:b/>
                <w:bCs/>
                <w:lang w:val="de-CH" w:eastAsia="en-US"/>
              </w:rPr>
              <w:t>Version</w:t>
            </w:r>
          </w:p>
        </w:tc>
        <w:tc>
          <w:tcPr>
            <w:tcW w:w="1274" w:type="dxa"/>
            <w:tcBorders>
              <w:top w:val="single" w:sz="4" w:space="0" w:color="auto"/>
              <w:bottom w:val="single" w:sz="6" w:space="0" w:color="auto"/>
            </w:tcBorders>
            <w:shd w:val="clear" w:color="auto" w:fill="CDC7C1"/>
          </w:tcPr>
          <w:p w14:paraId="4AB3ADC2" w14:textId="77777777" w:rsidR="00492A1B" w:rsidRPr="00492A1B" w:rsidRDefault="00492A1B" w:rsidP="00492A1B">
            <w:pPr>
              <w:tabs>
                <w:tab w:val="left" w:pos="227"/>
              </w:tabs>
              <w:spacing w:before="40" w:after="40"/>
              <w:ind w:left="0"/>
              <w:jc w:val="center"/>
              <w:rPr>
                <w:b/>
                <w:bCs/>
                <w:lang w:val="de-CH" w:eastAsia="en-US"/>
              </w:rPr>
            </w:pPr>
            <w:r w:rsidRPr="00492A1B">
              <w:rPr>
                <w:b/>
                <w:bCs/>
                <w:lang w:val="de-CH" w:eastAsia="en-US"/>
              </w:rPr>
              <w:t>Datum</w:t>
            </w:r>
          </w:p>
        </w:tc>
        <w:tc>
          <w:tcPr>
            <w:tcW w:w="5698" w:type="dxa"/>
            <w:tcBorders>
              <w:top w:val="single" w:sz="4" w:space="0" w:color="auto"/>
              <w:bottom w:val="single" w:sz="6" w:space="0" w:color="auto"/>
            </w:tcBorders>
            <w:shd w:val="clear" w:color="auto" w:fill="CDC7C1"/>
          </w:tcPr>
          <w:p w14:paraId="6A1DC10B" w14:textId="77777777" w:rsidR="00492A1B" w:rsidRPr="00492A1B" w:rsidRDefault="00492A1B" w:rsidP="00492A1B">
            <w:pPr>
              <w:tabs>
                <w:tab w:val="left" w:pos="227"/>
              </w:tabs>
              <w:spacing w:before="40" w:after="40"/>
              <w:ind w:left="0"/>
              <w:rPr>
                <w:b/>
                <w:bCs/>
                <w:lang w:val="de-CH" w:eastAsia="en-US"/>
              </w:rPr>
            </w:pPr>
            <w:r w:rsidRPr="00492A1B">
              <w:rPr>
                <w:b/>
                <w:bCs/>
                <w:lang w:val="de-CH" w:eastAsia="en-US"/>
              </w:rPr>
              <w:t>Änderungsbeschreibung</w:t>
            </w:r>
          </w:p>
        </w:tc>
        <w:tc>
          <w:tcPr>
            <w:tcW w:w="1418" w:type="dxa"/>
            <w:tcBorders>
              <w:top w:val="single" w:sz="4" w:space="0" w:color="auto"/>
              <w:bottom w:val="single" w:sz="6" w:space="0" w:color="auto"/>
            </w:tcBorders>
            <w:shd w:val="clear" w:color="auto" w:fill="CDC7C1"/>
          </w:tcPr>
          <w:p w14:paraId="1283AD79" w14:textId="77777777" w:rsidR="00492A1B" w:rsidRPr="00492A1B" w:rsidRDefault="00492A1B" w:rsidP="00492A1B">
            <w:pPr>
              <w:tabs>
                <w:tab w:val="left" w:pos="227"/>
              </w:tabs>
              <w:spacing w:before="40" w:after="40"/>
              <w:ind w:left="0"/>
              <w:jc w:val="center"/>
              <w:rPr>
                <w:b/>
                <w:bCs/>
                <w:lang w:val="de-CH" w:eastAsia="en-US"/>
              </w:rPr>
            </w:pPr>
            <w:r w:rsidRPr="00492A1B">
              <w:rPr>
                <w:b/>
                <w:bCs/>
                <w:lang w:val="de-CH" w:eastAsia="en-US"/>
              </w:rPr>
              <w:t>Kapitel</w:t>
            </w:r>
          </w:p>
        </w:tc>
      </w:tr>
      <w:tr w:rsidR="00E23A0A" w:rsidRPr="00492A1B" w14:paraId="2A5AB3D5" w14:textId="77777777" w:rsidTr="00754A9F">
        <w:tblPrEx>
          <w:tblBorders>
            <w:top w:val="single" w:sz="6" w:space="0" w:color="auto"/>
            <w:left w:val="single" w:sz="6" w:space="0" w:color="auto"/>
            <w:bottom w:val="single" w:sz="6" w:space="0" w:color="auto"/>
            <w:right w:val="single" w:sz="6" w:space="0" w:color="auto"/>
          </w:tblBorders>
        </w:tblPrEx>
        <w:tc>
          <w:tcPr>
            <w:tcW w:w="966" w:type="dxa"/>
            <w:shd w:val="clear" w:color="auto" w:fill="auto"/>
          </w:tcPr>
          <w:p w14:paraId="6F76CA46" w14:textId="05474C31" w:rsidR="00E23A0A" w:rsidRPr="00064D30" w:rsidRDefault="00210100">
            <w:pPr>
              <w:tabs>
                <w:tab w:val="left" w:pos="227"/>
              </w:tabs>
              <w:spacing w:before="40" w:after="40"/>
              <w:ind w:left="0"/>
              <w:jc w:val="center"/>
              <w:rPr>
                <w:rFonts w:cs="Noto Sans"/>
                <w:color w:val="auto"/>
                <w:lang w:val="de-CH" w:eastAsia="de-CH"/>
              </w:rPr>
            </w:pPr>
            <w:r w:rsidRPr="00064D30">
              <w:rPr>
                <w:rFonts w:cs="Noto Sans"/>
                <w:color w:val="auto"/>
                <w:lang w:val="de-CH" w:eastAsia="de-CH"/>
              </w:rPr>
              <w:t>1.9</w:t>
            </w:r>
          </w:p>
        </w:tc>
        <w:tc>
          <w:tcPr>
            <w:tcW w:w="1274" w:type="dxa"/>
            <w:shd w:val="clear" w:color="auto" w:fill="auto"/>
          </w:tcPr>
          <w:p w14:paraId="3B3AE1F5" w14:textId="3070C19B" w:rsidR="00E23A0A" w:rsidRPr="00064D30" w:rsidRDefault="00210100">
            <w:pPr>
              <w:tabs>
                <w:tab w:val="left" w:pos="227"/>
              </w:tabs>
              <w:spacing w:before="40" w:after="40"/>
              <w:ind w:left="0"/>
              <w:jc w:val="center"/>
              <w:rPr>
                <w:rFonts w:cs="Noto Sans"/>
                <w:color w:val="auto"/>
                <w:lang w:val="de-CH" w:eastAsia="de-CH"/>
              </w:rPr>
            </w:pPr>
            <w:r w:rsidRPr="00064D30">
              <w:rPr>
                <w:rFonts w:cs="Noto Sans"/>
                <w:color w:val="auto"/>
                <w:lang w:val="de-CH" w:eastAsia="de-CH"/>
              </w:rPr>
              <w:t>01.07.2024</w:t>
            </w:r>
          </w:p>
        </w:tc>
        <w:tc>
          <w:tcPr>
            <w:tcW w:w="5698" w:type="dxa"/>
            <w:shd w:val="clear" w:color="auto" w:fill="auto"/>
          </w:tcPr>
          <w:p w14:paraId="564E86E8" w14:textId="77777777" w:rsidR="00D54ADA" w:rsidRPr="00D54ADA" w:rsidRDefault="00D54ADA" w:rsidP="00D54ADA">
            <w:pPr>
              <w:tabs>
                <w:tab w:val="left" w:pos="227"/>
              </w:tabs>
              <w:spacing w:before="40" w:after="40"/>
              <w:ind w:left="0"/>
              <w:rPr>
                <w:rFonts w:cs="Noto Sans"/>
                <w:color w:val="auto"/>
                <w:lang w:val="de-CH" w:eastAsia="de-CH"/>
              </w:rPr>
            </w:pPr>
            <w:r w:rsidRPr="00D54ADA">
              <w:rPr>
                <w:rFonts w:cs="Noto Sans"/>
                <w:color w:val="auto"/>
                <w:lang w:val="de-CH" w:eastAsia="de-CH"/>
              </w:rPr>
              <w:t>Anpassungen betreffend NWP-API V5. Testfälle ergänzt.</w:t>
            </w:r>
          </w:p>
          <w:p w14:paraId="5CFB37AA" w14:textId="1D9A673F" w:rsidR="00E23A0A" w:rsidRDefault="00D54ADA" w:rsidP="00D54ADA">
            <w:pPr>
              <w:tabs>
                <w:tab w:val="left" w:pos="227"/>
              </w:tabs>
              <w:spacing w:before="40" w:after="40"/>
              <w:ind w:left="0"/>
              <w:rPr>
                <w:rFonts w:cs="Noto Sans"/>
                <w:color w:val="auto"/>
                <w:lang w:val="de-CH" w:eastAsia="de-CH"/>
              </w:rPr>
            </w:pPr>
            <w:r w:rsidRPr="00D54ADA">
              <w:rPr>
                <w:rFonts w:cs="Noto Sans"/>
                <w:color w:val="auto"/>
                <w:lang w:val="de-CH" w:eastAsia="de-CH"/>
              </w:rPr>
              <w:t>ZEWO Zertifizierung für NPOs (Non Profit Organisationen) und Anmeldung beim RS über einen QR-Code</w:t>
            </w:r>
          </w:p>
        </w:tc>
        <w:tc>
          <w:tcPr>
            <w:tcW w:w="1418" w:type="dxa"/>
            <w:shd w:val="clear" w:color="auto" w:fill="auto"/>
          </w:tcPr>
          <w:p w14:paraId="2C934F6C" w14:textId="77777777" w:rsidR="00E23A0A" w:rsidRPr="00492A1B" w:rsidRDefault="00E23A0A">
            <w:pPr>
              <w:tabs>
                <w:tab w:val="left" w:pos="227"/>
              </w:tabs>
              <w:spacing w:before="40" w:after="40"/>
              <w:ind w:left="0"/>
              <w:jc w:val="center"/>
              <w:rPr>
                <w:rFonts w:cs="Noto Sans"/>
                <w:sz w:val="17"/>
                <w:szCs w:val="17"/>
                <w:lang w:val="de-CH" w:eastAsia="en-US"/>
              </w:rPr>
            </w:pPr>
          </w:p>
        </w:tc>
      </w:tr>
      <w:tr w:rsidR="00A21FC8" w:rsidRPr="00492A1B" w14:paraId="28A86631" w14:textId="77777777">
        <w:tblPrEx>
          <w:tblBorders>
            <w:top w:val="single" w:sz="6" w:space="0" w:color="auto"/>
            <w:left w:val="single" w:sz="6" w:space="0" w:color="auto"/>
            <w:bottom w:val="single" w:sz="6" w:space="0" w:color="auto"/>
            <w:right w:val="single" w:sz="6" w:space="0" w:color="auto"/>
          </w:tblBorders>
        </w:tblPrEx>
        <w:tc>
          <w:tcPr>
            <w:tcW w:w="966" w:type="dxa"/>
          </w:tcPr>
          <w:p w14:paraId="0D85C86D" w14:textId="748D7349" w:rsidR="00A21FC8" w:rsidRPr="00492A1B" w:rsidRDefault="00A21FC8">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w:t>
            </w:r>
            <w:r>
              <w:rPr>
                <w:rFonts w:cs="Noto Sans"/>
                <w:color w:val="auto"/>
                <w:lang w:val="de-CH" w:eastAsia="de-CH"/>
              </w:rPr>
              <w:t>8</w:t>
            </w:r>
          </w:p>
        </w:tc>
        <w:tc>
          <w:tcPr>
            <w:tcW w:w="1274" w:type="dxa"/>
          </w:tcPr>
          <w:p w14:paraId="6066C1C8" w14:textId="0EDC710A" w:rsidR="00A21FC8" w:rsidRPr="00492A1B" w:rsidRDefault="00A21FC8">
            <w:pPr>
              <w:tabs>
                <w:tab w:val="left" w:pos="227"/>
              </w:tabs>
              <w:spacing w:before="40" w:after="40"/>
              <w:ind w:left="0"/>
              <w:jc w:val="center"/>
              <w:rPr>
                <w:rFonts w:cs="Noto Sans"/>
                <w:sz w:val="17"/>
                <w:szCs w:val="17"/>
                <w:lang w:val="de-CH" w:eastAsia="en-US"/>
              </w:rPr>
            </w:pPr>
            <w:r>
              <w:rPr>
                <w:rFonts w:cs="Noto Sans"/>
                <w:color w:val="auto"/>
                <w:lang w:val="de-CH" w:eastAsia="de-CH"/>
              </w:rPr>
              <w:t>01</w:t>
            </w:r>
            <w:r w:rsidRPr="00427C54">
              <w:rPr>
                <w:rFonts w:cs="Noto Sans"/>
                <w:color w:val="auto"/>
                <w:lang w:val="de-CH" w:eastAsia="de-CH"/>
              </w:rPr>
              <w:t>.0</w:t>
            </w:r>
            <w:r>
              <w:rPr>
                <w:rFonts w:cs="Noto Sans"/>
                <w:color w:val="auto"/>
                <w:lang w:val="de-CH" w:eastAsia="de-CH"/>
              </w:rPr>
              <w:t>2</w:t>
            </w:r>
            <w:r w:rsidRPr="00427C54">
              <w:rPr>
                <w:rFonts w:cs="Noto Sans"/>
                <w:color w:val="auto"/>
                <w:lang w:val="de-CH" w:eastAsia="de-CH"/>
              </w:rPr>
              <w:t>.202</w:t>
            </w:r>
            <w:r>
              <w:rPr>
                <w:rFonts w:cs="Noto Sans"/>
                <w:color w:val="auto"/>
                <w:lang w:val="de-CH" w:eastAsia="de-CH"/>
              </w:rPr>
              <w:t>4</w:t>
            </w:r>
          </w:p>
        </w:tc>
        <w:tc>
          <w:tcPr>
            <w:tcW w:w="5698" w:type="dxa"/>
          </w:tcPr>
          <w:p w14:paraId="6124FABC" w14:textId="16F44E07" w:rsidR="00A21FC8" w:rsidRPr="00340242" w:rsidRDefault="00FC7D05">
            <w:pPr>
              <w:tabs>
                <w:tab w:val="left" w:pos="227"/>
              </w:tabs>
              <w:spacing w:before="40" w:after="40"/>
              <w:ind w:left="0"/>
              <w:rPr>
                <w:rFonts w:cs="Noto Sans"/>
                <w:color w:val="auto"/>
                <w:lang w:val="de-CH" w:eastAsia="de-CH"/>
              </w:rPr>
            </w:pPr>
            <w:r>
              <w:rPr>
                <w:rFonts w:cs="Noto Sans"/>
                <w:color w:val="auto"/>
                <w:lang w:val="de-CH" w:eastAsia="de-CH"/>
              </w:rPr>
              <w:t>Informationen zu den Rechnungssteller-Beilagen entfernt</w:t>
            </w:r>
            <w:r w:rsidR="00340242">
              <w:rPr>
                <w:rFonts w:cs="Noto Sans"/>
                <w:color w:val="auto"/>
                <w:lang w:val="de-CH" w:eastAsia="de-CH"/>
              </w:rPr>
              <w:t xml:space="preserve">. </w:t>
            </w:r>
            <w:r w:rsidR="00340242" w:rsidRPr="00340242">
              <w:rPr>
                <w:rFonts w:cs="Noto Sans"/>
                <w:color w:val="auto"/>
                <w:lang w:val="de-CH" w:eastAsia="de-CH"/>
              </w:rPr>
              <w:t>Testfälle für eBill Direct Debit hinzugefügt.</w:t>
            </w:r>
          </w:p>
        </w:tc>
        <w:tc>
          <w:tcPr>
            <w:tcW w:w="1418" w:type="dxa"/>
          </w:tcPr>
          <w:p w14:paraId="62B3D968" w14:textId="7DCCA376" w:rsidR="00A21FC8" w:rsidRPr="00492A1B" w:rsidRDefault="00A21FC8">
            <w:pPr>
              <w:tabs>
                <w:tab w:val="left" w:pos="227"/>
              </w:tabs>
              <w:spacing w:before="40" w:after="40"/>
              <w:ind w:left="0"/>
              <w:jc w:val="center"/>
              <w:rPr>
                <w:rFonts w:cs="Noto Sans"/>
                <w:sz w:val="17"/>
                <w:szCs w:val="17"/>
                <w:lang w:val="de-CH" w:eastAsia="en-US"/>
              </w:rPr>
            </w:pPr>
          </w:p>
        </w:tc>
      </w:tr>
      <w:tr w:rsidR="000871FB" w:rsidRPr="00492A1B" w14:paraId="64AAACCE" w14:textId="77777777">
        <w:tblPrEx>
          <w:tblBorders>
            <w:top w:val="single" w:sz="6" w:space="0" w:color="auto"/>
            <w:left w:val="single" w:sz="6" w:space="0" w:color="auto"/>
            <w:bottom w:val="single" w:sz="6" w:space="0" w:color="auto"/>
            <w:right w:val="single" w:sz="6" w:space="0" w:color="auto"/>
          </w:tblBorders>
        </w:tblPrEx>
        <w:tc>
          <w:tcPr>
            <w:tcW w:w="966" w:type="dxa"/>
          </w:tcPr>
          <w:p w14:paraId="6FE6E9F3" w14:textId="01A9D679" w:rsidR="000871FB" w:rsidRPr="00492A1B" w:rsidRDefault="000871FB">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w:t>
            </w:r>
            <w:r>
              <w:rPr>
                <w:rFonts w:cs="Noto Sans"/>
                <w:color w:val="auto"/>
                <w:lang w:val="de-CH" w:eastAsia="de-CH"/>
              </w:rPr>
              <w:t>7</w:t>
            </w:r>
          </w:p>
        </w:tc>
        <w:tc>
          <w:tcPr>
            <w:tcW w:w="1274" w:type="dxa"/>
          </w:tcPr>
          <w:p w14:paraId="08A9F5EF" w14:textId="4FC05843" w:rsidR="000871FB" w:rsidRPr="00492A1B" w:rsidRDefault="00A3307B">
            <w:pPr>
              <w:tabs>
                <w:tab w:val="left" w:pos="227"/>
              </w:tabs>
              <w:spacing w:before="40" w:after="40"/>
              <w:ind w:left="0"/>
              <w:jc w:val="center"/>
              <w:rPr>
                <w:rFonts w:cs="Noto Sans"/>
                <w:sz w:val="17"/>
                <w:szCs w:val="17"/>
                <w:lang w:val="de-CH" w:eastAsia="en-US"/>
              </w:rPr>
            </w:pPr>
            <w:r>
              <w:rPr>
                <w:rFonts w:cs="Noto Sans"/>
                <w:color w:val="auto"/>
                <w:lang w:val="de-CH" w:eastAsia="de-CH"/>
              </w:rPr>
              <w:t>01</w:t>
            </w:r>
            <w:r w:rsidR="000871FB" w:rsidRPr="00427C54">
              <w:rPr>
                <w:rFonts w:cs="Noto Sans"/>
                <w:color w:val="auto"/>
                <w:lang w:val="de-CH" w:eastAsia="de-CH"/>
              </w:rPr>
              <w:t>.0</w:t>
            </w:r>
            <w:r>
              <w:rPr>
                <w:rFonts w:cs="Noto Sans"/>
                <w:color w:val="auto"/>
                <w:lang w:val="de-CH" w:eastAsia="de-CH"/>
              </w:rPr>
              <w:t>6</w:t>
            </w:r>
            <w:r w:rsidR="000871FB" w:rsidRPr="00427C54">
              <w:rPr>
                <w:rFonts w:cs="Noto Sans"/>
                <w:color w:val="auto"/>
                <w:lang w:val="de-CH" w:eastAsia="de-CH"/>
              </w:rPr>
              <w:t>.202</w:t>
            </w:r>
            <w:r>
              <w:rPr>
                <w:rFonts w:cs="Noto Sans"/>
                <w:color w:val="auto"/>
                <w:lang w:val="de-CH" w:eastAsia="de-CH"/>
              </w:rPr>
              <w:t>3</w:t>
            </w:r>
          </w:p>
        </w:tc>
        <w:tc>
          <w:tcPr>
            <w:tcW w:w="5698" w:type="dxa"/>
          </w:tcPr>
          <w:p w14:paraId="06A4EE70" w14:textId="4DBBD60E" w:rsidR="000871FB" w:rsidRPr="00A0292D" w:rsidRDefault="00B82EC6">
            <w:pPr>
              <w:tabs>
                <w:tab w:val="left" w:pos="227"/>
              </w:tabs>
              <w:spacing w:before="40" w:after="40"/>
              <w:ind w:left="0"/>
              <w:rPr>
                <w:rFonts w:cs="Noto Sans"/>
                <w:lang w:val="de-CH" w:eastAsia="en-US"/>
              </w:rPr>
            </w:pPr>
            <w:r w:rsidRPr="004647EE">
              <w:rPr>
                <w:rFonts w:cs="Noto Sans"/>
                <w:color w:val="auto"/>
                <w:lang w:val="de-CH" w:eastAsia="de-CH"/>
              </w:rPr>
              <w:t>Ergänzung für Release 1.21: Zusätzlicher Testfall eingefügt</w:t>
            </w:r>
          </w:p>
        </w:tc>
        <w:tc>
          <w:tcPr>
            <w:tcW w:w="1418" w:type="dxa"/>
          </w:tcPr>
          <w:p w14:paraId="005C014E" w14:textId="20EA4F18" w:rsidR="000871FB" w:rsidRPr="00492A1B" w:rsidRDefault="004647EE">
            <w:pPr>
              <w:tabs>
                <w:tab w:val="left" w:pos="227"/>
              </w:tabs>
              <w:spacing w:before="40" w:after="40"/>
              <w:ind w:left="0"/>
              <w:jc w:val="center"/>
              <w:rPr>
                <w:rFonts w:cs="Noto Sans"/>
                <w:sz w:val="17"/>
                <w:szCs w:val="17"/>
                <w:lang w:val="de-CH" w:eastAsia="en-US"/>
              </w:rPr>
            </w:pPr>
            <w:r>
              <w:rPr>
                <w:rFonts w:cs="Noto Sans"/>
                <w:sz w:val="17"/>
                <w:szCs w:val="17"/>
                <w:lang w:val="de-CH" w:eastAsia="en-US"/>
              </w:rPr>
              <w:t>2.4</w:t>
            </w:r>
          </w:p>
        </w:tc>
      </w:tr>
      <w:tr w:rsidR="00D36356" w:rsidRPr="00492A1B" w14:paraId="33573B15" w14:textId="77777777">
        <w:tblPrEx>
          <w:tblBorders>
            <w:top w:val="single" w:sz="6" w:space="0" w:color="auto"/>
            <w:left w:val="single" w:sz="6" w:space="0" w:color="auto"/>
            <w:bottom w:val="single" w:sz="6" w:space="0" w:color="auto"/>
            <w:right w:val="single" w:sz="6" w:space="0" w:color="auto"/>
          </w:tblBorders>
        </w:tblPrEx>
        <w:tc>
          <w:tcPr>
            <w:tcW w:w="966" w:type="dxa"/>
          </w:tcPr>
          <w:p w14:paraId="3E2B4DBD" w14:textId="2636F4AA" w:rsidR="00D36356" w:rsidRPr="00492A1B" w:rsidRDefault="00D36356">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w:t>
            </w:r>
            <w:r w:rsidR="00F90B8F">
              <w:rPr>
                <w:rFonts w:cs="Noto Sans"/>
                <w:color w:val="auto"/>
                <w:lang w:val="de-CH" w:eastAsia="de-CH"/>
              </w:rPr>
              <w:t>6</w:t>
            </w:r>
          </w:p>
        </w:tc>
        <w:tc>
          <w:tcPr>
            <w:tcW w:w="1274" w:type="dxa"/>
          </w:tcPr>
          <w:p w14:paraId="1E520F53" w14:textId="60649378" w:rsidR="00D36356" w:rsidRPr="00492A1B" w:rsidRDefault="00F90B8F">
            <w:pPr>
              <w:tabs>
                <w:tab w:val="left" w:pos="227"/>
              </w:tabs>
              <w:spacing w:before="40" w:after="40"/>
              <w:ind w:left="0"/>
              <w:jc w:val="center"/>
              <w:rPr>
                <w:rFonts w:cs="Noto Sans"/>
                <w:sz w:val="17"/>
                <w:szCs w:val="17"/>
                <w:lang w:val="de-CH" w:eastAsia="en-US"/>
              </w:rPr>
            </w:pPr>
            <w:r>
              <w:rPr>
                <w:rFonts w:cs="Noto Sans"/>
                <w:color w:val="auto"/>
                <w:lang w:val="de-CH" w:eastAsia="de-CH"/>
              </w:rPr>
              <w:t>30</w:t>
            </w:r>
            <w:r w:rsidR="00D36356" w:rsidRPr="00427C54">
              <w:rPr>
                <w:rFonts w:cs="Noto Sans"/>
                <w:color w:val="auto"/>
                <w:lang w:val="de-CH" w:eastAsia="de-CH"/>
              </w:rPr>
              <w:t>.09.202</w:t>
            </w:r>
            <w:r>
              <w:rPr>
                <w:rFonts w:cs="Noto Sans"/>
                <w:color w:val="auto"/>
                <w:lang w:val="de-CH" w:eastAsia="de-CH"/>
              </w:rPr>
              <w:t>2</w:t>
            </w:r>
          </w:p>
        </w:tc>
        <w:tc>
          <w:tcPr>
            <w:tcW w:w="5698" w:type="dxa"/>
          </w:tcPr>
          <w:p w14:paraId="05C59809" w14:textId="77777777" w:rsidR="00F90B8F" w:rsidRPr="00F90B8F" w:rsidRDefault="00F90B8F" w:rsidP="00F90B8F">
            <w:pPr>
              <w:tabs>
                <w:tab w:val="left" w:pos="227"/>
              </w:tabs>
              <w:spacing w:before="40" w:after="40"/>
              <w:ind w:left="0"/>
              <w:rPr>
                <w:rFonts w:cs="Noto Sans"/>
                <w:color w:val="auto"/>
                <w:lang w:val="de-CH" w:eastAsia="de-CH"/>
              </w:rPr>
            </w:pPr>
            <w:r w:rsidRPr="00F90B8F">
              <w:rPr>
                <w:rFonts w:cs="Noto Sans"/>
                <w:color w:val="auto"/>
                <w:lang w:val="de-CH" w:eastAsia="de-CH"/>
              </w:rPr>
              <w:t>Klassifikation des Dokuments auf C2 geändert</w:t>
            </w:r>
          </w:p>
          <w:p w14:paraId="59D95D3F" w14:textId="77777777" w:rsidR="000E34CB" w:rsidRDefault="00F90B8F" w:rsidP="00F90B8F">
            <w:pPr>
              <w:tabs>
                <w:tab w:val="left" w:pos="227"/>
              </w:tabs>
              <w:spacing w:before="40" w:after="40"/>
              <w:ind w:left="0"/>
              <w:rPr>
                <w:rFonts w:cs="Noto Sans"/>
                <w:color w:val="auto"/>
                <w:lang w:val="de-CH" w:eastAsia="de-CH"/>
              </w:rPr>
            </w:pPr>
            <w:r w:rsidRPr="00F90B8F">
              <w:rPr>
                <w:rFonts w:cs="Noto Sans"/>
                <w:color w:val="auto"/>
                <w:lang w:val="de-CH" w:eastAsia="de-CH"/>
              </w:rPr>
              <w:t>Versionierung auf das Testhandbuch angepasst</w:t>
            </w:r>
          </w:p>
          <w:p w14:paraId="1680D1A0" w14:textId="77777777" w:rsidR="00D36356" w:rsidRDefault="000E34CB" w:rsidP="00F90B8F">
            <w:pPr>
              <w:tabs>
                <w:tab w:val="left" w:pos="227"/>
              </w:tabs>
              <w:spacing w:before="40" w:after="40"/>
              <w:ind w:left="0"/>
              <w:rPr>
                <w:rFonts w:cs="Noto Sans"/>
                <w:color w:val="auto"/>
                <w:lang w:val="de-CH" w:eastAsia="de-CH"/>
              </w:rPr>
            </w:pPr>
            <w:r w:rsidRPr="000E34CB">
              <w:rPr>
                <w:rFonts w:cs="Noto Sans"/>
                <w:color w:val="auto"/>
                <w:lang w:val="de-CH" w:eastAsia="de-CH"/>
              </w:rPr>
              <w:t>Referenzen auf ESR und externe Anmeldemasken entfernt</w:t>
            </w:r>
          </w:p>
          <w:p w14:paraId="4D229774" w14:textId="49778B5B" w:rsidR="00A0292D" w:rsidRPr="00A0292D" w:rsidRDefault="00A0292D" w:rsidP="00F90B8F">
            <w:pPr>
              <w:tabs>
                <w:tab w:val="left" w:pos="227"/>
              </w:tabs>
              <w:spacing w:before="40" w:after="40"/>
              <w:ind w:left="0"/>
              <w:rPr>
                <w:rFonts w:cs="Noto Sans"/>
                <w:lang w:val="de-CH" w:eastAsia="en-US"/>
              </w:rPr>
            </w:pPr>
            <w:r w:rsidRPr="00A0292D">
              <w:rPr>
                <w:rFonts w:cs="Noto Sans"/>
                <w:lang w:val="de-CH" w:eastAsia="en-US"/>
              </w:rPr>
              <w:t>Anpassung Nummerierung der Testfälle an die Produktion nach dem Löschen eines Kapitels</w:t>
            </w:r>
          </w:p>
        </w:tc>
        <w:tc>
          <w:tcPr>
            <w:tcW w:w="1418" w:type="dxa"/>
          </w:tcPr>
          <w:p w14:paraId="43190EBD" w14:textId="77777777" w:rsidR="00D36356" w:rsidRPr="00492A1B" w:rsidRDefault="00D36356">
            <w:pPr>
              <w:tabs>
                <w:tab w:val="left" w:pos="227"/>
              </w:tabs>
              <w:spacing w:before="40" w:after="40"/>
              <w:ind w:left="0"/>
              <w:jc w:val="center"/>
              <w:rPr>
                <w:rFonts w:cs="Noto Sans"/>
                <w:sz w:val="17"/>
                <w:szCs w:val="17"/>
                <w:lang w:val="de-CH" w:eastAsia="en-US"/>
              </w:rPr>
            </w:pPr>
          </w:p>
        </w:tc>
      </w:tr>
      <w:tr w:rsidR="00F90B8F" w:rsidRPr="00492A1B" w14:paraId="523C41E8" w14:textId="77777777">
        <w:tblPrEx>
          <w:tblBorders>
            <w:top w:val="single" w:sz="6" w:space="0" w:color="auto"/>
            <w:left w:val="single" w:sz="6" w:space="0" w:color="auto"/>
            <w:bottom w:val="single" w:sz="6" w:space="0" w:color="auto"/>
            <w:right w:val="single" w:sz="6" w:space="0" w:color="auto"/>
          </w:tblBorders>
        </w:tblPrEx>
        <w:tc>
          <w:tcPr>
            <w:tcW w:w="966" w:type="dxa"/>
          </w:tcPr>
          <w:p w14:paraId="71030DB3" w14:textId="31077E89" w:rsidR="00F90B8F" w:rsidRPr="00427C54" w:rsidRDefault="00F90B8F" w:rsidP="00F90B8F">
            <w:pPr>
              <w:tabs>
                <w:tab w:val="left" w:pos="227"/>
              </w:tabs>
              <w:spacing w:before="40" w:after="40"/>
              <w:ind w:left="0"/>
              <w:jc w:val="center"/>
              <w:rPr>
                <w:rFonts w:cs="Noto Sans"/>
                <w:color w:val="auto"/>
                <w:lang w:val="de-CH" w:eastAsia="de-CH"/>
              </w:rPr>
            </w:pPr>
            <w:r w:rsidRPr="00427C54">
              <w:rPr>
                <w:rFonts w:cs="Noto Sans"/>
                <w:color w:val="auto"/>
                <w:lang w:val="de-CH" w:eastAsia="de-CH"/>
              </w:rPr>
              <w:t>1.5</w:t>
            </w:r>
          </w:p>
        </w:tc>
        <w:tc>
          <w:tcPr>
            <w:tcW w:w="1274" w:type="dxa"/>
          </w:tcPr>
          <w:p w14:paraId="1D318317" w14:textId="078E2B0F" w:rsidR="00F90B8F" w:rsidRPr="00427C54" w:rsidRDefault="00F90B8F" w:rsidP="00F90B8F">
            <w:pPr>
              <w:tabs>
                <w:tab w:val="left" w:pos="227"/>
              </w:tabs>
              <w:spacing w:before="40" w:after="40"/>
              <w:ind w:left="0"/>
              <w:jc w:val="center"/>
              <w:rPr>
                <w:rFonts w:cs="Noto Sans"/>
                <w:color w:val="auto"/>
                <w:lang w:val="de-CH" w:eastAsia="de-CH"/>
              </w:rPr>
            </w:pPr>
            <w:r w:rsidRPr="00427C54">
              <w:rPr>
                <w:rFonts w:cs="Noto Sans"/>
                <w:color w:val="auto"/>
                <w:lang w:val="de-CH" w:eastAsia="de-CH"/>
              </w:rPr>
              <w:t>24.09.2021</w:t>
            </w:r>
          </w:p>
        </w:tc>
        <w:tc>
          <w:tcPr>
            <w:tcW w:w="5698" w:type="dxa"/>
          </w:tcPr>
          <w:p w14:paraId="0F7ED4F6" w14:textId="74169764" w:rsidR="00F90B8F" w:rsidRPr="00427C54" w:rsidRDefault="00F90B8F" w:rsidP="00F90B8F">
            <w:pPr>
              <w:tabs>
                <w:tab w:val="left" w:pos="227"/>
              </w:tabs>
              <w:spacing w:before="40" w:after="40"/>
              <w:ind w:left="0"/>
              <w:rPr>
                <w:rFonts w:cs="Noto Sans"/>
                <w:color w:val="auto"/>
                <w:lang w:val="de-CH" w:eastAsia="de-CH"/>
              </w:rPr>
            </w:pPr>
            <w:r w:rsidRPr="00427C54">
              <w:rPr>
                <w:rFonts w:cs="Noto Sans"/>
                <w:color w:val="auto"/>
                <w:lang w:val="de-CH" w:eastAsia="de-CH"/>
              </w:rPr>
              <w:t>Test-HB überarbeitet und Ergänzungen betreffend NWP-API V3 eingefügt.</w:t>
            </w:r>
          </w:p>
        </w:tc>
        <w:tc>
          <w:tcPr>
            <w:tcW w:w="1418" w:type="dxa"/>
          </w:tcPr>
          <w:p w14:paraId="0FBC9F69" w14:textId="77777777" w:rsidR="00F90B8F" w:rsidRPr="00492A1B" w:rsidRDefault="00F90B8F" w:rsidP="00F90B8F">
            <w:pPr>
              <w:tabs>
                <w:tab w:val="left" w:pos="227"/>
              </w:tabs>
              <w:spacing w:before="40" w:after="40"/>
              <w:ind w:left="0"/>
              <w:jc w:val="center"/>
              <w:rPr>
                <w:rFonts w:cs="Noto Sans"/>
                <w:sz w:val="17"/>
                <w:szCs w:val="17"/>
                <w:lang w:val="de-CH" w:eastAsia="en-US"/>
              </w:rPr>
            </w:pPr>
          </w:p>
        </w:tc>
      </w:tr>
      <w:tr w:rsidR="00F90B8F" w:rsidRPr="00492A1B" w14:paraId="7DB81BF6" w14:textId="77777777">
        <w:tblPrEx>
          <w:tblBorders>
            <w:top w:val="single" w:sz="6" w:space="0" w:color="auto"/>
            <w:left w:val="single" w:sz="6" w:space="0" w:color="auto"/>
            <w:bottom w:val="single" w:sz="6" w:space="0" w:color="auto"/>
            <w:right w:val="single" w:sz="6" w:space="0" w:color="auto"/>
          </w:tblBorders>
        </w:tblPrEx>
        <w:tc>
          <w:tcPr>
            <w:tcW w:w="966" w:type="dxa"/>
          </w:tcPr>
          <w:p w14:paraId="232598D8" w14:textId="77777777"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1.4</w:t>
            </w:r>
          </w:p>
        </w:tc>
        <w:tc>
          <w:tcPr>
            <w:tcW w:w="1274" w:type="dxa"/>
          </w:tcPr>
          <w:p w14:paraId="74655555" w14:textId="77777777"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02.06.2021</w:t>
            </w:r>
          </w:p>
        </w:tc>
        <w:tc>
          <w:tcPr>
            <w:tcW w:w="5698" w:type="dxa"/>
          </w:tcPr>
          <w:p w14:paraId="6E8786ED" w14:textId="77777777" w:rsidR="00F90B8F" w:rsidRPr="00492A1B" w:rsidRDefault="00F90B8F" w:rsidP="00F90B8F">
            <w:pPr>
              <w:tabs>
                <w:tab w:val="left" w:pos="227"/>
              </w:tabs>
              <w:spacing w:before="40" w:after="40"/>
              <w:ind w:left="0"/>
              <w:rPr>
                <w:rFonts w:cs="Noto Sans"/>
                <w:sz w:val="17"/>
                <w:szCs w:val="17"/>
                <w:lang w:val="de-CH" w:eastAsia="en-US"/>
              </w:rPr>
            </w:pPr>
            <w:r w:rsidRPr="00427C54">
              <w:rPr>
                <w:rFonts w:cs="Noto Sans"/>
                <w:color w:val="auto"/>
                <w:lang w:val="de-CH" w:eastAsia="de-CH"/>
              </w:rPr>
              <w:t>Anpassungen an NWP-API V2.5 Testfälle ergänzt</w:t>
            </w:r>
          </w:p>
        </w:tc>
        <w:tc>
          <w:tcPr>
            <w:tcW w:w="1418" w:type="dxa"/>
          </w:tcPr>
          <w:p w14:paraId="60502569" w14:textId="77777777" w:rsidR="00F90B8F" w:rsidRPr="00492A1B" w:rsidRDefault="00F90B8F" w:rsidP="00F90B8F">
            <w:pPr>
              <w:tabs>
                <w:tab w:val="left" w:pos="227"/>
              </w:tabs>
              <w:spacing w:before="40" w:after="40"/>
              <w:ind w:left="0"/>
              <w:jc w:val="center"/>
              <w:rPr>
                <w:rFonts w:cs="Noto Sans"/>
                <w:sz w:val="17"/>
                <w:szCs w:val="17"/>
                <w:lang w:val="de-CH" w:eastAsia="en-US"/>
              </w:rPr>
            </w:pPr>
          </w:p>
        </w:tc>
      </w:tr>
      <w:tr w:rsidR="00F90B8F" w:rsidRPr="00492A1B" w14:paraId="5C978DE5" w14:textId="77777777">
        <w:tblPrEx>
          <w:tblBorders>
            <w:top w:val="single" w:sz="6" w:space="0" w:color="auto"/>
            <w:left w:val="single" w:sz="6" w:space="0" w:color="auto"/>
            <w:bottom w:val="single" w:sz="6" w:space="0" w:color="auto"/>
            <w:right w:val="single" w:sz="6" w:space="0" w:color="auto"/>
          </w:tblBorders>
        </w:tblPrEx>
        <w:tc>
          <w:tcPr>
            <w:tcW w:w="966" w:type="dxa"/>
          </w:tcPr>
          <w:p w14:paraId="34BF03A9" w14:textId="77777777"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1.3</w:t>
            </w:r>
          </w:p>
        </w:tc>
        <w:tc>
          <w:tcPr>
            <w:tcW w:w="1274" w:type="dxa"/>
          </w:tcPr>
          <w:p w14:paraId="1EFC3759" w14:textId="77777777"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10.02.2021</w:t>
            </w:r>
          </w:p>
        </w:tc>
        <w:tc>
          <w:tcPr>
            <w:tcW w:w="5698" w:type="dxa"/>
          </w:tcPr>
          <w:p w14:paraId="4CE419B6" w14:textId="77777777" w:rsidR="00F90B8F" w:rsidRPr="00492A1B" w:rsidRDefault="00F90B8F" w:rsidP="00F90B8F">
            <w:pPr>
              <w:tabs>
                <w:tab w:val="left" w:pos="227"/>
              </w:tabs>
              <w:spacing w:before="40" w:after="40"/>
              <w:ind w:left="0"/>
              <w:rPr>
                <w:rFonts w:cs="Noto Sans"/>
                <w:sz w:val="17"/>
                <w:szCs w:val="17"/>
                <w:lang w:val="de-CH" w:eastAsia="en-US"/>
              </w:rPr>
            </w:pPr>
            <w:r w:rsidRPr="00427C54">
              <w:rPr>
                <w:rFonts w:cs="Noto Sans"/>
                <w:color w:val="auto"/>
                <w:lang w:val="de-CH" w:eastAsia="de-CH"/>
              </w:rPr>
              <w:t>Anpassungen an NWP-API V2.3 Testfälle ergänzt</w:t>
            </w:r>
          </w:p>
        </w:tc>
        <w:tc>
          <w:tcPr>
            <w:tcW w:w="1418" w:type="dxa"/>
          </w:tcPr>
          <w:p w14:paraId="65BB46CA" w14:textId="77777777" w:rsidR="00F90B8F" w:rsidRPr="00492A1B" w:rsidRDefault="00F90B8F" w:rsidP="00F90B8F">
            <w:pPr>
              <w:tabs>
                <w:tab w:val="left" w:pos="227"/>
              </w:tabs>
              <w:spacing w:before="40" w:after="40"/>
              <w:ind w:left="0"/>
              <w:jc w:val="center"/>
              <w:rPr>
                <w:rFonts w:cs="Noto Sans"/>
                <w:sz w:val="17"/>
                <w:szCs w:val="17"/>
                <w:lang w:val="de-CH" w:eastAsia="en-US"/>
              </w:rPr>
            </w:pPr>
          </w:p>
        </w:tc>
      </w:tr>
      <w:tr w:rsidR="00F90B8F" w:rsidRPr="00492A1B" w14:paraId="699CFBA5" w14:textId="77777777">
        <w:tblPrEx>
          <w:tblBorders>
            <w:top w:val="single" w:sz="6" w:space="0" w:color="auto"/>
            <w:left w:val="single" w:sz="6" w:space="0" w:color="auto"/>
            <w:bottom w:val="single" w:sz="6" w:space="0" w:color="auto"/>
            <w:right w:val="single" w:sz="6" w:space="0" w:color="auto"/>
          </w:tblBorders>
        </w:tblPrEx>
        <w:tc>
          <w:tcPr>
            <w:tcW w:w="966" w:type="dxa"/>
          </w:tcPr>
          <w:p w14:paraId="67A38232" w14:textId="77777777"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1.2</w:t>
            </w:r>
          </w:p>
        </w:tc>
        <w:tc>
          <w:tcPr>
            <w:tcW w:w="1274" w:type="dxa"/>
          </w:tcPr>
          <w:p w14:paraId="06C6A304" w14:textId="77777777"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04.09.2020</w:t>
            </w:r>
          </w:p>
        </w:tc>
        <w:tc>
          <w:tcPr>
            <w:tcW w:w="5698" w:type="dxa"/>
          </w:tcPr>
          <w:p w14:paraId="0D6884AE" w14:textId="77777777" w:rsidR="00F90B8F" w:rsidRPr="00492A1B" w:rsidRDefault="00F90B8F" w:rsidP="00F90B8F">
            <w:pPr>
              <w:tabs>
                <w:tab w:val="left" w:pos="227"/>
              </w:tabs>
              <w:spacing w:before="40" w:after="40"/>
              <w:ind w:left="0"/>
              <w:rPr>
                <w:rFonts w:cs="Noto Sans"/>
                <w:sz w:val="17"/>
                <w:szCs w:val="17"/>
                <w:lang w:val="de-CH" w:eastAsia="en-US"/>
              </w:rPr>
            </w:pPr>
            <w:r w:rsidRPr="00427C54">
              <w:rPr>
                <w:rFonts w:cs="Noto Sans"/>
                <w:color w:val="auto"/>
                <w:lang w:val="de-CH" w:eastAsia="de-CH"/>
              </w:rPr>
              <w:t>Testfall Rechnungssteller suchen angepasst</w:t>
            </w:r>
          </w:p>
        </w:tc>
        <w:tc>
          <w:tcPr>
            <w:tcW w:w="1418" w:type="dxa"/>
          </w:tcPr>
          <w:p w14:paraId="7DB6D1D6" w14:textId="77777777" w:rsidR="00F90B8F" w:rsidRPr="00492A1B" w:rsidRDefault="00F90B8F" w:rsidP="00F90B8F">
            <w:pPr>
              <w:tabs>
                <w:tab w:val="left" w:pos="227"/>
              </w:tabs>
              <w:spacing w:before="40" w:after="40"/>
              <w:ind w:left="0"/>
              <w:jc w:val="center"/>
              <w:rPr>
                <w:rFonts w:cs="Noto Sans"/>
                <w:sz w:val="17"/>
                <w:szCs w:val="17"/>
                <w:lang w:val="de-CH" w:eastAsia="en-US"/>
              </w:rPr>
            </w:pPr>
          </w:p>
        </w:tc>
      </w:tr>
      <w:tr w:rsidR="00F90B8F" w:rsidRPr="00492A1B" w14:paraId="6F0F926C" w14:textId="77777777">
        <w:tblPrEx>
          <w:tblBorders>
            <w:top w:val="single" w:sz="6" w:space="0" w:color="auto"/>
            <w:left w:val="single" w:sz="6" w:space="0" w:color="auto"/>
            <w:bottom w:val="single" w:sz="6" w:space="0" w:color="auto"/>
            <w:right w:val="single" w:sz="6" w:space="0" w:color="auto"/>
          </w:tblBorders>
        </w:tblPrEx>
        <w:tc>
          <w:tcPr>
            <w:tcW w:w="966" w:type="dxa"/>
          </w:tcPr>
          <w:p w14:paraId="7DFD11F2" w14:textId="77777777"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1.1</w:t>
            </w:r>
          </w:p>
        </w:tc>
        <w:tc>
          <w:tcPr>
            <w:tcW w:w="1274" w:type="dxa"/>
          </w:tcPr>
          <w:p w14:paraId="70A67622" w14:textId="77777777"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03.06.2020</w:t>
            </w:r>
          </w:p>
        </w:tc>
        <w:tc>
          <w:tcPr>
            <w:tcW w:w="5698" w:type="dxa"/>
          </w:tcPr>
          <w:p w14:paraId="3D0EF50E" w14:textId="77777777" w:rsidR="00F90B8F" w:rsidRPr="00492A1B" w:rsidRDefault="00F90B8F" w:rsidP="00F90B8F">
            <w:pPr>
              <w:tabs>
                <w:tab w:val="left" w:pos="227"/>
              </w:tabs>
              <w:spacing w:before="40" w:after="40"/>
              <w:ind w:left="0"/>
              <w:rPr>
                <w:rFonts w:cs="Noto Sans"/>
                <w:sz w:val="17"/>
                <w:szCs w:val="17"/>
                <w:lang w:val="de-CH" w:eastAsia="en-US"/>
              </w:rPr>
            </w:pPr>
            <w:r w:rsidRPr="00427C54">
              <w:rPr>
                <w:rFonts w:cs="Noto Sans"/>
                <w:color w:val="auto"/>
                <w:lang w:val="de-CH" w:eastAsia="de-CH"/>
              </w:rPr>
              <w:t>Neuen Testfall ergänzt</w:t>
            </w:r>
          </w:p>
        </w:tc>
        <w:tc>
          <w:tcPr>
            <w:tcW w:w="1418" w:type="dxa"/>
          </w:tcPr>
          <w:p w14:paraId="01DBF9EC" w14:textId="77777777" w:rsidR="00F90B8F" w:rsidRPr="00492A1B" w:rsidRDefault="00F90B8F" w:rsidP="00F90B8F">
            <w:pPr>
              <w:tabs>
                <w:tab w:val="left" w:pos="227"/>
              </w:tabs>
              <w:spacing w:before="40" w:after="40"/>
              <w:ind w:left="0"/>
              <w:jc w:val="center"/>
              <w:rPr>
                <w:rFonts w:cs="Noto Sans"/>
                <w:sz w:val="17"/>
                <w:szCs w:val="17"/>
                <w:lang w:val="de-CH" w:eastAsia="en-US"/>
              </w:rPr>
            </w:pPr>
          </w:p>
        </w:tc>
      </w:tr>
      <w:tr w:rsidR="00F90B8F" w:rsidRPr="00492A1B" w14:paraId="2947DB6F" w14:textId="77777777">
        <w:tblPrEx>
          <w:tblBorders>
            <w:top w:val="single" w:sz="6" w:space="0" w:color="auto"/>
            <w:left w:val="single" w:sz="6" w:space="0" w:color="auto"/>
            <w:bottom w:val="single" w:sz="6" w:space="0" w:color="auto"/>
            <w:right w:val="single" w:sz="6" w:space="0" w:color="auto"/>
          </w:tblBorders>
        </w:tblPrEx>
        <w:tc>
          <w:tcPr>
            <w:tcW w:w="966" w:type="dxa"/>
            <w:tcBorders>
              <w:top w:val="single" w:sz="6" w:space="0" w:color="auto"/>
            </w:tcBorders>
          </w:tcPr>
          <w:p w14:paraId="5CAE82A0" w14:textId="79BC4103"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1.0</w:t>
            </w:r>
          </w:p>
        </w:tc>
        <w:tc>
          <w:tcPr>
            <w:tcW w:w="1274" w:type="dxa"/>
            <w:tcBorders>
              <w:top w:val="single" w:sz="6" w:space="0" w:color="auto"/>
            </w:tcBorders>
          </w:tcPr>
          <w:p w14:paraId="2DD608CC" w14:textId="7DAAE10F"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16.10.2019</w:t>
            </w:r>
          </w:p>
        </w:tc>
        <w:tc>
          <w:tcPr>
            <w:tcW w:w="5698" w:type="dxa"/>
            <w:tcBorders>
              <w:top w:val="single" w:sz="6" w:space="0" w:color="auto"/>
            </w:tcBorders>
          </w:tcPr>
          <w:p w14:paraId="071C3754" w14:textId="64AD8BDC" w:rsidR="00F90B8F" w:rsidRPr="00492A1B" w:rsidRDefault="00F90B8F" w:rsidP="00F90B8F">
            <w:pPr>
              <w:tabs>
                <w:tab w:val="left" w:pos="227"/>
              </w:tabs>
              <w:spacing w:before="40" w:after="40"/>
              <w:ind w:left="0"/>
              <w:rPr>
                <w:rFonts w:cs="Noto Sans"/>
                <w:sz w:val="17"/>
                <w:szCs w:val="17"/>
                <w:lang w:val="de-CH" w:eastAsia="en-US"/>
              </w:rPr>
            </w:pPr>
            <w:r w:rsidRPr="00427C54">
              <w:rPr>
                <w:rFonts w:cs="Noto Sans"/>
                <w:color w:val="auto"/>
                <w:lang w:val="de-CH" w:eastAsia="de-CH"/>
              </w:rPr>
              <w:t>Erste Version</w:t>
            </w:r>
          </w:p>
        </w:tc>
        <w:tc>
          <w:tcPr>
            <w:tcW w:w="1418" w:type="dxa"/>
            <w:tcBorders>
              <w:top w:val="single" w:sz="6" w:space="0" w:color="auto"/>
            </w:tcBorders>
          </w:tcPr>
          <w:p w14:paraId="6083545A" w14:textId="77777777" w:rsidR="00F90B8F" w:rsidRPr="00492A1B" w:rsidRDefault="00F90B8F" w:rsidP="00F90B8F">
            <w:pPr>
              <w:tabs>
                <w:tab w:val="left" w:pos="227"/>
              </w:tabs>
              <w:spacing w:before="40" w:after="40"/>
              <w:ind w:left="0"/>
              <w:jc w:val="center"/>
              <w:rPr>
                <w:rFonts w:cs="Noto Sans"/>
                <w:sz w:val="17"/>
                <w:szCs w:val="17"/>
                <w:lang w:val="de-CH" w:eastAsia="en-US"/>
              </w:rPr>
            </w:pPr>
          </w:p>
        </w:tc>
      </w:tr>
    </w:tbl>
    <w:p w14:paraId="0699C046" w14:textId="2D778EE8" w:rsidR="00492A1B" w:rsidRPr="00492A1B" w:rsidRDefault="00492A1B" w:rsidP="00492A1B">
      <w:pPr>
        <w:spacing w:before="120" w:after="240" w:line="260" w:lineRule="atLeast"/>
        <w:ind w:left="1134" w:hanging="1134"/>
        <w:rPr>
          <w:i/>
          <w:color w:val="auto"/>
          <w:sz w:val="19"/>
          <w:lang w:val="de-CH"/>
        </w:rPr>
      </w:pPr>
      <w:bookmarkStart w:id="6" w:name="_Ref86922609"/>
      <w:bookmarkStart w:id="7" w:name="_Toc86943726"/>
      <w:bookmarkStart w:id="8" w:name="_Toc89865534"/>
      <w:bookmarkStart w:id="9" w:name="_Toc156821956"/>
      <w:r w:rsidRPr="00492A1B">
        <w:rPr>
          <w:i/>
          <w:color w:val="auto"/>
          <w:sz w:val="19"/>
          <w:lang w:val="de-CH"/>
        </w:rPr>
        <w:t xml:space="preserve">Tabelle </w:t>
      </w:r>
      <w:r w:rsidRPr="00492A1B">
        <w:rPr>
          <w:i/>
          <w:color w:val="auto"/>
          <w:sz w:val="19"/>
          <w:lang w:val="de-CH"/>
        </w:rPr>
        <w:fldChar w:fldCharType="begin"/>
      </w:r>
      <w:r w:rsidRPr="00492A1B">
        <w:rPr>
          <w:i/>
          <w:color w:val="auto"/>
          <w:sz w:val="19"/>
          <w:lang w:val="de-CH"/>
        </w:rPr>
        <w:instrText xml:space="preserve"> SEQ Tabelle \* ARABIC </w:instrText>
      </w:r>
      <w:r w:rsidRPr="00492A1B">
        <w:rPr>
          <w:i/>
          <w:color w:val="auto"/>
          <w:sz w:val="19"/>
          <w:lang w:val="de-CH"/>
        </w:rPr>
        <w:fldChar w:fldCharType="separate"/>
      </w:r>
      <w:r w:rsidR="00004673">
        <w:rPr>
          <w:i/>
          <w:noProof/>
          <w:color w:val="auto"/>
          <w:sz w:val="19"/>
          <w:lang w:val="de-CH"/>
        </w:rPr>
        <w:t>1</w:t>
      </w:r>
      <w:r w:rsidRPr="00492A1B">
        <w:rPr>
          <w:i/>
          <w:color w:val="auto"/>
          <w:sz w:val="19"/>
          <w:lang w:val="de-CH"/>
        </w:rPr>
        <w:fldChar w:fldCharType="end"/>
      </w:r>
      <w:bookmarkEnd w:id="6"/>
      <w:r w:rsidRPr="00492A1B">
        <w:rPr>
          <w:i/>
          <w:color w:val="auto"/>
          <w:sz w:val="19"/>
          <w:lang w:val="de-CH"/>
        </w:rPr>
        <w:t>:</w:t>
      </w:r>
      <w:r w:rsidRPr="00492A1B">
        <w:rPr>
          <w:i/>
          <w:color w:val="auto"/>
          <w:sz w:val="19"/>
          <w:lang w:val="de-CH"/>
        </w:rPr>
        <w:tab/>
        <w:t>Revisionsnachweis</w:t>
      </w:r>
      <w:bookmarkEnd w:id="7"/>
      <w:bookmarkEnd w:id="8"/>
      <w:bookmarkEnd w:id="9"/>
    </w:p>
    <w:p w14:paraId="5371FD58" w14:textId="77777777" w:rsidR="00492A1B" w:rsidRPr="00492A1B" w:rsidRDefault="00492A1B" w:rsidP="00492A1B">
      <w:pPr>
        <w:spacing w:after="120" w:line="260" w:lineRule="atLeast"/>
        <w:ind w:left="0"/>
        <w:rPr>
          <w:rFonts w:eastAsia="MS Mincho"/>
          <w:spacing w:val="-4"/>
          <w:sz w:val="19"/>
          <w:lang w:val="de-CH" w:eastAsia="ja-JP"/>
        </w:rPr>
      </w:pPr>
      <w:r w:rsidRPr="00492A1B">
        <w:rPr>
          <w:rFonts w:eastAsia="MS Mincho"/>
          <w:spacing w:val="-4"/>
          <w:sz w:val="19"/>
          <w:lang w:val="de-CH" w:eastAsia="ja-JP"/>
        </w:rPr>
        <w:t>Bitte richten Sie sämtliche Anregungen, Korrekturen und Verbesserungsvorschläge zu diesem Dokument ausschliesslich an:</w:t>
      </w:r>
    </w:p>
    <w:tbl>
      <w:tblPr>
        <w:tblW w:w="9360" w:type="dxa"/>
        <w:tblLayout w:type="fixed"/>
        <w:tblCellMar>
          <w:left w:w="0" w:type="dxa"/>
          <w:right w:w="0" w:type="dxa"/>
        </w:tblCellMar>
        <w:tblLook w:val="04A0" w:firstRow="1" w:lastRow="0" w:firstColumn="1" w:lastColumn="0" w:noHBand="0" w:noVBand="1"/>
      </w:tblPr>
      <w:tblGrid>
        <w:gridCol w:w="9360"/>
      </w:tblGrid>
      <w:tr w:rsidR="00492A1B" w:rsidRPr="00492A1B" w14:paraId="0E5031CB" w14:textId="77777777">
        <w:tc>
          <w:tcPr>
            <w:tcW w:w="9360" w:type="dxa"/>
            <w:hideMark/>
          </w:tcPr>
          <w:p w14:paraId="5710F07C" w14:textId="77777777" w:rsidR="00492A1B" w:rsidRPr="00492A1B" w:rsidRDefault="00492A1B" w:rsidP="00492A1B">
            <w:pPr>
              <w:spacing w:line="260" w:lineRule="atLeast"/>
              <w:ind w:left="0"/>
              <w:rPr>
                <w:rFonts w:eastAsia="MS Mincho"/>
                <w:color w:val="auto"/>
                <w:sz w:val="19"/>
                <w:lang w:val="de-CH" w:eastAsia="ja-JP"/>
              </w:rPr>
            </w:pPr>
            <w:r w:rsidRPr="00492A1B">
              <w:rPr>
                <w:rFonts w:eastAsia="MS Mincho"/>
                <w:b/>
                <w:bCs/>
                <w:color w:val="auto"/>
                <w:sz w:val="19"/>
                <w:lang w:val="de-CH" w:eastAsia="ja-JP"/>
              </w:rPr>
              <w:t>SIX BBS AG</w:t>
            </w:r>
            <w:r w:rsidRPr="00492A1B">
              <w:rPr>
                <w:rFonts w:eastAsia="MS Mincho"/>
                <w:color w:val="auto"/>
                <w:sz w:val="19"/>
                <w:lang w:val="de-CH" w:eastAsia="ja-JP"/>
              </w:rPr>
              <w:t xml:space="preserve"> </w:t>
            </w:r>
            <w:r w:rsidRPr="00492A1B">
              <w:rPr>
                <w:rFonts w:eastAsia="MS Mincho"/>
                <w:color w:val="auto"/>
                <w:sz w:val="19"/>
                <w:lang w:val="de-CH" w:eastAsia="ja-JP"/>
              </w:rPr>
              <w:br/>
              <w:t>eBill &amp; Direct Debit Support</w:t>
            </w:r>
            <w:r w:rsidRPr="00492A1B">
              <w:rPr>
                <w:rFonts w:eastAsia="MS Mincho"/>
                <w:color w:val="auto"/>
                <w:sz w:val="19"/>
                <w:lang w:val="de-CH" w:eastAsia="ja-JP"/>
              </w:rPr>
              <w:br/>
              <w:t>Hardturmstrasse 201</w:t>
            </w:r>
            <w:r w:rsidRPr="00492A1B">
              <w:rPr>
                <w:rFonts w:eastAsia="MS Mincho"/>
                <w:color w:val="auto"/>
                <w:sz w:val="19"/>
                <w:lang w:val="de-CH" w:eastAsia="ja-JP"/>
              </w:rPr>
              <w:br/>
              <w:t>CH-8005 Zürich</w:t>
            </w:r>
          </w:p>
          <w:p w14:paraId="3FE6A4E1" w14:textId="2C18303D" w:rsidR="00492A1B" w:rsidRPr="00492A1B" w:rsidRDefault="00492A1B" w:rsidP="00492A1B">
            <w:pPr>
              <w:spacing w:line="260" w:lineRule="atLeast"/>
              <w:ind w:left="0"/>
              <w:rPr>
                <w:rFonts w:eastAsia="MS Mincho"/>
                <w:color w:val="auto"/>
                <w:sz w:val="19"/>
                <w:u w:val="single"/>
                <w:lang w:val="de-CH" w:eastAsia="ja-JP"/>
              </w:rPr>
            </w:pPr>
            <w:r w:rsidRPr="00492A1B">
              <w:rPr>
                <w:rFonts w:eastAsia="MS Mincho"/>
                <w:color w:val="auto"/>
                <w:sz w:val="19"/>
                <w:lang w:val="de-CH" w:eastAsia="ja-JP"/>
              </w:rPr>
              <w:t>E-Mail:</w:t>
            </w:r>
            <w:r w:rsidRPr="00492A1B">
              <w:rPr>
                <w:rFonts w:eastAsia="MS Mincho"/>
                <w:color w:val="auto"/>
                <w:sz w:val="19"/>
                <w:lang w:val="de-CH" w:eastAsia="ja-JP"/>
              </w:rPr>
              <w:tab/>
            </w:r>
            <w:hyperlink r:id="rId17" w:history="1">
              <w:r w:rsidRPr="00492A1B">
                <w:rPr>
                  <w:rFonts w:eastAsia="MS Mincho"/>
                  <w:color w:val="auto"/>
                  <w:sz w:val="19"/>
                  <w:u w:val="single"/>
                  <w:lang w:val="de-CH" w:eastAsia="ja-JP"/>
                </w:rPr>
                <w:t>support.billing-payments@six-group.com</w:t>
              </w:r>
            </w:hyperlink>
          </w:p>
        </w:tc>
      </w:tr>
      <w:tr w:rsidR="00492A1B" w:rsidRPr="00492A1B" w14:paraId="62C1BE41" w14:textId="77777777">
        <w:trPr>
          <w:trHeight w:val="72"/>
        </w:trPr>
        <w:tc>
          <w:tcPr>
            <w:tcW w:w="9360" w:type="dxa"/>
          </w:tcPr>
          <w:p w14:paraId="3592FB5C" w14:textId="36FF4D68" w:rsidR="00492A1B" w:rsidRPr="00492A1B" w:rsidRDefault="00000000" w:rsidP="00492A1B">
            <w:pPr>
              <w:spacing w:line="240" w:lineRule="auto"/>
              <w:ind w:left="0"/>
              <w:rPr>
                <w:color w:val="auto"/>
                <w:sz w:val="19"/>
                <w:lang w:val="de-CH"/>
              </w:rPr>
            </w:pPr>
            <w:hyperlink r:id="rId18" w:history="1">
              <w:r w:rsidR="00492A1B" w:rsidRPr="00492A1B">
                <w:rPr>
                  <w:color w:val="auto"/>
                  <w:sz w:val="19"/>
                  <w:u w:val="single"/>
                  <w:lang w:val="de-CH"/>
                </w:rPr>
                <w:t>www.six-group.com</w:t>
              </w:r>
            </w:hyperlink>
          </w:p>
        </w:tc>
      </w:tr>
    </w:tbl>
    <w:p w14:paraId="1AF35B13" w14:textId="3C752F49" w:rsidR="00487990" w:rsidRPr="00427C54" w:rsidRDefault="002C699D" w:rsidP="00D36356">
      <w:pPr>
        <w:pStyle w:val="berschrift0ohneEinzug"/>
      </w:pPr>
      <w:bookmarkStart w:id="10" w:name="_Toc168578803"/>
      <w:bookmarkEnd w:id="5"/>
      <w:r>
        <w:lastRenderedPageBreak/>
        <w:t xml:space="preserve">Allgemeine </w:t>
      </w:r>
      <w:r w:rsidR="00487990" w:rsidRPr="00427C54">
        <w:t>Hinweise</w:t>
      </w:r>
      <w:bookmarkEnd w:id="2"/>
      <w:bookmarkEnd w:id="3"/>
      <w:bookmarkEnd w:id="10"/>
    </w:p>
    <w:p w14:paraId="1AF35B14" w14:textId="77777777" w:rsidR="000979D1" w:rsidRPr="00427C54" w:rsidRDefault="000979D1" w:rsidP="00D52F38">
      <w:pPr>
        <w:pStyle w:val="FliesstextohneEinzug"/>
        <w:rPr>
          <w:color w:val="000000" w:themeColor="text1"/>
          <w:lang w:val="de-CH"/>
        </w:rPr>
      </w:pPr>
      <w:r w:rsidRPr="00427C54">
        <w:rPr>
          <w:color w:val="000000" w:themeColor="text1"/>
          <w:lang w:val="de-CH"/>
        </w:rPr>
        <w:t>SIX behält sich vor, dieses Dokument bei Bedarf im Rahmen der vertraglichen Bedingungen zu ändern.</w:t>
      </w:r>
    </w:p>
    <w:p w14:paraId="1AF35B15" w14:textId="77777777" w:rsidR="000979D1" w:rsidRPr="00427C54" w:rsidRDefault="000979D1" w:rsidP="00D52F38">
      <w:pPr>
        <w:pStyle w:val="FliesstextohneEinzug"/>
        <w:rPr>
          <w:color w:val="000000" w:themeColor="text1"/>
          <w:lang w:val="de-CH"/>
        </w:rPr>
      </w:pPr>
      <w:r w:rsidRPr="00427C54">
        <w:rPr>
          <w:color w:val="000000" w:themeColor="text1"/>
          <w:lang w:val="de-CH"/>
        </w:rPr>
        <w:t>Für dieses Dokument werden alle Rechte vorbehalten, auch die der fotomechanischen Wiedergabe und der Speicherung in elektronischen Medien sowie der Übersetzung in fremde Sprachen.</w:t>
      </w:r>
    </w:p>
    <w:p w14:paraId="1AF35B16" w14:textId="77777777" w:rsidR="000979D1" w:rsidRDefault="000979D1" w:rsidP="00D52F38">
      <w:pPr>
        <w:pStyle w:val="FliesstextohneEinzug"/>
        <w:rPr>
          <w:color w:val="000000" w:themeColor="text1"/>
          <w:lang w:val="de-CH"/>
        </w:rPr>
      </w:pPr>
      <w:r w:rsidRPr="00427C54">
        <w:rPr>
          <w:color w:val="000000" w:themeColor="text1"/>
          <w:lang w:val="de-CH"/>
        </w:rPr>
        <w:t>Das Dokument ist mit grösster Sorgfalt erstellt worden, doch können Fehler und Ungenauigkeiten nicht vollständig ausgeschlossen werden. SIX kann für Fehler und deren Folgen weder juristische Verantwortung noch Haftung übernehmen.</w:t>
      </w:r>
    </w:p>
    <w:p w14:paraId="1BBC9F14" w14:textId="16DDBF1F" w:rsidR="00A2769C" w:rsidRPr="005C2DC8" w:rsidRDefault="00A2769C" w:rsidP="00A2769C">
      <w:pPr>
        <w:pStyle w:val="FliesstextohneEinzug"/>
      </w:pPr>
      <w:r w:rsidRPr="005C2DC8">
        <w:t>Aus Gründen der besseren Lesbarkeit wird, wo immer möglich, auf die Verwendung männlicher und weiblicher Sprachformen verzichtet. Sämtliche Personenbezeichnungen sind als geschlechtsneutral zu betrachten.</w:t>
      </w:r>
    </w:p>
    <w:p w14:paraId="1AF35B17" w14:textId="3D4446E3" w:rsidR="004C2BA7" w:rsidRPr="00427C54" w:rsidRDefault="000979D1" w:rsidP="00D52F38">
      <w:pPr>
        <w:pStyle w:val="FliesstextohneEinzug"/>
        <w:rPr>
          <w:color w:val="000000" w:themeColor="text1"/>
          <w:lang w:val="de-CH"/>
        </w:rPr>
      </w:pPr>
      <w:r w:rsidRPr="00427C54">
        <w:rPr>
          <w:color w:val="000000" w:themeColor="text1"/>
          <w:lang w:val="de-CH"/>
        </w:rPr>
        <w:t>Sollten Sie allfällige Fehler in diesem Dokument feststellen oder Verbesserungsvorschläge haben, sind wir Ihnen dankbar für Ihre Rückmeldung per E-Mail an</w:t>
      </w:r>
      <w:r w:rsidR="00B57538" w:rsidRPr="00427C54">
        <w:rPr>
          <w:color w:val="000000" w:themeColor="text1"/>
          <w:lang w:val="de-CH"/>
        </w:rPr>
        <w:t xml:space="preserve"> </w:t>
      </w:r>
      <w:hyperlink r:id="rId19" w:history="1">
        <w:r w:rsidR="00DB4622" w:rsidRPr="00427C54">
          <w:rPr>
            <w:rStyle w:val="Hyperlink"/>
            <w:color w:val="000000" w:themeColor="text1"/>
            <w:lang w:val="de-CH"/>
          </w:rPr>
          <w:t>support.billing-payment@six-group.com</w:t>
        </w:r>
      </w:hyperlink>
      <w:r w:rsidRPr="00427C54">
        <w:rPr>
          <w:color w:val="000000" w:themeColor="text1"/>
          <w:lang w:val="de-CH"/>
        </w:rPr>
        <w:t>.</w:t>
      </w:r>
    </w:p>
    <w:p w14:paraId="6315E6A3" w14:textId="3CEA884B" w:rsidR="00B134D7" w:rsidRPr="00427C54" w:rsidRDefault="00B134D7" w:rsidP="00A37F47">
      <w:pPr>
        <w:pStyle w:val="berschrift0"/>
        <w:spacing w:before="120" w:after="120" w:line="240" w:lineRule="atLeast"/>
        <w:rPr>
          <w:lang w:val="de-CH"/>
        </w:rPr>
      </w:pPr>
      <w:r w:rsidRPr="00427C54">
        <w:rPr>
          <w:lang w:val="de-CH"/>
        </w:rPr>
        <w:t>Zielgruppe</w:t>
      </w:r>
    </w:p>
    <w:p w14:paraId="1AF35B1A" w14:textId="070CD79E" w:rsidR="000979D1" w:rsidRPr="00427C54" w:rsidRDefault="000979D1" w:rsidP="00D52F38">
      <w:pPr>
        <w:pStyle w:val="FliesstextohneEinzug"/>
        <w:rPr>
          <w:lang w:val="de-CH"/>
        </w:rPr>
      </w:pPr>
      <w:r w:rsidRPr="00427C54">
        <w:rPr>
          <w:lang w:val="de-CH"/>
        </w:rPr>
        <w:t xml:space="preserve">Das </w:t>
      </w:r>
      <w:r w:rsidR="00356BAE" w:rsidRPr="00427C54">
        <w:rPr>
          <w:lang w:val="de-CH"/>
        </w:rPr>
        <w:t>Abnahmeprotokoll</w:t>
      </w:r>
      <w:r w:rsidRPr="00427C54">
        <w:rPr>
          <w:lang w:val="de-CH"/>
        </w:rPr>
        <w:t xml:space="preserve"> für Netzwerkpartner richtet sich an Anbieter von Dienstleistungen im Bereich der elektronischen Rechnungsstellung, die ihren </w:t>
      </w:r>
      <w:r w:rsidR="00631711" w:rsidRPr="00427C54">
        <w:rPr>
          <w:lang w:val="de-CH"/>
        </w:rPr>
        <w:t>Kunden (</w:t>
      </w:r>
      <w:r w:rsidRPr="00427C54">
        <w:rPr>
          <w:lang w:val="de-CH"/>
        </w:rPr>
        <w:t>Rechnungssteller</w:t>
      </w:r>
      <w:r w:rsidR="00631711" w:rsidRPr="00427C54">
        <w:rPr>
          <w:lang w:val="de-CH"/>
        </w:rPr>
        <w:t>)</w:t>
      </w:r>
      <w:r w:rsidRPr="00427C54">
        <w:rPr>
          <w:lang w:val="de-CH"/>
        </w:rPr>
        <w:t xml:space="preserve"> die Dienstleistung eBill über die zentrale eBill-Infrastruktur zugänglich machen wollen.</w:t>
      </w:r>
    </w:p>
    <w:p w14:paraId="1AF35B1C" w14:textId="77777777" w:rsidR="000979D1" w:rsidRPr="00427C54" w:rsidRDefault="000979D1" w:rsidP="00A37F47">
      <w:pPr>
        <w:pStyle w:val="berschrift0"/>
        <w:spacing w:before="120" w:after="120" w:line="240" w:lineRule="atLeast"/>
        <w:rPr>
          <w:lang w:val="de-CH"/>
        </w:rPr>
      </w:pPr>
      <w:bookmarkStart w:id="11" w:name="_Toc8117778"/>
      <w:bookmarkStart w:id="12" w:name="_Toc8118072"/>
      <w:r w:rsidRPr="00427C54">
        <w:rPr>
          <w:lang w:val="de-CH"/>
        </w:rPr>
        <w:t>Zweck</w:t>
      </w:r>
      <w:bookmarkEnd w:id="11"/>
      <w:bookmarkEnd w:id="12"/>
    </w:p>
    <w:p w14:paraId="1AF35B1D" w14:textId="1F778D3E" w:rsidR="000979D1" w:rsidRPr="00427C54" w:rsidRDefault="00EE3576" w:rsidP="00D52F38">
      <w:pPr>
        <w:pStyle w:val="FliesstextohneEinzug"/>
        <w:rPr>
          <w:lang w:val="de-CH"/>
        </w:rPr>
      </w:pPr>
      <w:r w:rsidRPr="00427C54">
        <w:rPr>
          <w:lang w:val="de-CH"/>
        </w:rPr>
        <w:t xml:space="preserve">Das </w:t>
      </w:r>
      <w:r w:rsidRPr="00427C54">
        <w:rPr>
          <w:spacing w:val="-2"/>
          <w:lang w:val="de-CH"/>
        </w:rPr>
        <w:t>«</w:t>
      </w:r>
      <w:r w:rsidR="00356BAE" w:rsidRPr="00427C54">
        <w:rPr>
          <w:lang w:val="de-CH"/>
        </w:rPr>
        <w:t xml:space="preserve">Abnahmeprotokoll </w:t>
      </w:r>
      <w:r w:rsidRPr="00427C54">
        <w:rPr>
          <w:lang w:val="de-CH"/>
        </w:rPr>
        <w:t>für Netzwerkpartner</w:t>
      </w:r>
      <w:r w:rsidRPr="00427C54">
        <w:rPr>
          <w:spacing w:val="-2"/>
          <w:lang w:val="de-CH"/>
        </w:rPr>
        <w:t>»</w:t>
      </w:r>
      <w:r w:rsidRPr="00427C54">
        <w:rPr>
          <w:lang w:val="de-CH"/>
        </w:rPr>
        <w:t xml:space="preserve"> ist eine Ergänzung zum </w:t>
      </w:r>
      <w:r w:rsidR="00356BAE" w:rsidRPr="00427C54">
        <w:rPr>
          <w:lang w:val="de-CH"/>
        </w:rPr>
        <w:t>Testhandbuch</w:t>
      </w:r>
      <w:r w:rsidRPr="00427C54">
        <w:rPr>
          <w:lang w:val="de-CH"/>
        </w:rPr>
        <w:t xml:space="preserve"> für Netzwerkpartner und zur technischen Anleitung fürs Onboarding und dokumentiert die Testaspekte für die Anbindung als Netzwerkpartner.</w:t>
      </w:r>
    </w:p>
    <w:p w14:paraId="1AF35B21" w14:textId="77777777" w:rsidR="000979D1" w:rsidRPr="00427C54" w:rsidRDefault="000979D1" w:rsidP="00A73F41">
      <w:pPr>
        <w:spacing w:before="120" w:line="260" w:lineRule="atLeast"/>
        <w:ind w:left="0"/>
        <w:jc w:val="both"/>
        <w:rPr>
          <w:rFonts w:cs="Noto Sans"/>
          <w:color w:val="auto"/>
          <w:lang w:val="de-CH"/>
        </w:rPr>
      </w:pPr>
    </w:p>
    <w:p w14:paraId="1AF35B22" w14:textId="77777777" w:rsidR="004C2BA7" w:rsidRPr="00427C54" w:rsidRDefault="004C2BA7" w:rsidP="00BD67C7">
      <w:pPr>
        <w:pStyle w:val="berschrift0ohneEinzug"/>
      </w:pPr>
      <w:bookmarkStart w:id="13" w:name="_Toc168578804"/>
      <w:r w:rsidRPr="00427C54">
        <w:lastRenderedPageBreak/>
        <w:t>Inhaltsverzeichnis</w:t>
      </w:r>
      <w:bookmarkEnd w:id="13"/>
    </w:p>
    <w:p w14:paraId="277C02A8" w14:textId="7E38A3B2" w:rsidR="006F271C" w:rsidRDefault="002E4646">
      <w:pPr>
        <w:pStyle w:val="TOC1"/>
        <w:rPr>
          <w:rFonts w:asciiTheme="minorHAnsi" w:eastAsiaTheme="minorEastAsia" w:hAnsiTheme="minorHAnsi" w:cstheme="minorBidi"/>
          <w:b w:val="0"/>
          <w:noProof/>
          <w:color w:val="auto"/>
          <w:kern w:val="2"/>
          <w:sz w:val="22"/>
          <w:szCs w:val="22"/>
          <w:lang w:val="de-CH" w:eastAsia="ja-JP"/>
          <w14:ligatures w14:val="standardContextual"/>
        </w:rPr>
      </w:pPr>
      <w:r w:rsidRPr="00427C54">
        <w:rPr>
          <w:rFonts w:cs="Noto Sans"/>
          <w:color w:val="000000" w:themeColor="text1"/>
          <w:lang w:val="de-CH"/>
        </w:rPr>
        <w:fldChar w:fldCharType="begin"/>
      </w:r>
      <w:r w:rsidRPr="00427C54">
        <w:rPr>
          <w:rFonts w:cs="Noto Sans"/>
          <w:color w:val="000000" w:themeColor="text1"/>
          <w:lang w:val="de-CH"/>
        </w:rPr>
        <w:instrText xml:space="preserve"> TOC \o "1-3" \h \z \u </w:instrText>
      </w:r>
      <w:r w:rsidRPr="00427C54">
        <w:rPr>
          <w:rFonts w:cs="Noto Sans"/>
          <w:color w:val="000000" w:themeColor="text1"/>
          <w:lang w:val="de-CH"/>
        </w:rPr>
        <w:fldChar w:fldCharType="separate"/>
      </w:r>
      <w:hyperlink w:anchor="_Toc168578802" w:history="1">
        <w:r w:rsidR="006F271C" w:rsidRPr="00AF6386">
          <w:rPr>
            <w:rStyle w:val="Hyperlink"/>
            <w:noProof/>
          </w:rPr>
          <w:t>Revisionsnachweis</w:t>
        </w:r>
        <w:r w:rsidR="006F271C">
          <w:rPr>
            <w:noProof/>
            <w:webHidden/>
          </w:rPr>
          <w:tab/>
        </w:r>
        <w:r w:rsidR="006F271C">
          <w:rPr>
            <w:noProof/>
            <w:webHidden/>
          </w:rPr>
          <w:fldChar w:fldCharType="begin"/>
        </w:r>
        <w:r w:rsidR="006F271C">
          <w:rPr>
            <w:noProof/>
            <w:webHidden/>
          </w:rPr>
          <w:instrText xml:space="preserve"> PAGEREF _Toc168578802 \h </w:instrText>
        </w:r>
        <w:r w:rsidR="006F271C">
          <w:rPr>
            <w:noProof/>
            <w:webHidden/>
          </w:rPr>
        </w:r>
        <w:r w:rsidR="006F271C">
          <w:rPr>
            <w:noProof/>
            <w:webHidden/>
          </w:rPr>
          <w:fldChar w:fldCharType="separate"/>
        </w:r>
        <w:r w:rsidR="006F271C">
          <w:rPr>
            <w:noProof/>
            <w:webHidden/>
          </w:rPr>
          <w:t>2</w:t>
        </w:r>
        <w:r w:rsidR="006F271C">
          <w:rPr>
            <w:noProof/>
            <w:webHidden/>
          </w:rPr>
          <w:fldChar w:fldCharType="end"/>
        </w:r>
      </w:hyperlink>
    </w:p>
    <w:p w14:paraId="5B7EA632" w14:textId="3454F337" w:rsidR="006F271C" w:rsidRDefault="006F271C">
      <w:pPr>
        <w:pStyle w:val="TOC1"/>
        <w:rPr>
          <w:rFonts w:asciiTheme="minorHAnsi" w:eastAsiaTheme="minorEastAsia" w:hAnsiTheme="minorHAnsi" w:cstheme="minorBidi"/>
          <w:b w:val="0"/>
          <w:noProof/>
          <w:color w:val="auto"/>
          <w:kern w:val="2"/>
          <w:sz w:val="22"/>
          <w:szCs w:val="22"/>
          <w:lang w:val="de-CH" w:eastAsia="ja-JP"/>
          <w14:ligatures w14:val="standardContextual"/>
        </w:rPr>
      </w:pPr>
      <w:hyperlink w:anchor="_Toc168578803" w:history="1">
        <w:r w:rsidRPr="00AF6386">
          <w:rPr>
            <w:rStyle w:val="Hyperlink"/>
            <w:noProof/>
          </w:rPr>
          <w:t>Allgemeine Hinweise</w:t>
        </w:r>
        <w:r>
          <w:rPr>
            <w:noProof/>
            <w:webHidden/>
          </w:rPr>
          <w:tab/>
        </w:r>
        <w:r>
          <w:rPr>
            <w:noProof/>
            <w:webHidden/>
          </w:rPr>
          <w:fldChar w:fldCharType="begin"/>
        </w:r>
        <w:r>
          <w:rPr>
            <w:noProof/>
            <w:webHidden/>
          </w:rPr>
          <w:instrText xml:space="preserve"> PAGEREF _Toc168578803 \h </w:instrText>
        </w:r>
        <w:r>
          <w:rPr>
            <w:noProof/>
            <w:webHidden/>
          </w:rPr>
        </w:r>
        <w:r>
          <w:rPr>
            <w:noProof/>
            <w:webHidden/>
          </w:rPr>
          <w:fldChar w:fldCharType="separate"/>
        </w:r>
        <w:r>
          <w:rPr>
            <w:noProof/>
            <w:webHidden/>
          </w:rPr>
          <w:t>3</w:t>
        </w:r>
        <w:r>
          <w:rPr>
            <w:noProof/>
            <w:webHidden/>
          </w:rPr>
          <w:fldChar w:fldCharType="end"/>
        </w:r>
      </w:hyperlink>
    </w:p>
    <w:p w14:paraId="24BAAABA" w14:textId="0B336939" w:rsidR="006F271C" w:rsidRDefault="006F271C">
      <w:pPr>
        <w:pStyle w:val="TOC1"/>
        <w:rPr>
          <w:rFonts w:asciiTheme="minorHAnsi" w:eastAsiaTheme="minorEastAsia" w:hAnsiTheme="minorHAnsi" w:cstheme="minorBidi"/>
          <w:b w:val="0"/>
          <w:noProof/>
          <w:color w:val="auto"/>
          <w:kern w:val="2"/>
          <w:sz w:val="22"/>
          <w:szCs w:val="22"/>
          <w:lang w:val="de-CH" w:eastAsia="ja-JP"/>
          <w14:ligatures w14:val="standardContextual"/>
        </w:rPr>
      </w:pPr>
      <w:hyperlink w:anchor="_Toc168578804" w:history="1">
        <w:r w:rsidRPr="00AF6386">
          <w:rPr>
            <w:rStyle w:val="Hyperlink"/>
            <w:noProof/>
          </w:rPr>
          <w:t>Inhaltsverzeichnis</w:t>
        </w:r>
        <w:r>
          <w:rPr>
            <w:noProof/>
            <w:webHidden/>
          </w:rPr>
          <w:tab/>
        </w:r>
        <w:r>
          <w:rPr>
            <w:noProof/>
            <w:webHidden/>
          </w:rPr>
          <w:fldChar w:fldCharType="begin"/>
        </w:r>
        <w:r>
          <w:rPr>
            <w:noProof/>
            <w:webHidden/>
          </w:rPr>
          <w:instrText xml:space="preserve"> PAGEREF _Toc168578804 \h </w:instrText>
        </w:r>
        <w:r>
          <w:rPr>
            <w:noProof/>
            <w:webHidden/>
          </w:rPr>
        </w:r>
        <w:r>
          <w:rPr>
            <w:noProof/>
            <w:webHidden/>
          </w:rPr>
          <w:fldChar w:fldCharType="separate"/>
        </w:r>
        <w:r>
          <w:rPr>
            <w:noProof/>
            <w:webHidden/>
          </w:rPr>
          <w:t>4</w:t>
        </w:r>
        <w:r>
          <w:rPr>
            <w:noProof/>
            <w:webHidden/>
          </w:rPr>
          <w:fldChar w:fldCharType="end"/>
        </w:r>
      </w:hyperlink>
    </w:p>
    <w:p w14:paraId="28345DE4" w14:textId="79BE7012" w:rsidR="006F271C" w:rsidRDefault="006F271C">
      <w:pPr>
        <w:pStyle w:val="TOC1"/>
        <w:rPr>
          <w:rFonts w:asciiTheme="minorHAnsi" w:eastAsiaTheme="minorEastAsia" w:hAnsiTheme="minorHAnsi" w:cstheme="minorBidi"/>
          <w:b w:val="0"/>
          <w:noProof/>
          <w:color w:val="auto"/>
          <w:kern w:val="2"/>
          <w:sz w:val="22"/>
          <w:szCs w:val="22"/>
          <w:lang w:val="de-CH" w:eastAsia="ja-JP"/>
          <w14:ligatures w14:val="standardContextual"/>
        </w:rPr>
      </w:pPr>
      <w:hyperlink w:anchor="_Toc168578805" w:history="1">
        <w:r w:rsidRPr="00AF6386">
          <w:rPr>
            <w:rStyle w:val="Hyperlink"/>
            <w:noProof/>
          </w:rPr>
          <w:t>1</w:t>
        </w:r>
        <w:r>
          <w:rPr>
            <w:rFonts w:asciiTheme="minorHAnsi" w:eastAsiaTheme="minorEastAsia" w:hAnsiTheme="minorHAnsi" w:cstheme="minorBidi"/>
            <w:b w:val="0"/>
            <w:noProof/>
            <w:color w:val="auto"/>
            <w:kern w:val="2"/>
            <w:sz w:val="22"/>
            <w:szCs w:val="22"/>
            <w:lang w:val="de-CH" w:eastAsia="ja-JP"/>
            <w14:ligatures w14:val="standardContextual"/>
          </w:rPr>
          <w:tab/>
        </w:r>
        <w:r w:rsidRPr="00AF6386">
          <w:rPr>
            <w:rStyle w:val="Hyperlink"/>
            <w:noProof/>
          </w:rPr>
          <w:t>Abnahmeprotokoll Übersicht</w:t>
        </w:r>
        <w:r>
          <w:rPr>
            <w:noProof/>
            <w:webHidden/>
          </w:rPr>
          <w:tab/>
        </w:r>
        <w:r>
          <w:rPr>
            <w:noProof/>
            <w:webHidden/>
          </w:rPr>
          <w:fldChar w:fldCharType="begin"/>
        </w:r>
        <w:r>
          <w:rPr>
            <w:noProof/>
            <w:webHidden/>
          </w:rPr>
          <w:instrText xml:space="preserve"> PAGEREF _Toc168578805 \h </w:instrText>
        </w:r>
        <w:r>
          <w:rPr>
            <w:noProof/>
            <w:webHidden/>
          </w:rPr>
        </w:r>
        <w:r>
          <w:rPr>
            <w:noProof/>
            <w:webHidden/>
          </w:rPr>
          <w:fldChar w:fldCharType="separate"/>
        </w:r>
        <w:r>
          <w:rPr>
            <w:noProof/>
            <w:webHidden/>
          </w:rPr>
          <w:t>5</w:t>
        </w:r>
        <w:r>
          <w:rPr>
            <w:noProof/>
            <w:webHidden/>
          </w:rPr>
          <w:fldChar w:fldCharType="end"/>
        </w:r>
      </w:hyperlink>
    </w:p>
    <w:p w14:paraId="7C02AFC4" w14:textId="3697AE5A" w:rsidR="006F271C" w:rsidRDefault="006F271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06" w:history="1">
        <w:r w:rsidRPr="00AF6386">
          <w:rPr>
            <w:rStyle w:val="Hyperlink"/>
            <w:rFonts w:cs="Noto Sans"/>
            <w:noProof/>
          </w:rPr>
          <w:t>1.1</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Generelle Informationen zur Freigabe und Abnahme</w:t>
        </w:r>
        <w:r>
          <w:rPr>
            <w:noProof/>
            <w:webHidden/>
          </w:rPr>
          <w:tab/>
        </w:r>
        <w:r>
          <w:rPr>
            <w:noProof/>
            <w:webHidden/>
          </w:rPr>
          <w:fldChar w:fldCharType="begin"/>
        </w:r>
        <w:r>
          <w:rPr>
            <w:noProof/>
            <w:webHidden/>
          </w:rPr>
          <w:instrText xml:space="preserve"> PAGEREF _Toc168578806 \h </w:instrText>
        </w:r>
        <w:r>
          <w:rPr>
            <w:noProof/>
            <w:webHidden/>
          </w:rPr>
        </w:r>
        <w:r>
          <w:rPr>
            <w:noProof/>
            <w:webHidden/>
          </w:rPr>
          <w:fldChar w:fldCharType="separate"/>
        </w:r>
        <w:r>
          <w:rPr>
            <w:noProof/>
            <w:webHidden/>
          </w:rPr>
          <w:t>5</w:t>
        </w:r>
        <w:r>
          <w:rPr>
            <w:noProof/>
            <w:webHidden/>
          </w:rPr>
          <w:fldChar w:fldCharType="end"/>
        </w:r>
      </w:hyperlink>
    </w:p>
    <w:p w14:paraId="0E1DFE66" w14:textId="7C6196E2" w:rsidR="006F271C" w:rsidRDefault="006F271C">
      <w:pPr>
        <w:pStyle w:val="TOC1"/>
        <w:rPr>
          <w:rFonts w:asciiTheme="minorHAnsi" w:eastAsiaTheme="minorEastAsia" w:hAnsiTheme="minorHAnsi" w:cstheme="minorBidi"/>
          <w:b w:val="0"/>
          <w:noProof/>
          <w:color w:val="auto"/>
          <w:kern w:val="2"/>
          <w:sz w:val="22"/>
          <w:szCs w:val="22"/>
          <w:lang w:val="de-CH" w:eastAsia="ja-JP"/>
          <w14:ligatures w14:val="standardContextual"/>
        </w:rPr>
      </w:pPr>
      <w:hyperlink w:anchor="_Toc168578807" w:history="1">
        <w:r w:rsidRPr="00AF6386">
          <w:rPr>
            <w:rStyle w:val="Hyperlink"/>
            <w:noProof/>
          </w:rPr>
          <w:t>2</w:t>
        </w:r>
        <w:r>
          <w:rPr>
            <w:rFonts w:asciiTheme="minorHAnsi" w:eastAsiaTheme="minorEastAsia" w:hAnsiTheme="minorHAnsi" w:cstheme="minorBidi"/>
            <w:b w:val="0"/>
            <w:noProof/>
            <w:color w:val="auto"/>
            <w:kern w:val="2"/>
            <w:sz w:val="22"/>
            <w:szCs w:val="22"/>
            <w:lang w:val="de-CH" w:eastAsia="ja-JP"/>
            <w14:ligatures w14:val="standardContextual"/>
          </w:rPr>
          <w:tab/>
        </w:r>
        <w:r w:rsidRPr="00AF6386">
          <w:rPr>
            <w:rStyle w:val="Hyperlink"/>
            <w:noProof/>
          </w:rPr>
          <w:t>Testfälle Netzwerkpartner Funktionen</w:t>
        </w:r>
        <w:r>
          <w:rPr>
            <w:noProof/>
            <w:webHidden/>
          </w:rPr>
          <w:tab/>
        </w:r>
        <w:r>
          <w:rPr>
            <w:noProof/>
            <w:webHidden/>
          </w:rPr>
          <w:fldChar w:fldCharType="begin"/>
        </w:r>
        <w:r>
          <w:rPr>
            <w:noProof/>
            <w:webHidden/>
          </w:rPr>
          <w:instrText xml:space="preserve"> PAGEREF _Toc168578807 \h </w:instrText>
        </w:r>
        <w:r>
          <w:rPr>
            <w:noProof/>
            <w:webHidden/>
          </w:rPr>
        </w:r>
        <w:r>
          <w:rPr>
            <w:noProof/>
            <w:webHidden/>
          </w:rPr>
          <w:fldChar w:fldCharType="separate"/>
        </w:r>
        <w:r>
          <w:rPr>
            <w:noProof/>
            <w:webHidden/>
          </w:rPr>
          <w:t>6</w:t>
        </w:r>
        <w:r>
          <w:rPr>
            <w:noProof/>
            <w:webHidden/>
          </w:rPr>
          <w:fldChar w:fldCharType="end"/>
        </w:r>
      </w:hyperlink>
    </w:p>
    <w:p w14:paraId="2FB53CD6" w14:textId="32687F10" w:rsidR="006F271C" w:rsidRDefault="006F271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08" w:history="1">
        <w:r w:rsidRPr="00AF6386">
          <w:rPr>
            <w:rStyle w:val="Hyperlink"/>
            <w:rFonts w:cs="Noto Sans"/>
            <w:noProof/>
          </w:rPr>
          <w:t>2.1</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Systemstatus abfragen</w:t>
        </w:r>
        <w:r>
          <w:rPr>
            <w:noProof/>
            <w:webHidden/>
          </w:rPr>
          <w:tab/>
        </w:r>
        <w:r>
          <w:rPr>
            <w:noProof/>
            <w:webHidden/>
          </w:rPr>
          <w:fldChar w:fldCharType="begin"/>
        </w:r>
        <w:r>
          <w:rPr>
            <w:noProof/>
            <w:webHidden/>
          </w:rPr>
          <w:instrText xml:space="preserve"> PAGEREF _Toc168578808 \h </w:instrText>
        </w:r>
        <w:r>
          <w:rPr>
            <w:noProof/>
            <w:webHidden/>
          </w:rPr>
        </w:r>
        <w:r>
          <w:rPr>
            <w:noProof/>
            <w:webHidden/>
          </w:rPr>
          <w:fldChar w:fldCharType="separate"/>
        </w:r>
        <w:r>
          <w:rPr>
            <w:noProof/>
            <w:webHidden/>
          </w:rPr>
          <w:t>6</w:t>
        </w:r>
        <w:r>
          <w:rPr>
            <w:noProof/>
            <w:webHidden/>
          </w:rPr>
          <w:fldChar w:fldCharType="end"/>
        </w:r>
      </w:hyperlink>
    </w:p>
    <w:p w14:paraId="56EBB6E8" w14:textId="61822EB7" w:rsidR="006F271C" w:rsidRDefault="006F271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09" w:history="1">
        <w:r w:rsidRPr="00AF6386">
          <w:rPr>
            <w:rStyle w:val="Hyperlink"/>
            <w:rFonts w:cs="Noto Sans"/>
            <w:noProof/>
          </w:rPr>
          <w:t>2.2</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Branchen abfragen</w:t>
        </w:r>
        <w:r>
          <w:rPr>
            <w:noProof/>
            <w:webHidden/>
          </w:rPr>
          <w:tab/>
        </w:r>
        <w:r>
          <w:rPr>
            <w:noProof/>
            <w:webHidden/>
          </w:rPr>
          <w:fldChar w:fldCharType="begin"/>
        </w:r>
        <w:r>
          <w:rPr>
            <w:noProof/>
            <w:webHidden/>
          </w:rPr>
          <w:instrText xml:space="preserve"> PAGEREF _Toc168578809 \h </w:instrText>
        </w:r>
        <w:r>
          <w:rPr>
            <w:noProof/>
            <w:webHidden/>
          </w:rPr>
        </w:r>
        <w:r>
          <w:rPr>
            <w:noProof/>
            <w:webHidden/>
          </w:rPr>
          <w:fldChar w:fldCharType="separate"/>
        </w:r>
        <w:r>
          <w:rPr>
            <w:noProof/>
            <w:webHidden/>
          </w:rPr>
          <w:t>7</w:t>
        </w:r>
        <w:r>
          <w:rPr>
            <w:noProof/>
            <w:webHidden/>
          </w:rPr>
          <w:fldChar w:fldCharType="end"/>
        </w:r>
      </w:hyperlink>
    </w:p>
    <w:p w14:paraId="2BD4C1F7" w14:textId="2BAB7ED1" w:rsidR="006F271C" w:rsidRDefault="006F271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10" w:history="1">
        <w:r w:rsidRPr="00AF6386">
          <w:rPr>
            <w:rStyle w:val="Hyperlink"/>
            <w:rFonts w:cs="Noto Sans"/>
            <w:noProof/>
          </w:rPr>
          <w:t>2.3</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Rechnungssteller suchen/abfragen</w:t>
        </w:r>
        <w:r>
          <w:rPr>
            <w:noProof/>
            <w:webHidden/>
          </w:rPr>
          <w:tab/>
        </w:r>
        <w:r>
          <w:rPr>
            <w:noProof/>
            <w:webHidden/>
          </w:rPr>
          <w:fldChar w:fldCharType="begin"/>
        </w:r>
        <w:r>
          <w:rPr>
            <w:noProof/>
            <w:webHidden/>
          </w:rPr>
          <w:instrText xml:space="preserve"> PAGEREF _Toc168578810 \h </w:instrText>
        </w:r>
        <w:r>
          <w:rPr>
            <w:noProof/>
            <w:webHidden/>
          </w:rPr>
        </w:r>
        <w:r>
          <w:rPr>
            <w:noProof/>
            <w:webHidden/>
          </w:rPr>
          <w:fldChar w:fldCharType="separate"/>
        </w:r>
        <w:r>
          <w:rPr>
            <w:noProof/>
            <w:webHidden/>
          </w:rPr>
          <w:t>8</w:t>
        </w:r>
        <w:r>
          <w:rPr>
            <w:noProof/>
            <w:webHidden/>
          </w:rPr>
          <w:fldChar w:fldCharType="end"/>
        </w:r>
      </w:hyperlink>
    </w:p>
    <w:p w14:paraId="1C21F8D9" w14:textId="79F01898" w:rsidR="006F271C" w:rsidRDefault="006F271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11" w:history="1">
        <w:r w:rsidRPr="00AF6386">
          <w:rPr>
            <w:rStyle w:val="Hyperlink"/>
            <w:rFonts w:cs="Noto Sans"/>
            <w:noProof/>
          </w:rPr>
          <w:t>2.4</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Rechnungssteller registrieren (*)</w:t>
        </w:r>
        <w:r>
          <w:rPr>
            <w:noProof/>
            <w:webHidden/>
          </w:rPr>
          <w:tab/>
        </w:r>
        <w:r>
          <w:rPr>
            <w:noProof/>
            <w:webHidden/>
          </w:rPr>
          <w:fldChar w:fldCharType="begin"/>
        </w:r>
        <w:r>
          <w:rPr>
            <w:noProof/>
            <w:webHidden/>
          </w:rPr>
          <w:instrText xml:space="preserve"> PAGEREF _Toc168578811 \h </w:instrText>
        </w:r>
        <w:r>
          <w:rPr>
            <w:noProof/>
            <w:webHidden/>
          </w:rPr>
        </w:r>
        <w:r>
          <w:rPr>
            <w:noProof/>
            <w:webHidden/>
          </w:rPr>
          <w:fldChar w:fldCharType="separate"/>
        </w:r>
        <w:r>
          <w:rPr>
            <w:noProof/>
            <w:webHidden/>
          </w:rPr>
          <w:t>9</w:t>
        </w:r>
        <w:r>
          <w:rPr>
            <w:noProof/>
            <w:webHidden/>
          </w:rPr>
          <w:fldChar w:fldCharType="end"/>
        </w:r>
      </w:hyperlink>
    </w:p>
    <w:p w14:paraId="5E5467AF" w14:textId="2F47507B" w:rsidR="006F271C" w:rsidRDefault="006F271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12" w:history="1">
        <w:r w:rsidRPr="00AF6386">
          <w:rPr>
            <w:rStyle w:val="Hyperlink"/>
            <w:rFonts w:cs="Noto Sans"/>
            <w:noProof/>
          </w:rPr>
          <w:t>2.5</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Rechnungssteller-Daten ändern (*)</w:t>
        </w:r>
        <w:r>
          <w:rPr>
            <w:noProof/>
            <w:webHidden/>
          </w:rPr>
          <w:tab/>
        </w:r>
        <w:r>
          <w:rPr>
            <w:noProof/>
            <w:webHidden/>
          </w:rPr>
          <w:fldChar w:fldCharType="begin"/>
        </w:r>
        <w:r>
          <w:rPr>
            <w:noProof/>
            <w:webHidden/>
          </w:rPr>
          <w:instrText xml:space="preserve"> PAGEREF _Toc168578812 \h </w:instrText>
        </w:r>
        <w:r>
          <w:rPr>
            <w:noProof/>
            <w:webHidden/>
          </w:rPr>
        </w:r>
        <w:r>
          <w:rPr>
            <w:noProof/>
            <w:webHidden/>
          </w:rPr>
          <w:fldChar w:fldCharType="separate"/>
        </w:r>
        <w:r>
          <w:rPr>
            <w:noProof/>
            <w:webHidden/>
          </w:rPr>
          <w:t>10</w:t>
        </w:r>
        <w:r>
          <w:rPr>
            <w:noProof/>
            <w:webHidden/>
          </w:rPr>
          <w:fldChar w:fldCharType="end"/>
        </w:r>
      </w:hyperlink>
    </w:p>
    <w:p w14:paraId="671A9005" w14:textId="0788AABB" w:rsidR="006F271C" w:rsidRDefault="006F271C">
      <w:pPr>
        <w:pStyle w:val="TOC3"/>
        <w:rPr>
          <w:rFonts w:asciiTheme="minorHAnsi" w:eastAsiaTheme="minorEastAsia" w:hAnsiTheme="minorHAnsi" w:cstheme="minorBidi"/>
          <w:noProof/>
          <w:color w:val="auto"/>
          <w:kern w:val="2"/>
          <w:sz w:val="22"/>
          <w:szCs w:val="22"/>
          <w:lang w:val="de-CH" w:eastAsia="ja-JP"/>
          <w14:ligatures w14:val="standardContextual"/>
        </w:rPr>
      </w:pPr>
      <w:hyperlink w:anchor="_Toc168578813" w:history="1">
        <w:r w:rsidRPr="00AF6386">
          <w:rPr>
            <w:rStyle w:val="Hyperlink"/>
            <w:noProof/>
          </w:rPr>
          <w:t>2.5.1</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Rechnungssteller-Daten Logo ändern (*)</w:t>
        </w:r>
        <w:r>
          <w:rPr>
            <w:noProof/>
            <w:webHidden/>
          </w:rPr>
          <w:tab/>
        </w:r>
        <w:r>
          <w:rPr>
            <w:noProof/>
            <w:webHidden/>
          </w:rPr>
          <w:fldChar w:fldCharType="begin"/>
        </w:r>
        <w:r>
          <w:rPr>
            <w:noProof/>
            <w:webHidden/>
          </w:rPr>
          <w:instrText xml:space="preserve"> PAGEREF _Toc168578813 \h </w:instrText>
        </w:r>
        <w:r>
          <w:rPr>
            <w:noProof/>
            <w:webHidden/>
          </w:rPr>
        </w:r>
        <w:r>
          <w:rPr>
            <w:noProof/>
            <w:webHidden/>
          </w:rPr>
          <w:fldChar w:fldCharType="separate"/>
        </w:r>
        <w:r>
          <w:rPr>
            <w:noProof/>
            <w:webHidden/>
          </w:rPr>
          <w:t>12</w:t>
        </w:r>
        <w:r>
          <w:rPr>
            <w:noProof/>
            <w:webHidden/>
          </w:rPr>
          <w:fldChar w:fldCharType="end"/>
        </w:r>
      </w:hyperlink>
    </w:p>
    <w:p w14:paraId="0113FBCB" w14:textId="16D5638D" w:rsidR="006F271C" w:rsidRDefault="006F271C">
      <w:pPr>
        <w:pStyle w:val="TOC3"/>
        <w:rPr>
          <w:rFonts w:asciiTheme="minorHAnsi" w:eastAsiaTheme="minorEastAsia" w:hAnsiTheme="minorHAnsi" w:cstheme="minorBidi"/>
          <w:noProof/>
          <w:color w:val="auto"/>
          <w:kern w:val="2"/>
          <w:sz w:val="22"/>
          <w:szCs w:val="22"/>
          <w:lang w:val="de-CH" w:eastAsia="ja-JP"/>
          <w14:ligatures w14:val="standardContextual"/>
        </w:rPr>
      </w:pPr>
      <w:hyperlink w:anchor="_Toc168578814" w:history="1">
        <w:r w:rsidRPr="00AF6386">
          <w:rPr>
            <w:rStyle w:val="Hyperlink"/>
            <w:noProof/>
          </w:rPr>
          <w:t>2.5.2</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ZEWO Zertifizierung für NPOs (Non Profit Organisationen)</w:t>
        </w:r>
        <w:r>
          <w:rPr>
            <w:noProof/>
            <w:webHidden/>
          </w:rPr>
          <w:tab/>
        </w:r>
        <w:r>
          <w:rPr>
            <w:noProof/>
            <w:webHidden/>
          </w:rPr>
          <w:fldChar w:fldCharType="begin"/>
        </w:r>
        <w:r>
          <w:rPr>
            <w:noProof/>
            <w:webHidden/>
          </w:rPr>
          <w:instrText xml:space="preserve"> PAGEREF _Toc168578814 \h </w:instrText>
        </w:r>
        <w:r>
          <w:rPr>
            <w:noProof/>
            <w:webHidden/>
          </w:rPr>
        </w:r>
        <w:r>
          <w:rPr>
            <w:noProof/>
            <w:webHidden/>
          </w:rPr>
          <w:fldChar w:fldCharType="separate"/>
        </w:r>
        <w:r>
          <w:rPr>
            <w:noProof/>
            <w:webHidden/>
          </w:rPr>
          <w:t>13</w:t>
        </w:r>
        <w:r>
          <w:rPr>
            <w:noProof/>
            <w:webHidden/>
          </w:rPr>
          <w:fldChar w:fldCharType="end"/>
        </w:r>
      </w:hyperlink>
    </w:p>
    <w:p w14:paraId="76AF4467" w14:textId="124A6B8C" w:rsidR="006F271C" w:rsidRDefault="006F271C">
      <w:pPr>
        <w:pStyle w:val="TOC3"/>
        <w:rPr>
          <w:rFonts w:asciiTheme="minorHAnsi" w:eastAsiaTheme="minorEastAsia" w:hAnsiTheme="minorHAnsi" w:cstheme="minorBidi"/>
          <w:noProof/>
          <w:color w:val="auto"/>
          <w:kern w:val="2"/>
          <w:sz w:val="22"/>
          <w:szCs w:val="22"/>
          <w:lang w:val="de-CH" w:eastAsia="ja-JP"/>
          <w14:ligatures w14:val="standardContextual"/>
        </w:rPr>
      </w:pPr>
      <w:hyperlink w:anchor="_Toc168578815" w:history="1">
        <w:r w:rsidRPr="00AF6386">
          <w:rPr>
            <w:rStyle w:val="Hyperlink"/>
            <w:noProof/>
          </w:rPr>
          <w:t>2.5.3</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Rechnungssteller deregistrieren (*)</w:t>
        </w:r>
        <w:r>
          <w:rPr>
            <w:noProof/>
            <w:webHidden/>
          </w:rPr>
          <w:tab/>
        </w:r>
        <w:r>
          <w:rPr>
            <w:noProof/>
            <w:webHidden/>
          </w:rPr>
          <w:fldChar w:fldCharType="begin"/>
        </w:r>
        <w:r>
          <w:rPr>
            <w:noProof/>
            <w:webHidden/>
          </w:rPr>
          <w:instrText xml:space="preserve"> PAGEREF _Toc168578815 \h </w:instrText>
        </w:r>
        <w:r>
          <w:rPr>
            <w:noProof/>
            <w:webHidden/>
          </w:rPr>
        </w:r>
        <w:r>
          <w:rPr>
            <w:noProof/>
            <w:webHidden/>
          </w:rPr>
          <w:fldChar w:fldCharType="separate"/>
        </w:r>
        <w:r>
          <w:rPr>
            <w:noProof/>
            <w:webHidden/>
          </w:rPr>
          <w:t>14</w:t>
        </w:r>
        <w:r>
          <w:rPr>
            <w:noProof/>
            <w:webHidden/>
          </w:rPr>
          <w:fldChar w:fldCharType="end"/>
        </w:r>
      </w:hyperlink>
    </w:p>
    <w:p w14:paraId="3CE02352" w14:textId="3F94CEFC" w:rsidR="006F271C" w:rsidRDefault="006F271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16" w:history="1">
        <w:r w:rsidRPr="00AF6386">
          <w:rPr>
            <w:rStyle w:val="Hyperlink"/>
            <w:rFonts w:cs="Noto Sans"/>
            <w:noProof/>
          </w:rPr>
          <w:t>2.6</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Rechnungsempfänger abfragen (*)</w:t>
        </w:r>
        <w:r>
          <w:rPr>
            <w:noProof/>
            <w:webHidden/>
          </w:rPr>
          <w:tab/>
        </w:r>
        <w:r>
          <w:rPr>
            <w:noProof/>
            <w:webHidden/>
          </w:rPr>
          <w:fldChar w:fldCharType="begin"/>
        </w:r>
        <w:r>
          <w:rPr>
            <w:noProof/>
            <w:webHidden/>
          </w:rPr>
          <w:instrText xml:space="preserve"> PAGEREF _Toc168578816 \h </w:instrText>
        </w:r>
        <w:r>
          <w:rPr>
            <w:noProof/>
            <w:webHidden/>
          </w:rPr>
        </w:r>
        <w:r>
          <w:rPr>
            <w:noProof/>
            <w:webHidden/>
          </w:rPr>
          <w:fldChar w:fldCharType="separate"/>
        </w:r>
        <w:r>
          <w:rPr>
            <w:noProof/>
            <w:webHidden/>
          </w:rPr>
          <w:t>15</w:t>
        </w:r>
        <w:r>
          <w:rPr>
            <w:noProof/>
            <w:webHidden/>
          </w:rPr>
          <w:fldChar w:fldCharType="end"/>
        </w:r>
      </w:hyperlink>
    </w:p>
    <w:p w14:paraId="7DB7E890" w14:textId="5D1D8971" w:rsidR="006F271C" w:rsidRDefault="006F271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17" w:history="1">
        <w:r w:rsidRPr="00AF6386">
          <w:rPr>
            <w:rStyle w:val="Hyperlink"/>
            <w:rFonts w:cs="Noto Sans"/>
            <w:noProof/>
          </w:rPr>
          <w:t>2.7</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Geschäftsfall einliefern (*)</w:t>
        </w:r>
        <w:r>
          <w:rPr>
            <w:noProof/>
            <w:webHidden/>
          </w:rPr>
          <w:tab/>
        </w:r>
        <w:r>
          <w:rPr>
            <w:noProof/>
            <w:webHidden/>
          </w:rPr>
          <w:fldChar w:fldCharType="begin"/>
        </w:r>
        <w:r>
          <w:rPr>
            <w:noProof/>
            <w:webHidden/>
          </w:rPr>
          <w:instrText xml:space="preserve"> PAGEREF _Toc168578817 \h </w:instrText>
        </w:r>
        <w:r>
          <w:rPr>
            <w:noProof/>
            <w:webHidden/>
          </w:rPr>
        </w:r>
        <w:r>
          <w:rPr>
            <w:noProof/>
            <w:webHidden/>
          </w:rPr>
          <w:fldChar w:fldCharType="separate"/>
        </w:r>
        <w:r>
          <w:rPr>
            <w:noProof/>
            <w:webHidden/>
          </w:rPr>
          <w:t>17</w:t>
        </w:r>
        <w:r>
          <w:rPr>
            <w:noProof/>
            <w:webHidden/>
          </w:rPr>
          <w:fldChar w:fldCharType="end"/>
        </w:r>
      </w:hyperlink>
    </w:p>
    <w:p w14:paraId="1361CC1C" w14:textId="56C0A5F4" w:rsidR="006F271C" w:rsidRDefault="006F271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18" w:history="1">
        <w:r w:rsidRPr="00AF6386">
          <w:rPr>
            <w:rStyle w:val="Hyperlink"/>
            <w:rFonts w:cs="Noto Sans"/>
            <w:noProof/>
          </w:rPr>
          <w:t>2.8</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Geschäftsfalldaten abfragen</w:t>
        </w:r>
        <w:r>
          <w:rPr>
            <w:noProof/>
            <w:webHidden/>
          </w:rPr>
          <w:tab/>
        </w:r>
        <w:r>
          <w:rPr>
            <w:noProof/>
            <w:webHidden/>
          </w:rPr>
          <w:fldChar w:fldCharType="begin"/>
        </w:r>
        <w:r>
          <w:rPr>
            <w:noProof/>
            <w:webHidden/>
          </w:rPr>
          <w:instrText xml:space="preserve"> PAGEREF _Toc168578818 \h </w:instrText>
        </w:r>
        <w:r>
          <w:rPr>
            <w:noProof/>
            <w:webHidden/>
          </w:rPr>
        </w:r>
        <w:r>
          <w:rPr>
            <w:noProof/>
            <w:webHidden/>
          </w:rPr>
          <w:fldChar w:fldCharType="separate"/>
        </w:r>
        <w:r>
          <w:rPr>
            <w:noProof/>
            <w:webHidden/>
          </w:rPr>
          <w:t>19</w:t>
        </w:r>
        <w:r>
          <w:rPr>
            <w:noProof/>
            <w:webHidden/>
          </w:rPr>
          <w:fldChar w:fldCharType="end"/>
        </w:r>
      </w:hyperlink>
    </w:p>
    <w:p w14:paraId="29E001F3" w14:textId="56055C06" w:rsidR="006F271C" w:rsidRDefault="006F271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19" w:history="1">
        <w:r w:rsidRPr="00AF6386">
          <w:rPr>
            <w:rStyle w:val="Hyperlink"/>
            <w:rFonts w:cs="Noto Sans"/>
            <w:noProof/>
          </w:rPr>
          <w:t>2.9</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Verarbeitungsevents von Geschäftsfällen abfragen</w:t>
        </w:r>
        <w:r>
          <w:rPr>
            <w:noProof/>
            <w:webHidden/>
          </w:rPr>
          <w:tab/>
        </w:r>
        <w:r>
          <w:rPr>
            <w:noProof/>
            <w:webHidden/>
          </w:rPr>
          <w:fldChar w:fldCharType="begin"/>
        </w:r>
        <w:r>
          <w:rPr>
            <w:noProof/>
            <w:webHidden/>
          </w:rPr>
          <w:instrText xml:space="preserve"> PAGEREF _Toc168578819 \h </w:instrText>
        </w:r>
        <w:r>
          <w:rPr>
            <w:noProof/>
            <w:webHidden/>
          </w:rPr>
        </w:r>
        <w:r>
          <w:rPr>
            <w:noProof/>
            <w:webHidden/>
          </w:rPr>
          <w:fldChar w:fldCharType="separate"/>
        </w:r>
        <w:r>
          <w:rPr>
            <w:noProof/>
            <w:webHidden/>
          </w:rPr>
          <w:t>20</w:t>
        </w:r>
        <w:r>
          <w:rPr>
            <w:noProof/>
            <w:webHidden/>
          </w:rPr>
          <w:fldChar w:fldCharType="end"/>
        </w:r>
      </w:hyperlink>
    </w:p>
    <w:p w14:paraId="11B78E76" w14:textId="2B7A6AE2" w:rsidR="006F271C" w:rsidRDefault="006F271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20" w:history="1">
        <w:r w:rsidRPr="00AF6386">
          <w:rPr>
            <w:rStyle w:val="Hyperlink"/>
            <w:rFonts w:cs="Noto Sans"/>
            <w:noProof/>
          </w:rPr>
          <w:t>2.10</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An- und Abmelde Events abholen (*)</w:t>
        </w:r>
        <w:r>
          <w:rPr>
            <w:noProof/>
            <w:webHidden/>
          </w:rPr>
          <w:tab/>
        </w:r>
        <w:r>
          <w:rPr>
            <w:noProof/>
            <w:webHidden/>
          </w:rPr>
          <w:fldChar w:fldCharType="begin"/>
        </w:r>
        <w:r>
          <w:rPr>
            <w:noProof/>
            <w:webHidden/>
          </w:rPr>
          <w:instrText xml:space="preserve"> PAGEREF _Toc168578820 \h </w:instrText>
        </w:r>
        <w:r>
          <w:rPr>
            <w:noProof/>
            <w:webHidden/>
          </w:rPr>
        </w:r>
        <w:r>
          <w:rPr>
            <w:noProof/>
            <w:webHidden/>
          </w:rPr>
          <w:fldChar w:fldCharType="separate"/>
        </w:r>
        <w:r>
          <w:rPr>
            <w:noProof/>
            <w:webHidden/>
          </w:rPr>
          <w:t>21</w:t>
        </w:r>
        <w:r>
          <w:rPr>
            <w:noProof/>
            <w:webHidden/>
          </w:rPr>
          <w:fldChar w:fldCharType="end"/>
        </w:r>
      </w:hyperlink>
    </w:p>
    <w:p w14:paraId="49E10DC6" w14:textId="11C0246D" w:rsidR="006F271C" w:rsidRDefault="006F271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21" w:history="1">
        <w:r w:rsidRPr="00AF6386">
          <w:rPr>
            <w:rStyle w:val="Hyperlink"/>
            <w:rFonts w:cs="Noto Sans"/>
            <w:noProof/>
          </w:rPr>
          <w:t>2.11</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Geänderte E-Mail-Adressen abfragen</w:t>
        </w:r>
        <w:r>
          <w:rPr>
            <w:noProof/>
            <w:webHidden/>
          </w:rPr>
          <w:tab/>
        </w:r>
        <w:r>
          <w:rPr>
            <w:noProof/>
            <w:webHidden/>
          </w:rPr>
          <w:fldChar w:fldCharType="begin"/>
        </w:r>
        <w:r>
          <w:rPr>
            <w:noProof/>
            <w:webHidden/>
          </w:rPr>
          <w:instrText xml:space="preserve"> PAGEREF _Toc168578821 \h </w:instrText>
        </w:r>
        <w:r>
          <w:rPr>
            <w:noProof/>
            <w:webHidden/>
          </w:rPr>
        </w:r>
        <w:r>
          <w:rPr>
            <w:noProof/>
            <w:webHidden/>
          </w:rPr>
          <w:fldChar w:fldCharType="separate"/>
        </w:r>
        <w:r>
          <w:rPr>
            <w:noProof/>
            <w:webHidden/>
          </w:rPr>
          <w:t>22</w:t>
        </w:r>
        <w:r>
          <w:rPr>
            <w:noProof/>
            <w:webHidden/>
          </w:rPr>
          <w:fldChar w:fldCharType="end"/>
        </w:r>
      </w:hyperlink>
    </w:p>
    <w:p w14:paraId="59DA34A7" w14:textId="424A7A5D" w:rsidR="006F271C" w:rsidRDefault="006F271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22" w:history="1">
        <w:r w:rsidRPr="00AF6386">
          <w:rPr>
            <w:rStyle w:val="Hyperlink"/>
            <w:rFonts w:cs="Noto Sans"/>
            <w:noProof/>
          </w:rPr>
          <w:t>2.12</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Rechnungsempfänger über Rechnungssteller-Website anmelden</w:t>
        </w:r>
        <w:r>
          <w:rPr>
            <w:noProof/>
            <w:webHidden/>
          </w:rPr>
          <w:tab/>
        </w:r>
        <w:r>
          <w:rPr>
            <w:noProof/>
            <w:webHidden/>
          </w:rPr>
          <w:fldChar w:fldCharType="begin"/>
        </w:r>
        <w:r>
          <w:rPr>
            <w:noProof/>
            <w:webHidden/>
          </w:rPr>
          <w:instrText xml:space="preserve"> PAGEREF _Toc168578822 \h </w:instrText>
        </w:r>
        <w:r>
          <w:rPr>
            <w:noProof/>
            <w:webHidden/>
          </w:rPr>
        </w:r>
        <w:r>
          <w:rPr>
            <w:noProof/>
            <w:webHidden/>
          </w:rPr>
          <w:fldChar w:fldCharType="separate"/>
        </w:r>
        <w:r>
          <w:rPr>
            <w:noProof/>
            <w:webHidden/>
          </w:rPr>
          <w:t>23</w:t>
        </w:r>
        <w:r>
          <w:rPr>
            <w:noProof/>
            <w:webHidden/>
          </w:rPr>
          <w:fldChar w:fldCharType="end"/>
        </w:r>
      </w:hyperlink>
    </w:p>
    <w:p w14:paraId="2322CEB3" w14:textId="31667726" w:rsidR="006F271C" w:rsidRDefault="006F271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23" w:history="1">
        <w:r w:rsidRPr="00AF6386">
          <w:rPr>
            <w:rStyle w:val="Hyperlink"/>
            <w:rFonts w:cs="Noto Sans"/>
            <w:noProof/>
          </w:rPr>
          <w:t>2.13</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Prüfen ob Rechnungsempfänger in der eBill Infrastruktur vorhanden ist</w:t>
        </w:r>
        <w:r>
          <w:rPr>
            <w:noProof/>
            <w:webHidden/>
          </w:rPr>
          <w:tab/>
        </w:r>
        <w:r>
          <w:rPr>
            <w:noProof/>
            <w:webHidden/>
          </w:rPr>
          <w:fldChar w:fldCharType="begin"/>
        </w:r>
        <w:r>
          <w:rPr>
            <w:noProof/>
            <w:webHidden/>
          </w:rPr>
          <w:instrText xml:space="preserve"> PAGEREF _Toc168578823 \h </w:instrText>
        </w:r>
        <w:r>
          <w:rPr>
            <w:noProof/>
            <w:webHidden/>
          </w:rPr>
        </w:r>
        <w:r>
          <w:rPr>
            <w:noProof/>
            <w:webHidden/>
          </w:rPr>
          <w:fldChar w:fldCharType="separate"/>
        </w:r>
        <w:r>
          <w:rPr>
            <w:noProof/>
            <w:webHidden/>
          </w:rPr>
          <w:t>24</w:t>
        </w:r>
        <w:r>
          <w:rPr>
            <w:noProof/>
            <w:webHidden/>
          </w:rPr>
          <w:fldChar w:fldCharType="end"/>
        </w:r>
      </w:hyperlink>
    </w:p>
    <w:p w14:paraId="09606F50" w14:textId="198EB28C" w:rsidR="006F271C" w:rsidRDefault="006F271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24" w:history="1">
        <w:r w:rsidRPr="00AF6386">
          <w:rPr>
            <w:rStyle w:val="Hyperlink"/>
            <w:rFonts w:cs="Noto Sans"/>
            <w:noProof/>
          </w:rPr>
          <w:t>2.14</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Anmeldeformular in der eBill Infrastruktur anlegen oder ändern</w:t>
        </w:r>
        <w:r>
          <w:rPr>
            <w:noProof/>
            <w:webHidden/>
          </w:rPr>
          <w:tab/>
        </w:r>
        <w:r>
          <w:rPr>
            <w:noProof/>
            <w:webHidden/>
          </w:rPr>
          <w:fldChar w:fldCharType="begin"/>
        </w:r>
        <w:r>
          <w:rPr>
            <w:noProof/>
            <w:webHidden/>
          </w:rPr>
          <w:instrText xml:space="preserve"> PAGEREF _Toc168578824 \h </w:instrText>
        </w:r>
        <w:r>
          <w:rPr>
            <w:noProof/>
            <w:webHidden/>
          </w:rPr>
        </w:r>
        <w:r>
          <w:rPr>
            <w:noProof/>
            <w:webHidden/>
          </w:rPr>
          <w:fldChar w:fldCharType="separate"/>
        </w:r>
        <w:r>
          <w:rPr>
            <w:noProof/>
            <w:webHidden/>
          </w:rPr>
          <w:t>25</w:t>
        </w:r>
        <w:r>
          <w:rPr>
            <w:noProof/>
            <w:webHidden/>
          </w:rPr>
          <w:fldChar w:fldCharType="end"/>
        </w:r>
      </w:hyperlink>
    </w:p>
    <w:p w14:paraId="539B1213" w14:textId="51FCAAFC" w:rsidR="006F271C" w:rsidRDefault="006F271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25" w:history="1">
        <w:r w:rsidRPr="00AF6386">
          <w:rPr>
            <w:rStyle w:val="Hyperlink"/>
            <w:rFonts w:cs="Noto Sans"/>
            <w:noProof/>
          </w:rPr>
          <w:t>2.15</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Anmeldeformular abfragen</w:t>
        </w:r>
        <w:r>
          <w:rPr>
            <w:noProof/>
            <w:webHidden/>
          </w:rPr>
          <w:tab/>
        </w:r>
        <w:r>
          <w:rPr>
            <w:noProof/>
            <w:webHidden/>
          </w:rPr>
          <w:fldChar w:fldCharType="begin"/>
        </w:r>
        <w:r>
          <w:rPr>
            <w:noProof/>
            <w:webHidden/>
          </w:rPr>
          <w:instrText xml:space="preserve"> PAGEREF _Toc168578825 \h </w:instrText>
        </w:r>
        <w:r>
          <w:rPr>
            <w:noProof/>
            <w:webHidden/>
          </w:rPr>
        </w:r>
        <w:r>
          <w:rPr>
            <w:noProof/>
            <w:webHidden/>
          </w:rPr>
          <w:fldChar w:fldCharType="separate"/>
        </w:r>
        <w:r>
          <w:rPr>
            <w:noProof/>
            <w:webHidden/>
          </w:rPr>
          <w:t>26</w:t>
        </w:r>
        <w:r>
          <w:rPr>
            <w:noProof/>
            <w:webHidden/>
          </w:rPr>
          <w:fldChar w:fldCharType="end"/>
        </w:r>
      </w:hyperlink>
    </w:p>
    <w:p w14:paraId="7F113DB6" w14:textId="09093275" w:rsidR="006F271C" w:rsidRDefault="006F271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26" w:history="1">
        <w:r w:rsidRPr="00AF6386">
          <w:rPr>
            <w:rStyle w:val="Hyperlink"/>
            <w:rFonts w:cs="Noto Sans"/>
            <w:noProof/>
          </w:rPr>
          <w:t>2.16</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Anmeldeformulare löschen</w:t>
        </w:r>
        <w:r>
          <w:rPr>
            <w:noProof/>
            <w:webHidden/>
          </w:rPr>
          <w:tab/>
        </w:r>
        <w:r>
          <w:rPr>
            <w:noProof/>
            <w:webHidden/>
          </w:rPr>
          <w:fldChar w:fldCharType="begin"/>
        </w:r>
        <w:r>
          <w:rPr>
            <w:noProof/>
            <w:webHidden/>
          </w:rPr>
          <w:instrText xml:space="preserve"> PAGEREF _Toc168578826 \h </w:instrText>
        </w:r>
        <w:r>
          <w:rPr>
            <w:noProof/>
            <w:webHidden/>
          </w:rPr>
        </w:r>
        <w:r>
          <w:rPr>
            <w:noProof/>
            <w:webHidden/>
          </w:rPr>
          <w:fldChar w:fldCharType="separate"/>
        </w:r>
        <w:r>
          <w:rPr>
            <w:noProof/>
            <w:webHidden/>
          </w:rPr>
          <w:t>27</w:t>
        </w:r>
        <w:r>
          <w:rPr>
            <w:noProof/>
            <w:webHidden/>
          </w:rPr>
          <w:fldChar w:fldCharType="end"/>
        </w:r>
      </w:hyperlink>
    </w:p>
    <w:p w14:paraId="53797503" w14:textId="63325A20" w:rsidR="006F271C" w:rsidRDefault="006F271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27" w:history="1">
        <w:r w:rsidRPr="00AF6386">
          <w:rPr>
            <w:rStyle w:val="Hyperlink"/>
            <w:rFonts w:cs="Noto Sans"/>
            <w:noProof/>
          </w:rPr>
          <w:t>2.17</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eBill Direct Debit</w:t>
        </w:r>
        <w:r>
          <w:rPr>
            <w:noProof/>
            <w:webHidden/>
          </w:rPr>
          <w:tab/>
        </w:r>
        <w:r>
          <w:rPr>
            <w:noProof/>
            <w:webHidden/>
          </w:rPr>
          <w:fldChar w:fldCharType="begin"/>
        </w:r>
        <w:r>
          <w:rPr>
            <w:noProof/>
            <w:webHidden/>
          </w:rPr>
          <w:instrText xml:space="preserve"> PAGEREF _Toc168578827 \h </w:instrText>
        </w:r>
        <w:r>
          <w:rPr>
            <w:noProof/>
            <w:webHidden/>
          </w:rPr>
        </w:r>
        <w:r>
          <w:rPr>
            <w:noProof/>
            <w:webHidden/>
          </w:rPr>
          <w:fldChar w:fldCharType="separate"/>
        </w:r>
        <w:r>
          <w:rPr>
            <w:noProof/>
            <w:webHidden/>
          </w:rPr>
          <w:t>28</w:t>
        </w:r>
        <w:r>
          <w:rPr>
            <w:noProof/>
            <w:webHidden/>
          </w:rPr>
          <w:fldChar w:fldCharType="end"/>
        </w:r>
      </w:hyperlink>
    </w:p>
    <w:p w14:paraId="758AE4B4" w14:textId="19A24C21" w:rsidR="006F271C" w:rsidRDefault="006F271C">
      <w:pPr>
        <w:pStyle w:val="TOC3"/>
        <w:rPr>
          <w:rFonts w:asciiTheme="minorHAnsi" w:eastAsiaTheme="minorEastAsia" w:hAnsiTheme="minorHAnsi" w:cstheme="minorBidi"/>
          <w:noProof/>
          <w:color w:val="auto"/>
          <w:kern w:val="2"/>
          <w:sz w:val="22"/>
          <w:szCs w:val="22"/>
          <w:lang w:val="de-CH" w:eastAsia="ja-JP"/>
          <w14:ligatures w14:val="standardContextual"/>
        </w:rPr>
      </w:pPr>
      <w:hyperlink w:anchor="_Toc168578828" w:history="1">
        <w:r w:rsidRPr="00AF6386">
          <w:rPr>
            <w:rStyle w:val="Hyperlink"/>
            <w:noProof/>
          </w:rPr>
          <w:t>2.17.1</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Rechnungssteller registrieren und für eBill Direct Debit freischalten</w:t>
        </w:r>
        <w:r>
          <w:rPr>
            <w:noProof/>
            <w:webHidden/>
          </w:rPr>
          <w:tab/>
        </w:r>
        <w:r>
          <w:rPr>
            <w:noProof/>
            <w:webHidden/>
          </w:rPr>
          <w:fldChar w:fldCharType="begin"/>
        </w:r>
        <w:r>
          <w:rPr>
            <w:noProof/>
            <w:webHidden/>
          </w:rPr>
          <w:instrText xml:space="preserve"> PAGEREF _Toc168578828 \h </w:instrText>
        </w:r>
        <w:r>
          <w:rPr>
            <w:noProof/>
            <w:webHidden/>
          </w:rPr>
        </w:r>
        <w:r>
          <w:rPr>
            <w:noProof/>
            <w:webHidden/>
          </w:rPr>
          <w:fldChar w:fldCharType="separate"/>
        </w:r>
        <w:r>
          <w:rPr>
            <w:noProof/>
            <w:webHidden/>
          </w:rPr>
          <w:t>28</w:t>
        </w:r>
        <w:r>
          <w:rPr>
            <w:noProof/>
            <w:webHidden/>
          </w:rPr>
          <w:fldChar w:fldCharType="end"/>
        </w:r>
      </w:hyperlink>
    </w:p>
    <w:p w14:paraId="6C74CDD1" w14:textId="46410054" w:rsidR="006F271C" w:rsidRDefault="006F271C">
      <w:pPr>
        <w:pStyle w:val="TOC3"/>
        <w:rPr>
          <w:rFonts w:asciiTheme="minorHAnsi" w:eastAsiaTheme="minorEastAsia" w:hAnsiTheme="minorHAnsi" w:cstheme="minorBidi"/>
          <w:noProof/>
          <w:color w:val="auto"/>
          <w:kern w:val="2"/>
          <w:sz w:val="22"/>
          <w:szCs w:val="22"/>
          <w:lang w:val="de-CH" w:eastAsia="ja-JP"/>
          <w14:ligatures w14:val="standardContextual"/>
        </w:rPr>
      </w:pPr>
      <w:hyperlink w:anchor="_Toc168578829" w:history="1">
        <w:r w:rsidRPr="00AF6386">
          <w:rPr>
            <w:rStyle w:val="Hyperlink"/>
            <w:noProof/>
          </w:rPr>
          <w:t>2.17.2</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Rechnungssteller: Eintrag für eBill Direct Debit bewirtschaften</w:t>
        </w:r>
        <w:r>
          <w:rPr>
            <w:noProof/>
            <w:webHidden/>
          </w:rPr>
          <w:tab/>
        </w:r>
        <w:r>
          <w:rPr>
            <w:noProof/>
            <w:webHidden/>
          </w:rPr>
          <w:fldChar w:fldCharType="begin"/>
        </w:r>
        <w:r>
          <w:rPr>
            <w:noProof/>
            <w:webHidden/>
          </w:rPr>
          <w:instrText xml:space="preserve"> PAGEREF _Toc168578829 \h </w:instrText>
        </w:r>
        <w:r>
          <w:rPr>
            <w:noProof/>
            <w:webHidden/>
          </w:rPr>
        </w:r>
        <w:r>
          <w:rPr>
            <w:noProof/>
            <w:webHidden/>
          </w:rPr>
          <w:fldChar w:fldCharType="separate"/>
        </w:r>
        <w:r>
          <w:rPr>
            <w:noProof/>
            <w:webHidden/>
          </w:rPr>
          <w:t>29</w:t>
        </w:r>
        <w:r>
          <w:rPr>
            <w:noProof/>
            <w:webHidden/>
          </w:rPr>
          <w:fldChar w:fldCharType="end"/>
        </w:r>
      </w:hyperlink>
    </w:p>
    <w:p w14:paraId="5808B1A7" w14:textId="4E4B04C7" w:rsidR="006F271C" w:rsidRDefault="006F271C">
      <w:pPr>
        <w:pStyle w:val="TOC3"/>
        <w:rPr>
          <w:rFonts w:asciiTheme="minorHAnsi" w:eastAsiaTheme="minorEastAsia" w:hAnsiTheme="minorHAnsi" w:cstheme="minorBidi"/>
          <w:noProof/>
          <w:color w:val="auto"/>
          <w:kern w:val="2"/>
          <w:sz w:val="22"/>
          <w:szCs w:val="22"/>
          <w:lang w:val="de-CH" w:eastAsia="ja-JP"/>
          <w14:ligatures w14:val="standardContextual"/>
        </w:rPr>
      </w:pPr>
      <w:hyperlink w:anchor="_Toc168578830" w:history="1">
        <w:r w:rsidRPr="00AF6386">
          <w:rPr>
            <w:rStyle w:val="Hyperlink"/>
            <w:noProof/>
          </w:rPr>
          <w:t>2.17.3</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eBill Direct Debit Einladungen zusammen mit Look Up</w:t>
        </w:r>
        <w:r>
          <w:rPr>
            <w:noProof/>
            <w:webHidden/>
          </w:rPr>
          <w:tab/>
        </w:r>
        <w:r>
          <w:rPr>
            <w:noProof/>
            <w:webHidden/>
          </w:rPr>
          <w:fldChar w:fldCharType="begin"/>
        </w:r>
        <w:r>
          <w:rPr>
            <w:noProof/>
            <w:webHidden/>
          </w:rPr>
          <w:instrText xml:space="preserve"> PAGEREF _Toc168578830 \h </w:instrText>
        </w:r>
        <w:r>
          <w:rPr>
            <w:noProof/>
            <w:webHidden/>
          </w:rPr>
        </w:r>
        <w:r>
          <w:rPr>
            <w:noProof/>
            <w:webHidden/>
          </w:rPr>
          <w:fldChar w:fldCharType="separate"/>
        </w:r>
        <w:r>
          <w:rPr>
            <w:noProof/>
            <w:webHidden/>
          </w:rPr>
          <w:t>30</w:t>
        </w:r>
        <w:r>
          <w:rPr>
            <w:noProof/>
            <w:webHidden/>
          </w:rPr>
          <w:fldChar w:fldCharType="end"/>
        </w:r>
      </w:hyperlink>
    </w:p>
    <w:p w14:paraId="60942EB4" w14:textId="319E1BC9" w:rsidR="006F271C" w:rsidRDefault="006F271C">
      <w:pPr>
        <w:pStyle w:val="TOC3"/>
        <w:rPr>
          <w:rFonts w:asciiTheme="minorHAnsi" w:eastAsiaTheme="minorEastAsia" w:hAnsiTheme="minorHAnsi" w:cstheme="minorBidi"/>
          <w:noProof/>
          <w:color w:val="auto"/>
          <w:kern w:val="2"/>
          <w:sz w:val="22"/>
          <w:szCs w:val="22"/>
          <w:lang w:val="de-CH" w:eastAsia="ja-JP"/>
          <w14:ligatures w14:val="standardContextual"/>
        </w:rPr>
      </w:pPr>
      <w:hyperlink w:anchor="_Toc168578831" w:history="1">
        <w:r w:rsidRPr="00AF6386">
          <w:rPr>
            <w:rStyle w:val="Hyperlink"/>
            <w:noProof/>
          </w:rPr>
          <w:t>2.17.4</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eBill Direct Debit Forderung einliefern</w:t>
        </w:r>
        <w:r>
          <w:rPr>
            <w:noProof/>
            <w:webHidden/>
          </w:rPr>
          <w:tab/>
        </w:r>
        <w:r>
          <w:rPr>
            <w:noProof/>
            <w:webHidden/>
          </w:rPr>
          <w:fldChar w:fldCharType="begin"/>
        </w:r>
        <w:r>
          <w:rPr>
            <w:noProof/>
            <w:webHidden/>
          </w:rPr>
          <w:instrText xml:space="preserve"> PAGEREF _Toc168578831 \h </w:instrText>
        </w:r>
        <w:r>
          <w:rPr>
            <w:noProof/>
            <w:webHidden/>
          </w:rPr>
        </w:r>
        <w:r>
          <w:rPr>
            <w:noProof/>
            <w:webHidden/>
          </w:rPr>
          <w:fldChar w:fldCharType="separate"/>
        </w:r>
        <w:r>
          <w:rPr>
            <w:noProof/>
            <w:webHidden/>
          </w:rPr>
          <w:t>31</w:t>
        </w:r>
        <w:r>
          <w:rPr>
            <w:noProof/>
            <w:webHidden/>
          </w:rPr>
          <w:fldChar w:fldCharType="end"/>
        </w:r>
      </w:hyperlink>
    </w:p>
    <w:p w14:paraId="2FD0A3D5" w14:textId="6407B2A4" w:rsidR="006F271C" w:rsidRDefault="006F271C">
      <w:pPr>
        <w:pStyle w:val="TOC3"/>
        <w:rPr>
          <w:rFonts w:asciiTheme="minorHAnsi" w:eastAsiaTheme="minorEastAsia" w:hAnsiTheme="minorHAnsi" w:cstheme="minorBidi"/>
          <w:noProof/>
          <w:color w:val="auto"/>
          <w:kern w:val="2"/>
          <w:sz w:val="22"/>
          <w:szCs w:val="22"/>
          <w:lang w:val="de-CH" w:eastAsia="ja-JP"/>
          <w14:ligatures w14:val="standardContextual"/>
        </w:rPr>
      </w:pPr>
      <w:hyperlink w:anchor="_Toc168578832" w:history="1">
        <w:r w:rsidRPr="00AF6386">
          <w:rPr>
            <w:rStyle w:val="Hyperlink"/>
            <w:noProof/>
          </w:rPr>
          <w:t>2.17.5</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Events für eBill Direct Debit Ermächtigungen und Rückforderungen abholen</w:t>
        </w:r>
        <w:r>
          <w:rPr>
            <w:noProof/>
            <w:webHidden/>
          </w:rPr>
          <w:tab/>
        </w:r>
        <w:r>
          <w:rPr>
            <w:noProof/>
            <w:webHidden/>
          </w:rPr>
          <w:fldChar w:fldCharType="begin"/>
        </w:r>
        <w:r>
          <w:rPr>
            <w:noProof/>
            <w:webHidden/>
          </w:rPr>
          <w:instrText xml:space="preserve"> PAGEREF _Toc168578832 \h </w:instrText>
        </w:r>
        <w:r>
          <w:rPr>
            <w:noProof/>
            <w:webHidden/>
          </w:rPr>
        </w:r>
        <w:r>
          <w:rPr>
            <w:noProof/>
            <w:webHidden/>
          </w:rPr>
          <w:fldChar w:fldCharType="separate"/>
        </w:r>
        <w:r>
          <w:rPr>
            <w:noProof/>
            <w:webHidden/>
          </w:rPr>
          <w:t>32</w:t>
        </w:r>
        <w:r>
          <w:rPr>
            <w:noProof/>
            <w:webHidden/>
          </w:rPr>
          <w:fldChar w:fldCharType="end"/>
        </w:r>
      </w:hyperlink>
    </w:p>
    <w:p w14:paraId="7229E031" w14:textId="0CC3F818" w:rsidR="006F271C" w:rsidRDefault="006F271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33" w:history="1">
        <w:r w:rsidRPr="00AF6386">
          <w:rPr>
            <w:rStyle w:val="Hyperlink"/>
            <w:rFonts w:cs="Noto Sans"/>
            <w:noProof/>
          </w:rPr>
          <w:t>2.18</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Anmeldung beim RS über einen QR-Code</w:t>
        </w:r>
        <w:r>
          <w:rPr>
            <w:noProof/>
            <w:webHidden/>
          </w:rPr>
          <w:tab/>
        </w:r>
        <w:r>
          <w:rPr>
            <w:noProof/>
            <w:webHidden/>
          </w:rPr>
          <w:fldChar w:fldCharType="begin"/>
        </w:r>
        <w:r>
          <w:rPr>
            <w:noProof/>
            <w:webHidden/>
          </w:rPr>
          <w:instrText xml:space="preserve"> PAGEREF _Toc168578833 \h </w:instrText>
        </w:r>
        <w:r>
          <w:rPr>
            <w:noProof/>
            <w:webHidden/>
          </w:rPr>
        </w:r>
        <w:r>
          <w:rPr>
            <w:noProof/>
            <w:webHidden/>
          </w:rPr>
          <w:fldChar w:fldCharType="separate"/>
        </w:r>
        <w:r>
          <w:rPr>
            <w:noProof/>
            <w:webHidden/>
          </w:rPr>
          <w:t>33</w:t>
        </w:r>
        <w:r>
          <w:rPr>
            <w:noProof/>
            <w:webHidden/>
          </w:rPr>
          <w:fldChar w:fldCharType="end"/>
        </w:r>
      </w:hyperlink>
    </w:p>
    <w:p w14:paraId="2522B70A" w14:textId="4B8AB262" w:rsidR="00AC1A7E" w:rsidRDefault="002E4646" w:rsidP="00A73F41">
      <w:pPr>
        <w:pStyle w:val="TOC1"/>
        <w:jc w:val="both"/>
        <w:rPr>
          <w:rFonts w:cs="Noto Sans"/>
          <w:color w:val="000000" w:themeColor="text1"/>
          <w:lang w:val="de-CH"/>
        </w:rPr>
      </w:pPr>
      <w:r w:rsidRPr="00427C54">
        <w:rPr>
          <w:rFonts w:cs="Noto Sans"/>
          <w:color w:val="000000" w:themeColor="text1"/>
          <w:lang w:val="de-CH"/>
        </w:rPr>
        <w:fldChar w:fldCharType="end"/>
      </w:r>
    </w:p>
    <w:p w14:paraId="5FAD6630" w14:textId="5D66D0EA" w:rsidR="00AC4907" w:rsidRDefault="004B6EC8" w:rsidP="00B3494D">
      <w:pPr>
        <w:pStyle w:val="berschrift0"/>
        <w:rPr>
          <w:lang w:val="de-CH"/>
        </w:rPr>
      </w:pPr>
      <w:r>
        <w:rPr>
          <w:lang w:val="de-CH"/>
        </w:rPr>
        <w:t>Tabellenverzeichnis</w:t>
      </w:r>
    </w:p>
    <w:p w14:paraId="5C2164C6" w14:textId="67A4B465" w:rsidR="007A2954" w:rsidRDefault="007A2954" w:rsidP="009F5660">
      <w:pPr>
        <w:pStyle w:val="TableofFigures"/>
        <w:tabs>
          <w:tab w:val="left" w:pos="1100"/>
          <w:tab w:val="right" w:leader="dot" w:pos="9343"/>
        </w:tabs>
        <w:spacing w:before="240"/>
        <w:rPr>
          <w:rFonts w:asciiTheme="minorHAnsi" w:eastAsiaTheme="minorEastAsia" w:hAnsiTheme="minorHAnsi" w:cstheme="minorBidi"/>
          <w:noProof/>
          <w:color w:val="auto"/>
          <w:sz w:val="22"/>
          <w:szCs w:val="22"/>
          <w:lang w:val="de-CH" w:eastAsia="ja-JP"/>
        </w:rPr>
      </w:pPr>
      <w:r>
        <w:rPr>
          <w:lang w:val="de-CH"/>
        </w:rPr>
        <w:fldChar w:fldCharType="begin"/>
      </w:r>
      <w:r>
        <w:rPr>
          <w:lang w:val="de-CH"/>
        </w:rPr>
        <w:instrText xml:space="preserve"> TOC \h \z \c "Tabelle" </w:instrText>
      </w:r>
      <w:r>
        <w:rPr>
          <w:lang w:val="de-CH"/>
        </w:rPr>
        <w:fldChar w:fldCharType="separate"/>
      </w:r>
      <w:hyperlink w:anchor="_Toc156821956" w:history="1">
        <w:r w:rsidRPr="00913C60">
          <w:rPr>
            <w:rStyle w:val="Hyperlink"/>
            <w:i/>
            <w:noProof/>
            <w:lang w:val="de-CH"/>
          </w:rPr>
          <w:t>Tabelle 1:</w:t>
        </w:r>
        <w:r>
          <w:rPr>
            <w:rFonts w:asciiTheme="minorHAnsi" w:eastAsiaTheme="minorEastAsia" w:hAnsiTheme="minorHAnsi" w:cstheme="minorBidi"/>
            <w:noProof/>
            <w:color w:val="auto"/>
            <w:sz w:val="22"/>
            <w:szCs w:val="22"/>
            <w:lang w:val="de-CH" w:eastAsia="ja-JP"/>
          </w:rPr>
          <w:tab/>
        </w:r>
        <w:r w:rsidRPr="00913C60">
          <w:rPr>
            <w:rStyle w:val="Hyperlink"/>
            <w:i/>
            <w:noProof/>
            <w:lang w:val="de-CH"/>
          </w:rPr>
          <w:t>Revisionsnachweis</w:t>
        </w:r>
        <w:r>
          <w:rPr>
            <w:noProof/>
            <w:webHidden/>
          </w:rPr>
          <w:tab/>
        </w:r>
        <w:r>
          <w:rPr>
            <w:noProof/>
            <w:webHidden/>
          </w:rPr>
          <w:fldChar w:fldCharType="begin"/>
        </w:r>
        <w:r>
          <w:rPr>
            <w:noProof/>
            <w:webHidden/>
          </w:rPr>
          <w:instrText xml:space="preserve"> PAGEREF _Toc156821956 \h </w:instrText>
        </w:r>
        <w:r>
          <w:rPr>
            <w:noProof/>
            <w:webHidden/>
          </w:rPr>
        </w:r>
        <w:r>
          <w:rPr>
            <w:noProof/>
            <w:webHidden/>
          </w:rPr>
          <w:fldChar w:fldCharType="separate"/>
        </w:r>
        <w:r>
          <w:rPr>
            <w:noProof/>
            <w:webHidden/>
          </w:rPr>
          <w:t>2</w:t>
        </w:r>
        <w:r>
          <w:rPr>
            <w:noProof/>
            <w:webHidden/>
          </w:rPr>
          <w:fldChar w:fldCharType="end"/>
        </w:r>
      </w:hyperlink>
    </w:p>
    <w:p w14:paraId="55996DA7" w14:textId="0823F891" w:rsidR="004B6EC8" w:rsidRDefault="007A2954" w:rsidP="00AC4907">
      <w:pPr>
        <w:pStyle w:val="TOC2"/>
        <w:rPr>
          <w:lang w:val="de-CH"/>
        </w:rPr>
      </w:pPr>
      <w:r>
        <w:rPr>
          <w:lang w:val="de-CH"/>
        </w:rPr>
        <w:fldChar w:fldCharType="end"/>
      </w:r>
    </w:p>
    <w:p w14:paraId="6455F049" w14:textId="77777777" w:rsidR="00AC4907" w:rsidRDefault="00AC4907" w:rsidP="00AC4907">
      <w:pPr>
        <w:pStyle w:val="TOC2"/>
        <w:rPr>
          <w:lang w:val="de-CH"/>
        </w:rPr>
      </w:pPr>
    </w:p>
    <w:p w14:paraId="18FB2B2E" w14:textId="39E36993" w:rsidR="00AC4907" w:rsidRPr="00AC4907" w:rsidRDefault="00AC4907" w:rsidP="00AC4907">
      <w:pPr>
        <w:pStyle w:val="TOC2"/>
        <w:rPr>
          <w:lang w:val="de-CH"/>
        </w:rPr>
        <w:sectPr w:rsidR="00AC4907" w:rsidRPr="00AC4907" w:rsidSect="00487990">
          <w:headerReference w:type="default" r:id="rId20"/>
          <w:footerReference w:type="default" r:id="rId21"/>
          <w:pgSz w:w="11906" w:h="16838" w:code="9"/>
          <w:pgMar w:top="2268" w:right="851" w:bottom="964" w:left="851" w:header="680" w:footer="454" w:gutter="851"/>
          <w:cols w:space="720"/>
          <w:docGrid w:linePitch="360"/>
        </w:sectPr>
      </w:pPr>
    </w:p>
    <w:p w14:paraId="1AF35B47" w14:textId="6C02A8A4" w:rsidR="00DE2600" w:rsidRPr="00427C54" w:rsidRDefault="00356BAE" w:rsidP="00855986">
      <w:pPr>
        <w:pStyle w:val="Heading1"/>
      </w:pPr>
      <w:bookmarkStart w:id="14" w:name="_Toc446436816"/>
      <w:bookmarkStart w:id="15" w:name="_Toc448932127"/>
      <w:bookmarkStart w:id="16" w:name="_Ref449563848"/>
      <w:bookmarkStart w:id="17" w:name="_Toc449532759"/>
      <w:bookmarkStart w:id="18" w:name="_Toc168578805"/>
      <w:r w:rsidRPr="00427C54">
        <w:lastRenderedPageBreak/>
        <w:t xml:space="preserve">Abnahmeprotokoll </w:t>
      </w:r>
      <w:r w:rsidR="0020330A" w:rsidRPr="00427C54">
        <w:t>Übersicht</w:t>
      </w:r>
      <w:bookmarkEnd w:id="18"/>
    </w:p>
    <w:tbl>
      <w:tblPr>
        <w:tblStyle w:val="TableGrid"/>
        <w:tblW w:w="0" w:type="auto"/>
        <w:tblInd w:w="959" w:type="dxa"/>
        <w:tblLook w:val="04A0" w:firstRow="1" w:lastRow="0" w:firstColumn="1" w:lastColumn="0" w:noHBand="0" w:noVBand="1"/>
      </w:tblPr>
      <w:tblGrid>
        <w:gridCol w:w="3063"/>
        <w:gridCol w:w="5321"/>
      </w:tblGrid>
      <w:tr w:rsidR="00356BAE" w:rsidRPr="00427C54" w14:paraId="0936465D" w14:textId="77777777" w:rsidTr="00EC1183">
        <w:trPr>
          <w:trHeight w:val="454"/>
        </w:trPr>
        <w:tc>
          <w:tcPr>
            <w:tcW w:w="3085" w:type="dxa"/>
            <w:vAlign w:val="center"/>
          </w:tcPr>
          <w:p w14:paraId="3BE270F2" w14:textId="0C6D6FC0" w:rsidR="00356BAE" w:rsidRPr="00427C54" w:rsidRDefault="00356BAE" w:rsidP="00102D62">
            <w:pPr>
              <w:pStyle w:val="Tabelle"/>
              <w:rPr>
                <w:lang w:val="de-CH"/>
              </w:rPr>
            </w:pPr>
            <w:r w:rsidRPr="00427C54">
              <w:rPr>
                <w:lang w:val="de-CH"/>
              </w:rPr>
              <w:t>Netzwerkpartne</w:t>
            </w:r>
            <w:r w:rsidR="00C85A75" w:rsidRPr="00427C54">
              <w:rPr>
                <w:lang w:val="de-CH"/>
              </w:rPr>
              <w:t>r</w:t>
            </w:r>
            <w:r w:rsidRPr="00427C54">
              <w:rPr>
                <w:lang w:val="de-CH"/>
              </w:rPr>
              <w:t xml:space="preserve"> (NWP)</w:t>
            </w:r>
          </w:p>
        </w:tc>
        <w:tc>
          <w:tcPr>
            <w:tcW w:w="5420" w:type="dxa"/>
            <w:vAlign w:val="center"/>
          </w:tcPr>
          <w:p w14:paraId="7913D744" w14:textId="5BEA9758" w:rsidR="00356BAE" w:rsidRPr="00427C54" w:rsidRDefault="00356BAE" w:rsidP="00102D62">
            <w:pPr>
              <w:pStyle w:val="Tabelle"/>
              <w:rPr>
                <w:color w:val="4F81BD" w:themeColor="accent1"/>
                <w:lang w:val="de-CH"/>
              </w:rPr>
            </w:pPr>
            <w:r w:rsidRPr="00427C54">
              <w:rPr>
                <w:color w:val="4F81BD" w:themeColor="accent1"/>
                <w:lang w:val="de-CH"/>
              </w:rPr>
              <w:t>&lt;Name NWP&gt;</w:t>
            </w:r>
          </w:p>
        </w:tc>
      </w:tr>
      <w:tr w:rsidR="00356BAE" w:rsidRPr="00427C54" w14:paraId="59F93205" w14:textId="77777777" w:rsidTr="00EC1183">
        <w:trPr>
          <w:trHeight w:val="454"/>
        </w:trPr>
        <w:tc>
          <w:tcPr>
            <w:tcW w:w="3085" w:type="dxa"/>
            <w:vAlign w:val="center"/>
          </w:tcPr>
          <w:p w14:paraId="02361E9A" w14:textId="5D64CDB9" w:rsidR="00356BAE" w:rsidRPr="00427C54" w:rsidRDefault="00356BAE" w:rsidP="00102D62">
            <w:pPr>
              <w:pStyle w:val="Tabelle"/>
              <w:rPr>
                <w:lang w:val="de-CH"/>
              </w:rPr>
            </w:pPr>
            <w:r w:rsidRPr="00427C54">
              <w:rPr>
                <w:lang w:val="de-CH"/>
              </w:rPr>
              <w:t>PL Netzwerkpartner</w:t>
            </w:r>
          </w:p>
        </w:tc>
        <w:tc>
          <w:tcPr>
            <w:tcW w:w="5420" w:type="dxa"/>
            <w:vAlign w:val="center"/>
          </w:tcPr>
          <w:p w14:paraId="7140B1FD" w14:textId="59568227" w:rsidR="00356BAE" w:rsidRPr="00427C54" w:rsidRDefault="00356BAE" w:rsidP="00102D62">
            <w:pPr>
              <w:pStyle w:val="Tabelle"/>
              <w:rPr>
                <w:lang w:val="de-CH"/>
              </w:rPr>
            </w:pPr>
            <w:r w:rsidRPr="00427C54">
              <w:rPr>
                <w:color w:val="4F81BD" w:themeColor="accent1"/>
                <w:lang w:val="de-CH"/>
              </w:rPr>
              <w:t>&lt;Name, Vorname, Mail-Adresse&gt;</w:t>
            </w:r>
          </w:p>
        </w:tc>
      </w:tr>
      <w:tr w:rsidR="00356BAE" w:rsidRPr="00427C54" w14:paraId="722CA5CF" w14:textId="77777777" w:rsidTr="00EC1183">
        <w:trPr>
          <w:trHeight w:val="454"/>
        </w:trPr>
        <w:tc>
          <w:tcPr>
            <w:tcW w:w="3085" w:type="dxa"/>
            <w:vAlign w:val="center"/>
          </w:tcPr>
          <w:p w14:paraId="4800C501" w14:textId="7F351C27" w:rsidR="00356BAE" w:rsidRPr="00427C54" w:rsidRDefault="00356BAE" w:rsidP="00102D62">
            <w:pPr>
              <w:pStyle w:val="Tabelle"/>
              <w:rPr>
                <w:lang w:val="de-CH"/>
              </w:rPr>
            </w:pPr>
            <w:r w:rsidRPr="00427C54">
              <w:rPr>
                <w:lang w:val="de-CH"/>
              </w:rPr>
              <w:t xml:space="preserve">PL </w:t>
            </w:r>
            <w:r w:rsidR="007B215B" w:rsidRPr="00427C54">
              <w:rPr>
                <w:lang w:val="de-CH"/>
              </w:rPr>
              <w:t>SIX</w:t>
            </w:r>
          </w:p>
        </w:tc>
        <w:tc>
          <w:tcPr>
            <w:tcW w:w="5420" w:type="dxa"/>
            <w:vAlign w:val="center"/>
          </w:tcPr>
          <w:p w14:paraId="60929360" w14:textId="093BE2DA" w:rsidR="00356BAE" w:rsidRPr="00427C54" w:rsidRDefault="00356BAE" w:rsidP="00102D62">
            <w:pPr>
              <w:pStyle w:val="Tabelle"/>
              <w:rPr>
                <w:lang w:val="de-CH"/>
              </w:rPr>
            </w:pPr>
            <w:r w:rsidRPr="00427C54">
              <w:rPr>
                <w:color w:val="4F81BD" w:themeColor="accent1"/>
                <w:lang w:val="de-CH"/>
              </w:rPr>
              <w:t>&lt;Name, Vorname, Mail-Adresse&gt;</w:t>
            </w:r>
          </w:p>
        </w:tc>
      </w:tr>
      <w:tr w:rsidR="00356BAE" w:rsidRPr="00427C54" w14:paraId="14A6BF87" w14:textId="77777777" w:rsidTr="00EC1183">
        <w:trPr>
          <w:trHeight w:val="454"/>
        </w:trPr>
        <w:tc>
          <w:tcPr>
            <w:tcW w:w="3085" w:type="dxa"/>
            <w:vAlign w:val="center"/>
          </w:tcPr>
          <w:p w14:paraId="781F1DEC" w14:textId="4E415CFB" w:rsidR="00356BAE" w:rsidRPr="00427C54" w:rsidRDefault="00356BAE" w:rsidP="00102D62">
            <w:pPr>
              <w:pStyle w:val="Tabelle"/>
              <w:rPr>
                <w:lang w:val="de-CH"/>
              </w:rPr>
            </w:pPr>
            <w:r w:rsidRPr="00427C54">
              <w:rPr>
                <w:lang w:val="de-CH"/>
              </w:rPr>
              <w:t>Testverantwortlicher NWP</w:t>
            </w:r>
          </w:p>
        </w:tc>
        <w:tc>
          <w:tcPr>
            <w:tcW w:w="5420" w:type="dxa"/>
            <w:vAlign w:val="center"/>
          </w:tcPr>
          <w:p w14:paraId="5CCBE1EA" w14:textId="712F5A28" w:rsidR="00356BAE" w:rsidRPr="00427C54" w:rsidRDefault="00356BAE" w:rsidP="00102D62">
            <w:pPr>
              <w:pStyle w:val="Tabelle"/>
              <w:rPr>
                <w:lang w:val="de-CH"/>
              </w:rPr>
            </w:pPr>
            <w:r w:rsidRPr="00427C54">
              <w:rPr>
                <w:color w:val="4F81BD" w:themeColor="accent1"/>
                <w:lang w:val="de-CH"/>
              </w:rPr>
              <w:t>&lt;Name, Vorname, Mail-Adresse&gt;</w:t>
            </w:r>
          </w:p>
        </w:tc>
      </w:tr>
      <w:tr w:rsidR="00356BAE" w:rsidRPr="00427C54" w14:paraId="069E0AEB" w14:textId="77777777" w:rsidTr="00EC1183">
        <w:trPr>
          <w:trHeight w:val="454"/>
        </w:trPr>
        <w:tc>
          <w:tcPr>
            <w:tcW w:w="3085" w:type="dxa"/>
            <w:vAlign w:val="center"/>
          </w:tcPr>
          <w:p w14:paraId="5C0E58A3" w14:textId="6E2A9BB2" w:rsidR="00356BAE" w:rsidRPr="00427C54" w:rsidRDefault="00356BAE" w:rsidP="00102D62">
            <w:pPr>
              <w:pStyle w:val="Tabelle"/>
              <w:rPr>
                <w:lang w:val="de-CH"/>
              </w:rPr>
            </w:pPr>
            <w:r w:rsidRPr="00427C54">
              <w:rPr>
                <w:lang w:val="de-CH"/>
              </w:rPr>
              <w:t xml:space="preserve">Testverantwortlicher </w:t>
            </w:r>
            <w:r w:rsidR="007B215B" w:rsidRPr="00427C54">
              <w:rPr>
                <w:lang w:val="de-CH"/>
              </w:rPr>
              <w:t>SIX</w:t>
            </w:r>
          </w:p>
        </w:tc>
        <w:tc>
          <w:tcPr>
            <w:tcW w:w="5420" w:type="dxa"/>
            <w:vAlign w:val="center"/>
          </w:tcPr>
          <w:p w14:paraId="2D6B40B4" w14:textId="21A34B55" w:rsidR="00356BAE" w:rsidRPr="00427C54" w:rsidRDefault="00356BAE" w:rsidP="00102D62">
            <w:pPr>
              <w:pStyle w:val="Tabelle"/>
              <w:rPr>
                <w:lang w:val="de-CH"/>
              </w:rPr>
            </w:pPr>
            <w:r w:rsidRPr="00427C54">
              <w:rPr>
                <w:color w:val="4F81BD" w:themeColor="accent1"/>
                <w:lang w:val="de-CH"/>
              </w:rPr>
              <w:t>&lt;Name, Vorname, Mail-Adresse&gt;</w:t>
            </w:r>
          </w:p>
        </w:tc>
      </w:tr>
      <w:tr w:rsidR="00356BAE" w:rsidRPr="00427C54" w14:paraId="25D3ED3F" w14:textId="77777777" w:rsidTr="00EC1183">
        <w:trPr>
          <w:trHeight w:val="454"/>
        </w:trPr>
        <w:tc>
          <w:tcPr>
            <w:tcW w:w="3085" w:type="dxa"/>
            <w:vAlign w:val="center"/>
          </w:tcPr>
          <w:p w14:paraId="78157E75" w14:textId="2B44516A" w:rsidR="00356BAE" w:rsidRPr="00427C54" w:rsidRDefault="00356BAE" w:rsidP="00102D62">
            <w:pPr>
              <w:pStyle w:val="Tabelle"/>
              <w:rPr>
                <w:lang w:val="de-CH"/>
              </w:rPr>
            </w:pPr>
            <w:r w:rsidRPr="00427C54">
              <w:rPr>
                <w:lang w:val="de-CH"/>
              </w:rPr>
              <w:t xml:space="preserve">Testumfeld </w:t>
            </w:r>
          </w:p>
        </w:tc>
        <w:tc>
          <w:tcPr>
            <w:tcW w:w="5420" w:type="dxa"/>
            <w:vAlign w:val="center"/>
          </w:tcPr>
          <w:p w14:paraId="6BA14B55" w14:textId="412E1300" w:rsidR="00356BAE" w:rsidRPr="00427C54" w:rsidRDefault="00356BAE" w:rsidP="00102D62">
            <w:pPr>
              <w:pStyle w:val="Tabelle"/>
              <w:rPr>
                <w:color w:val="4F81BD" w:themeColor="accent1"/>
                <w:lang w:val="de-CH"/>
              </w:rPr>
            </w:pPr>
            <w:r w:rsidRPr="00427C54">
              <w:rPr>
                <w:color w:val="4F81BD" w:themeColor="accent1"/>
                <w:lang w:val="de-CH"/>
              </w:rPr>
              <w:t>&lt;</w:t>
            </w:r>
            <w:r w:rsidR="007B215B" w:rsidRPr="00427C54">
              <w:rPr>
                <w:color w:val="4F81BD" w:themeColor="accent1"/>
                <w:lang w:val="de-CH"/>
              </w:rPr>
              <w:t>XE/</w:t>
            </w:r>
            <w:r w:rsidRPr="00427C54">
              <w:rPr>
                <w:color w:val="4F81BD" w:themeColor="accent1"/>
                <w:lang w:val="de-CH"/>
              </w:rPr>
              <w:t>XP Stufe&gt;</w:t>
            </w:r>
          </w:p>
        </w:tc>
      </w:tr>
      <w:tr w:rsidR="00356BAE" w:rsidRPr="00427C54" w14:paraId="51212BDA" w14:textId="77777777" w:rsidTr="00EC1183">
        <w:trPr>
          <w:trHeight w:val="454"/>
        </w:trPr>
        <w:tc>
          <w:tcPr>
            <w:tcW w:w="3085" w:type="dxa"/>
            <w:vAlign w:val="center"/>
          </w:tcPr>
          <w:p w14:paraId="35E1F188" w14:textId="3385FE3A" w:rsidR="00356BAE" w:rsidRPr="00427C54" w:rsidRDefault="00356BAE" w:rsidP="00102D62">
            <w:pPr>
              <w:pStyle w:val="Tabelle"/>
              <w:rPr>
                <w:lang w:val="de-CH"/>
              </w:rPr>
            </w:pPr>
            <w:r w:rsidRPr="00427C54">
              <w:rPr>
                <w:lang w:val="de-CH"/>
              </w:rPr>
              <w:t>Testdatum</w:t>
            </w:r>
          </w:p>
        </w:tc>
        <w:tc>
          <w:tcPr>
            <w:tcW w:w="5420" w:type="dxa"/>
            <w:vAlign w:val="center"/>
          </w:tcPr>
          <w:p w14:paraId="37FBC77F" w14:textId="7AA2C8EF" w:rsidR="00356BAE" w:rsidRPr="00427C54" w:rsidRDefault="007917CB" w:rsidP="00102D62">
            <w:pPr>
              <w:pStyle w:val="Tabelle"/>
              <w:rPr>
                <w:color w:val="4F81BD" w:themeColor="accent1"/>
                <w:lang w:val="de-CH"/>
              </w:rPr>
            </w:pPr>
            <w:r w:rsidRPr="00427C54">
              <w:rPr>
                <w:color w:val="4F81BD" w:themeColor="accent1"/>
                <w:lang w:val="de-CH"/>
              </w:rPr>
              <w:t>&lt;tt.mm.jjjj&gt;</w:t>
            </w:r>
          </w:p>
        </w:tc>
      </w:tr>
      <w:tr w:rsidR="00356BAE" w:rsidRPr="00427C54" w14:paraId="6F8BB971" w14:textId="77777777" w:rsidTr="00EC1183">
        <w:trPr>
          <w:trHeight w:val="454"/>
        </w:trPr>
        <w:tc>
          <w:tcPr>
            <w:tcW w:w="3085" w:type="dxa"/>
            <w:vAlign w:val="center"/>
          </w:tcPr>
          <w:p w14:paraId="009C2670" w14:textId="77777777" w:rsidR="00356BAE" w:rsidRPr="00427C54" w:rsidRDefault="00356BAE" w:rsidP="00102D62">
            <w:pPr>
              <w:pStyle w:val="Tabelle"/>
              <w:rPr>
                <w:lang w:val="de-CH"/>
              </w:rPr>
            </w:pPr>
          </w:p>
        </w:tc>
        <w:tc>
          <w:tcPr>
            <w:tcW w:w="5420" w:type="dxa"/>
            <w:vAlign w:val="center"/>
          </w:tcPr>
          <w:p w14:paraId="017B3ACF" w14:textId="77777777" w:rsidR="00356BAE" w:rsidRPr="00427C54" w:rsidRDefault="00356BAE" w:rsidP="00102D62">
            <w:pPr>
              <w:pStyle w:val="Tabelle"/>
              <w:rPr>
                <w:lang w:val="de-CH"/>
              </w:rPr>
            </w:pPr>
          </w:p>
        </w:tc>
      </w:tr>
    </w:tbl>
    <w:p w14:paraId="187034DB" w14:textId="77777777" w:rsidR="00EC1183" w:rsidRPr="00427C54" w:rsidRDefault="00EC1183" w:rsidP="00EC1183">
      <w:pPr>
        <w:ind w:left="0"/>
        <w:jc w:val="both"/>
        <w:rPr>
          <w:rFonts w:cs="Noto Sans"/>
          <w:lang w:val="de-CH"/>
        </w:rPr>
      </w:pPr>
    </w:p>
    <w:p w14:paraId="505DC9EC" w14:textId="77777777" w:rsidR="00356BAE" w:rsidRPr="00427C54" w:rsidRDefault="00356BAE" w:rsidP="00102D62">
      <w:pPr>
        <w:pStyle w:val="Heading2"/>
      </w:pPr>
      <w:bookmarkStart w:id="19" w:name="_Toc168578806"/>
      <w:r w:rsidRPr="00427C54">
        <w:t>Generelle Informationen zur Freigabe und Abnahme</w:t>
      </w:r>
      <w:bookmarkEnd w:id="19"/>
    </w:p>
    <w:p w14:paraId="391832FC" w14:textId="402EADD5" w:rsidR="00356BAE" w:rsidRPr="00427C54" w:rsidRDefault="007917CB" w:rsidP="00D52F38">
      <w:pPr>
        <w:pStyle w:val="Zwischentitel"/>
        <w:spacing w:line="240" w:lineRule="atLeast"/>
        <w:rPr>
          <w:rFonts w:cs="Arial"/>
          <w:color w:val="auto"/>
          <w:sz w:val="19"/>
          <w:lang w:val="de-CH" w:eastAsia="de-CH"/>
        </w:rPr>
      </w:pPr>
      <w:r w:rsidRPr="00427C54">
        <w:rPr>
          <w:rFonts w:cs="Arial"/>
          <w:color w:val="auto"/>
          <w:sz w:val="19"/>
          <w:lang w:val="de-CH" w:eastAsia="de-CH"/>
        </w:rPr>
        <w:t>Allgemeine Informationen</w:t>
      </w:r>
    </w:p>
    <w:p w14:paraId="7068B5A0" w14:textId="0CFCE89E" w:rsidR="00356BAE" w:rsidRPr="00427C54" w:rsidRDefault="00356BAE" w:rsidP="00D52F38">
      <w:pPr>
        <w:pStyle w:val="AufzhlungPunkt"/>
      </w:pPr>
      <w:r w:rsidRPr="00427C54">
        <w:t xml:space="preserve">&lt; Einschränkungen wie </w:t>
      </w:r>
      <w:r w:rsidR="00AC0896" w:rsidRPr="00427C54">
        <w:t>Ratenrechnungen</w:t>
      </w:r>
      <w:r w:rsidR="007917CB" w:rsidRPr="00427C54">
        <w:t xml:space="preserve"> werden nicht unterstützt</w:t>
      </w:r>
      <w:r w:rsidRPr="00427C54">
        <w:t xml:space="preserve"> &gt;</w:t>
      </w:r>
    </w:p>
    <w:p w14:paraId="7C0CB149" w14:textId="6EE8B1A5" w:rsidR="00356BAE" w:rsidRPr="00427C54" w:rsidRDefault="00356BAE" w:rsidP="00D52F38">
      <w:pPr>
        <w:pStyle w:val="AufzhlungPunkt"/>
      </w:pPr>
      <w:r w:rsidRPr="00427C54">
        <w:t xml:space="preserve">&lt; Spezielle Konfiguration, wie beispielsweise </w:t>
      </w:r>
      <w:r w:rsidR="007917CB" w:rsidRPr="00427C54">
        <w:t xml:space="preserve">keine Anmeldeformulare </w:t>
      </w:r>
      <w:r w:rsidRPr="00427C54">
        <w:t>implementiert &gt;</w:t>
      </w:r>
    </w:p>
    <w:p w14:paraId="0DFA2898" w14:textId="77777777" w:rsidR="00356BAE" w:rsidRPr="00427C54" w:rsidRDefault="00356BAE" w:rsidP="00D52F38">
      <w:pPr>
        <w:pStyle w:val="AufzhlungPunkt"/>
      </w:pPr>
      <w:r w:rsidRPr="00427C54">
        <w:t>&lt; … &gt;</w:t>
      </w:r>
    </w:p>
    <w:p w14:paraId="3F59D2D5" w14:textId="77777777" w:rsidR="00356BAE" w:rsidRPr="00427C54" w:rsidRDefault="00356BAE" w:rsidP="00D52F38">
      <w:pPr>
        <w:pStyle w:val="Zwischentitel"/>
        <w:rPr>
          <w:lang w:val="de-CH"/>
        </w:rPr>
      </w:pPr>
      <w:r w:rsidRPr="00427C54">
        <w:rPr>
          <w:lang w:val="de-CH"/>
        </w:rPr>
        <w:t>Test Resultate / Findings</w:t>
      </w:r>
    </w:p>
    <w:p w14:paraId="73FA08EC" w14:textId="77777777" w:rsidR="00356BAE" w:rsidRPr="00427C54" w:rsidRDefault="00356BAE" w:rsidP="00D52F38">
      <w:pPr>
        <w:pStyle w:val="AufzhlungPunkt"/>
      </w:pPr>
      <w:r w:rsidRPr="00427C54">
        <w:t>&lt; … &gt;</w:t>
      </w:r>
    </w:p>
    <w:p w14:paraId="0C10F6AA" w14:textId="77777777" w:rsidR="00356BAE" w:rsidRPr="00427C54" w:rsidRDefault="00356BAE" w:rsidP="00D52F38">
      <w:pPr>
        <w:pStyle w:val="Zwischentitel"/>
        <w:rPr>
          <w:lang w:val="de-CH"/>
        </w:rPr>
      </w:pPr>
      <w:r w:rsidRPr="00427C54">
        <w:rPr>
          <w:lang w:val="de-CH"/>
        </w:rPr>
        <w:t xml:space="preserve">Freigabe Empfehlung </w:t>
      </w:r>
    </w:p>
    <w:p w14:paraId="42185D95" w14:textId="33C198B5" w:rsidR="00356BAE" w:rsidRPr="00427C54" w:rsidRDefault="00356BAE" w:rsidP="00D52F38">
      <w:pPr>
        <w:pStyle w:val="Fliesstext"/>
        <w:rPr>
          <w:rFonts w:cs="Noto Sans"/>
          <w:lang w:val="de-CH"/>
        </w:rPr>
      </w:pPr>
      <w:r w:rsidRPr="00427C54">
        <w:rPr>
          <w:lang w:val="de-CH"/>
        </w:rPr>
        <w:t>Basierend auf den durchgeführten Tests gemäss Protokoll, empfehlen die</w:t>
      </w:r>
      <w:r w:rsidR="00D52F38" w:rsidRPr="00427C54">
        <w:rPr>
          <w:lang w:val="de-CH"/>
        </w:rPr>
        <w:t xml:space="preserve"> </w:t>
      </w:r>
      <w:r w:rsidR="007917CB" w:rsidRPr="00427C54">
        <w:rPr>
          <w:lang w:val="de-CH"/>
        </w:rPr>
        <w:t>Testverant</w:t>
      </w:r>
      <w:r w:rsidR="000A4DB1">
        <w:rPr>
          <w:lang w:val="de-CH"/>
        </w:rPr>
        <w:softHyphen/>
      </w:r>
      <w:r w:rsidR="007917CB" w:rsidRPr="00427C54">
        <w:rPr>
          <w:lang w:val="de-CH"/>
        </w:rPr>
        <w:t xml:space="preserve">wortlichen des Netzwerkpartners und von </w:t>
      </w:r>
      <w:r w:rsidR="00AC0896" w:rsidRPr="00427C54">
        <w:rPr>
          <w:lang w:val="de-CH"/>
        </w:rPr>
        <w:t>SIX</w:t>
      </w:r>
      <w:r w:rsidR="007917CB" w:rsidRPr="00427C54">
        <w:rPr>
          <w:lang w:val="de-CH"/>
        </w:rPr>
        <w:t xml:space="preserve"> folgende Empfehlung:</w:t>
      </w:r>
    </w:p>
    <w:p w14:paraId="327FADC8" w14:textId="77777777" w:rsidR="007917CB" w:rsidRPr="00427C54" w:rsidRDefault="007917CB" w:rsidP="00D52F38">
      <w:pPr>
        <w:pStyle w:val="AufzhlungPunkt"/>
      </w:pPr>
      <w:r w:rsidRPr="00427C54">
        <w:t>&lt; Freigabeempfehlung &gt;</w:t>
      </w:r>
    </w:p>
    <w:p w14:paraId="3B0689E3" w14:textId="77777777" w:rsidR="00356BAE" w:rsidRPr="00427C54" w:rsidRDefault="00356BAE" w:rsidP="00A73F41">
      <w:pPr>
        <w:ind w:left="0"/>
        <w:jc w:val="both"/>
        <w:rPr>
          <w:rFonts w:cs="Noto Sans"/>
          <w:lang w:val="de-CH"/>
        </w:rPr>
      </w:pPr>
    </w:p>
    <w:p w14:paraId="1AF35C13" w14:textId="4B5E4ADB" w:rsidR="00766558" w:rsidRPr="00427C54" w:rsidRDefault="00766558" w:rsidP="007E4187">
      <w:pPr>
        <w:spacing w:line="240" w:lineRule="auto"/>
        <w:ind w:left="0"/>
        <w:rPr>
          <w:rFonts w:cs="Noto Sans"/>
          <w:lang w:val="de-CH"/>
        </w:rPr>
        <w:sectPr w:rsidR="00766558" w:rsidRPr="00427C54" w:rsidSect="00487990">
          <w:headerReference w:type="default" r:id="rId22"/>
          <w:pgSz w:w="11906" w:h="16838" w:code="9"/>
          <w:pgMar w:top="2268" w:right="851" w:bottom="964" w:left="851" w:header="680" w:footer="454" w:gutter="851"/>
          <w:cols w:space="720"/>
          <w:docGrid w:linePitch="360"/>
        </w:sectPr>
      </w:pPr>
    </w:p>
    <w:p w14:paraId="1AF35C14" w14:textId="77777777" w:rsidR="001B341C" w:rsidRPr="00427C54" w:rsidRDefault="00766558" w:rsidP="005C5E77">
      <w:pPr>
        <w:pStyle w:val="Heading1"/>
        <w:ind w:right="2155"/>
      </w:pPr>
      <w:bookmarkStart w:id="20" w:name="_Toc168578807"/>
      <w:r w:rsidRPr="00427C54">
        <w:lastRenderedPageBreak/>
        <w:t>Testfälle Netzwerkpartner Funktionen</w:t>
      </w:r>
      <w:bookmarkEnd w:id="20"/>
    </w:p>
    <w:p w14:paraId="654430C9" w14:textId="48C12CA4" w:rsidR="00E83FCF" w:rsidRPr="00427C54" w:rsidRDefault="00E83FCF" w:rsidP="00D52F38">
      <w:pPr>
        <w:pStyle w:val="Fliesstext"/>
        <w:rPr>
          <w:lang w:val="de-CH"/>
        </w:rPr>
      </w:pPr>
      <w:r w:rsidRPr="00427C54">
        <w:rPr>
          <w:lang w:val="de-CH"/>
        </w:rPr>
        <w:t>In diesem Kapitel sind die einzelnen Testfälle aufgeführt. Die</w:t>
      </w:r>
      <w:r w:rsidR="00077899" w:rsidRPr="00427C54">
        <w:rPr>
          <w:lang w:val="de-CH"/>
        </w:rPr>
        <w:t>se</w:t>
      </w:r>
      <w:r w:rsidRPr="00427C54">
        <w:rPr>
          <w:lang w:val="de-CH"/>
        </w:rPr>
        <w:t xml:space="preserve"> basieren auf den im «Testhandbuch für Netzwerkpartner» detailliert beschrieb</w:t>
      </w:r>
      <w:r w:rsidR="000A4DB1">
        <w:rPr>
          <w:lang w:val="de-CH"/>
        </w:rPr>
        <w:softHyphen/>
      </w:r>
      <w:r w:rsidRPr="00427C54">
        <w:rPr>
          <w:lang w:val="de-CH"/>
        </w:rPr>
        <w:t xml:space="preserve">enen Testfällen. </w:t>
      </w:r>
      <w:r w:rsidR="00077899" w:rsidRPr="00427C54">
        <w:rPr>
          <w:lang w:val="de-CH"/>
        </w:rPr>
        <w:t>Alle Details wie Ressourcen, technische Operationen, Validierungs-Hinweise etc. sind der detaillierten, technischen Open API-Spezifikation sowie der Dokumentation des Inhalts der strukturierten Informationen des eBill-Formats zu entnehmen.</w:t>
      </w:r>
    </w:p>
    <w:p w14:paraId="4ADB845C" w14:textId="5740CBC8" w:rsidR="00077899" w:rsidRPr="00427C54" w:rsidRDefault="00077899" w:rsidP="00D52F38">
      <w:pPr>
        <w:pStyle w:val="Fliesstext"/>
        <w:rPr>
          <w:lang w:val="de-CH"/>
        </w:rPr>
      </w:pPr>
      <w:r w:rsidRPr="00427C54">
        <w:rPr>
          <w:lang w:val="de-CH"/>
        </w:rPr>
        <w:t>Netzwerkrelevante Funktionen des NWP-API sind mit einem * gekennzeichnet und müssen von einem Netzwerkpartner zwingend umgesetzt und mit Evidenzen belegt werden. Testnachweis wird als Selbstdeklaration (SD) oder als Selbstdeklaration mit Evidenz (SDE) erbracht.</w:t>
      </w:r>
    </w:p>
    <w:p w14:paraId="1AF35C18" w14:textId="77777777" w:rsidR="000E7D62" w:rsidRPr="00427C54" w:rsidRDefault="000E7D62" w:rsidP="00102D62">
      <w:pPr>
        <w:pStyle w:val="Heading2"/>
      </w:pPr>
      <w:bookmarkStart w:id="21" w:name="_Toc168578808"/>
      <w:r w:rsidRPr="00427C54">
        <w:t>Systemstatus abfragen</w:t>
      </w:r>
      <w:bookmarkEnd w:id="21"/>
    </w:p>
    <w:p w14:paraId="1AF35C19" w14:textId="6CAD58A0" w:rsidR="000E7D62" w:rsidRPr="00427C54" w:rsidRDefault="000E7D62" w:rsidP="00D52F38">
      <w:pPr>
        <w:pStyle w:val="Fliesstext"/>
        <w:rPr>
          <w:lang w:val="de-CH"/>
        </w:rPr>
      </w:pPr>
      <w:r w:rsidRPr="00427C54">
        <w:rPr>
          <w:lang w:val="de-CH"/>
        </w:rPr>
        <w:t>Abfrage des Systemstatus (kann als "Health-Check" für die eBill-Infrastruktur verwendet werden).</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552"/>
        <w:gridCol w:w="1417"/>
        <w:gridCol w:w="1747"/>
        <w:gridCol w:w="8318"/>
      </w:tblGrid>
      <w:tr w:rsidR="005F1766" w:rsidRPr="00427C54" w14:paraId="1AF35C22" w14:textId="77777777" w:rsidTr="000A4D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tcBorders>
              <w:top w:val="none" w:sz="0" w:space="0" w:color="auto"/>
              <w:left w:val="none" w:sz="0" w:space="0" w:color="auto"/>
              <w:bottom w:val="none" w:sz="0" w:space="0" w:color="auto"/>
              <w:right w:val="none" w:sz="0" w:space="0" w:color="auto"/>
            </w:tcBorders>
            <w:shd w:val="clear" w:color="auto" w:fill="CDC7C1"/>
          </w:tcPr>
          <w:p w14:paraId="1AF35C1B" w14:textId="77777777" w:rsidR="005F1766" w:rsidRPr="00427C54" w:rsidRDefault="005F1766" w:rsidP="00EC1183">
            <w:pPr>
              <w:pStyle w:val="Tabelle"/>
              <w:rPr>
                <w:lang w:val="de-CH"/>
              </w:rPr>
            </w:pPr>
            <w:r w:rsidRPr="00427C54">
              <w:rPr>
                <w:lang w:val="de-CH"/>
              </w:rPr>
              <w:t>ID</w:t>
            </w:r>
          </w:p>
        </w:tc>
        <w:tc>
          <w:tcPr>
            <w:tcW w:w="2552" w:type="dxa"/>
            <w:tcBorders>
              <w:top w:val="none" w:sz="0" w:space="0" w:color="auto"/>
              <w:left w:val="none" w:sz="0" w:space="0" w:color="auto"/>
              <w:bottom w:val="none" w:sz="0" w:space="0" w:color="auto"/>
              <w:right w:val="none" w:sz="0" w:space="0" w:color="auto"/>
            </w:tcBorders>
            <w:shd w:val="clear" w:color="auto" w:fill="CDC7C1"/>
          </w:tcPr>
          <w:p w14:paraId="1AF35C1C" w14:textId="77777777" w:rsidR="005F1766" w:rsidRPr="00427C54" w:rsidRDefault="005F1766"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417" w:type="dxa"/>
            <w:tcBorders>
              <w:top w:val="none" w:sz="0" w:space="0" w:color="auto"/>
              <w:left w:val="none" w:sz="0" w:space="0" w:color="auto"/>
              <w:bottom w:val="none" w:sz="0" w:space="0" w:color="auto"/>
              <w:right w:val="none" w:sz="0" w:space="0" w:color="auto"/>
            </w:tcBorders>
            <w:shd w:val="clear" w:color="auto" w:fill="CDC7C1"/>
          </w:tcPr>
          <w:p w14:paraId="1AF35C1D" w14:textId="77777777" w:rsidR="005F1766" w:rsidRPr="00427C54" w:rsidRDefault="005F1766" w:rsidP="00EC1183">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747" w:type="dxa"/>
            <w:tcBorders>
              <w:top w:val="none" w:sz="0" w:space="0" w:color="auto"/>
              <w:left w:val="none" w:sz="0" w:space="0" w:color="auto"/>
              <w:bottom w:val="none" w:sz="0" w:space="0" w:color="auto"/>
              <w:right w:val="none" w:sz="0" w:space="0" w:color="auto"/>
            </w:tcBorders>
            <w:shd w:val="clear" w:color="auto" w:fill="CDC7C1"/>
          </w:tcPr>
          <w:p w14:paraId="11A1D186" w14:textId="77777777" w:rsidR="006E2196" w:rsidRPr="00427C54" w:rsidRDefault="006E2196" w:rsidP="00EC1183">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C1E" w14:textId="72587BFD" w:rsidR="005F1766" w:rsidRPr="00427C54" w:rsidRDefault="005F1766" w:rsidP="00EC1183">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8318" w:type="dxa"/>
            <w:tcBorders>
              <w:top w:val="none" w:sz="0" w:space="0" w:color="auto"/>
              <w:left w:val="none" w:sz="0" w:space="0" w:color="auto"/>
              <w:bottom w:val="none" w:sz="0" w:space="0" w:color="auto"/>
              <w:right w:val="none" w:sz="0" w:space="0" w:color="auto"/>
            </w:tcBorders>
            <w:shd w:val="clear" w:color="auto" w:fill="CDC7C1"/>
          </w:tcPr>
          <w:p w14:paraId="1AF35C21" w14:textId="5113E718" w:rsidR="005F1766"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5F1766" w:rsidRPr="00427C54" w14:paraId="1AF35C2D" w14:textId="77777777" w:rsidTr="000A4D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tcBorders>
              <w:left w:val="none" w:sz="0" w:space="0" w:color="auto"/>
              <w:right w:val="none" w:sz="0" w:space="0" w:color="auto"/>
            </w:tcBorders>
            <w:shd w:val="clear" w:color="auto" w:fill="auto"/>
          </w:tcPr>
          <w:p w14:paraId="1AF35C23" w14:textId="77777777" w:rsidR="005F1766" w:rsidRPr="00427C54" w:rsidRDefault="005F1766" w:rsidP="00EC1183">
            <w:pPr>
              <w:pStyle w:val="Tabelle"/>
              <w:rPr>
                <w:lang w:val="de-CH"/>
              </w:rPr>
            </w:pPr>
            <w:r w:rsidRPr="00427C54">
              <w:rPr>
                <w:lang w:val="de-CH"/>
              </w:rPr>
              <w:t>1.1</w:t>
            </w:r>
          </w:p>
        </w:tc>
        <w:tc>
          <w:tcPr>
            <w:tcW w:w="2552" w:type="dxa"/>
            <w:tcBorders>
              <w:left w:val="none" w:sz="0" w:space="0" w:color="auto"/>
              <w:right w:val="none" w:sz="0" w:space="0" w:color="auto"/>
            </w:tcBorders>
            <w:shd w:val="clear" w:color="auto" w:fill="auto"/>
          </w:tcPr>
          <w:p w14:paraId="1AF35C26" w14:textId="03556CFA" w:rsidR="008A453E" w:rsidRPr="00427C54" w:rsidRDefault="005F1766"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Systemstatus abfragen</w:t>
            </w:r>
            <w:r w:rsidR="008A453E" w:rsidRPr="00427C54">
              <w:rPr>
                <w:lang w:val="de-CH"/>
              </w:rPr>
              <w:t>.</w:t>
            </w:r>
          </w:p>
        </w:tc>
        <w:tc>
          <w:tcPr>
            <w:tcW w:w="1417" w:type="dxa"/>
            <w:tcBorders>
              <w:left w:val="none" w:sz="0" w:space="0" w:color="auto"/>
              <w:right w:val="none" w:sz="0" w:space="0" w:color="auto"/>
            </w:tcBorders>
            <w:shd w:val="clear" w:color="auto" w:fill="auto"/>
          </w:tcPr>
          <w:p w14:paraId="1AF35C27" w14:textId="77777777" w:rsidR="005F1766" w:rsidRPr="00427C54" w:rsidRDefault="005F1766" w:rsidP="00EC1183">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747" w:type="dxa"/>
            <w:tcBorders>
              <w:left w:val="none" w:sz="0" w:space="0" w:color="auto"/>
              <w:right w:val="none" w:sz="0" w:space="0" w:color="auto"/>
            </w:tcBorders>
            <w:shd w:val="clear" w:color="auto" w:fill="auto"/>
          </w:tcPr>
          <w:p w14:paraId="1AF35C28" w14:textId="35A1A886" w:rsidR="005F1766" w:rsidRPr="00427C54" w:rsidRDefault="005F1766" w:rsidP="00EC1183">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318" w:type="dxa"/>
            <w:tcBorders>
              <w:left w:val="none" w:sz="0" w:space="0" w:color="auto"/>
              <w:right w:val="none" w:sz="0" w:space="0" w:color="auto"/>
            </w:tcBorders>
            <w:shd w:val="clear" w:color="auto" w:fill="auto"/>
          </w:tcPr>
          <w:p w14:paraId="1AF35C2C" w14:textId="77777777" w:rsidR="005F1766" w:rsidRPr="00427C54" w:rsidRDefault="005F1766"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5F1766" w:rsidRPr="00427C54" w14:paraId="1AF35C35" w14:textId="77777777" w:rsidTr="000A4DB1">
        <w:tc>
          <w:tcPr>
            <w:cnfStyle w:val="001000000000" w:firstRow="0" w:lastRow="0" w:firstColumn="1" w:lastColumn="0" w:oddVBand="0" w:evenVBand="0" w:oddHBand="0" w:evenHBand="0" w:firstRowFirstColumn="0" w:firstRowLastColumn="0" w:lastRowFirstColumn="0" w:lastRowLastColumn="0"/>
            <w:tcW w:w="675" w:type="dxa"/>
            <w:shd w:val="clear" w:color="auto" w:fill="auto"/>
          </w:tcPr>
          <w:p w14:paraId="1AF35C2E" w14:textId="65C93F64" w:rsidR="005F1766" w:rsidRPr="00427C54" w:rsidRDefault="005006A8" w:rsidP="00EC1183">
            <w:pPr>
              <w:pStyle w:val="Tabelle"/>
              <w:rPr>
                <w:lang w:val="de-CH"/>
              </w:rPr>
            </w:pPr>
            <w:r w:rsidRPr="00427C54">
              <w:rPr>
                <w:lang w:val="de-CH"/>
              </w:rPr>
              <w:t>1.2</w:t>
            </w:r>
          </w:p>
        </w:tc>
        <w:tc>
          <w:tcPr>
            <w:tcW w:w="2552" w:type="dxa"/>
            <w:shd w:val="clear" w:color="auto" w:fill="auto"/>
          </w:tcPr>
          <w:p w14:paraId="1AF35C2F" w14:textId="6A470B36" w:rsidR="00A04B33" w:rsidRPr="00427C54" w:rsidRDefault="005006A8" w:rsidP="00DF7ECD">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Systemstatus abfragen</w:t>
            </w:r>
            <w:r w:rsidR="00DF7ECD">
              <w:rPr>
                <w:lang w:val="de-CH"/>
              </w:rPr>
              <w:t xml:space="preserve"> und </w:t>
            </w:r>
            <w:r w:rsidRPr="00427C54">
              <w:rPr>
                <w:lang w:val="de-CH"/>
              </w:rPr>
              <w:t>Anzeige Wartungs</w:t>
            </w:r>
            <w:r w:rsidR="000A4DB1">
              <w:rPr>
                <w:lang w:val="de-CH"/>
              </w:rPr>
              <w:softHyphen/>
            </w:r>
            <w:r w:rsidRPr="00427C54">
              <w:rPr>
                <w:lang w:val="de-CH"/>
              </w:rPr>
              <w:t>fenster</w:t>
            </w:r>
            <w:r w:rsidR="008A453E" w:rsidRPr="00427C54">
              <w:rPr>
                <w:lang w:val="de-CH"/>
              </w:rPr>
              <w:t>.</w:t>
            </w:r>
          </w:p>
        </w:tc>
        <w:tc>
          <w:tcPr>
            <w:tcW w:w="1417" w:type="dxa"/>
            <w:shd w:val="clear" w:color="auto" w:fill="auto"/>
          </w:tcPr>
          <w:p w14:paraId="1AF35C30" w14:textId="554DDBB5" w:rsidR="005F1766" w:rsidRPr="00427C54" w:rsidRDefault="00246BCF" w:rsidP="00EC1183">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747" w:type="dxa"/>
            <w:shd w:val="clear" w:color="auto" w:fill="auto"/>
          </w:tcPr>
          <w:p w14:paraId="1AF35C31" w14:textId="77777777" w:rsidR="005F1766" w:rsidRPr="00427C54" w:rsidRDefault="005F1766" w:rsidP="00EC1183">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8318" w:type="dxa"/>
            <w:shd w:val="clear" w:color="auto" w:fill="auto"/>
          </w:tcPr>
          <w:p w14:paraId="1AF35C34" w14:textId="77777777" w:rsidR="005F1766" w:rsidRPr="00427C54" w:rsidRDefault="005F1766"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41DA6C1A" w14:textId="252A6E9C" w:rsidR="005F1766" w:rsidRPr="00427C54" w:rsidRDefault="005F1766" w:rsidP="003C4F2C">
      <w:pPr>
        <w:pStyle w:val="Fliesstext"/>
        <w:ind w:left="0"/>
        <w:rPr>
          <w:lang w:val="de-CH"/>
        </w:rPr>
      </w:pPr>
    </w:p>
    <w:p w14:paraId="1AF35C36" w14:textId="057AFA76" w:rsidR="000E7D62" w:rsidRPr="00427C54" w:rsidRDefault="000E7D62" w:rsidP="00EC1183">
      <w:pPr>
        <w:pStyle w:val="Heading2"/>
        <w:pageBreakBefore/>
      </w:pPr>
      <w:bookmarkStart w:id="22" w:name="_Toc168578809"/>
      <w:r w:rsidRPr="00427C54">
        <w:lastRenderedPageBreak/>
        <w:t>Branchen abfragen</w:t>
      </w:r>
      <w:bookmarkEnd w:id="22"/>
    </w:p>
    <w:p w14:paraId="1AF35C37" w14:textId="6CCA61FE" w:rsidR="000E7D62" w:rsidRPr="00427C54" w:rsidRDefault="00927486" w:rsidP="00D52F38">
      <w:pPr>
        <w:pStyle w:val="Fliesstext"/>
        <w:rPr>
          <w:lang w:val="de-CH"/>
        </w:rPr>
      </w:pPr>
      <w:r w:rsidRPr="00427C54">
        <w:rPr>
          <w:lang w:val="de-CH"/>
        </w:rPr>
        <w:t xml:space="preserve">Branchen sind </w:t>
      </w:r>
      <w:r w:rsidR="003C3E16" w:rsidRPr="00427C54">
        <w:rPr>
          <w:lang w:val="de-CH"/>
        </w:rPr>
        <w:t>s</w:t>
      </w:r>
      <w:r w:rsidRPr="00427C54">
        <w:rPr>
          <w:lang w:val="de-CH"/>
        </w:rPr>
        <w:t>ystemweit gültig und werden in der eBill-Infrastruktur verwaltet. Einem Rechnungssteller werden vom Netzwerkpartner bei der Erfassung eine oder mehrere Branchen zugeordnet</w:t>
      </w:r>
      <w:r w:rsidR="00E07E2A" w:rsidRPr="00427C54">
        <w:rPr>
          <w:lang w:val="de-CH"/>
        </w:rPr>
        <w:t>.</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421"/>
        <w:gridCol w:w="1518"/>
        <w:gridCol w:w="1800"/>
        <w:gridCol w:w="7153"/>
      </w:tblGrid>
      <w:tr w:rsidR="00906D1B" w:rsidRPr="00427C54" w14:paraId="1AF35C40"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shd w:val="clear" w:color="auto" w:fill="CDC7C1"/>
          </w:tcPr>
          <w:p w14:paraId="1AF35C39" w14:textId="77777777" w:rsidR="00906D1B" w:rsidRPr="00427C54" w:rsidRDefault="00906D1B" w:rsidP="00EC1183">
            <w:pPr>
              <w:pStyle w:val="Tabelle"/>
              <w:rPr>
                <w:lang w:val="de-CH"/>
              </w:rPr>
            </w:pPr>
            <w:r w:rsidRPr="00427C54">
              <w:rPr>
                <w:lang w:val="de-CH"/>
              </w:rPr>
              <w:t>ID</w:t>
            </w:r>
          </w:p>
        </w:tc>
        <w:tc>
          <w:tcPr>
            <w:tcW w:w="3421" w:type="dxa"/>
            <w:tcBorders>
              <w:top w:val="none" w:sz="0" w:space="0" w:color="auto"/>
              <w:left w:val="none" w:sz="0" w:space="0" w:color="auto"/>
              <w:bottom w:val="none" w:sz="0" w:space="0" w:color="auto"/>
              <w:right w:val="none" w:sz="0" w:space="0" w:color="auto"/>
            </w:tcBorders>
            <w:shd w:val="clear" w:color="auto" w:fill="CDC7C1"/>
          </w:tcPr>
          <w:p w14:paraId="1AF35C3A"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C3B" w14:textId="77777777" w:rsidR="00906D1B" w:rsidRPr="00427C54" w:rsidRDefault="00906D1B" w:rsidP="003C4F2C">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DAAC245" w14:textId="77777777" w:rsidR="00906D1B" w:rsidRPr="00427C54" w:rsidRDefault="00906D1B" w:rsidP="003C4F2C">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C3C" w14:textId="66A2CC99" w:rsidR="00906D1B" w:rsidRPr="00427C54" w:rsidRDefault="00906D1B" w:rsidP="003C4F2C">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1AF35C3F" w14:textId="139AAF7A"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5F1766" w:rsidRPr="00427C54" w14:paraId="1AF35C4C"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left w:val="none" w:sz="0" w:space="0" w:color="auto"/>
              <w:right w:val="none" w:sz="0" w:space="0" w:color="auto"/>
            </w:tcBorders>
            <w:shd w:val="clear" w:color="auto" w:fill="auto"/>
          </w:tcPr>
          <w:p w14:paraId="1AF35C41" w14:textId="77777777" w:rsidR="005F1766" w:rsidRPr="00427C54" w:rsidRDefault="005F1766" w:rsidP="00EC1183">
            <w:pPr>
              <w:pStyle w:val="Tabelle"/>
              <w:rPr>
                <w:lang w:val="de-CH"/>
              </w:rPr>
            </w:pPr>
            <w:r w:rsidRPr="00427C54">
              <w:rPr>
                <w:lang w:val="de-CH"/>
              </w:rPr>
              <w:t>2.1</w:t>
            </w:r>
          </w:p>
        </w:tc>
        <w:tc>
          <w:tcPr>
            <w:tcW w:w="3421" w:type="dxa"/>
            <w:tcBorders>
              <w:left w:val="none" w:sz="0" w:space="0" w:color="auto"/>
              <w:right w:val="none" w:sz="0" w:space="0" w:color="auto"/>
            </w:tcBorders>
            <w:shd w:val="clear" w:color="auto" w:fill="auto"/>
          </w:tcPr>
          <w:p w14:paraId="1AF35C44" w14:textId="7581AA6A" w:rsidR="005F1766" w:rsidRPr="00427C54" w:rsidRDefault="005F1766"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Branchen abfragen</w:t>
            </w:r>
            <w:r w:rsidR="008A453E" w:rsidRPr="00427C54">
              <w:rPr>
                <w:lang w:val="de-CH"/>
              </w:rPr>
              <w:t>.</w:t>
            </w:r>
          </w:p>
        </w:tc>
        <w:tc>
          <w:tcPr>
            <w:tcW w:w="1518" w:type="dxa"/>
            <w:tcBorders>
              <w:left w:val="none" w:sz="0" w:space="0" w:color="auto"/>
              <w:right w:val="none" w:sz="0" w:space="0" w:color="auto"/>
            </w:tcBorders>
            <w:shd w:val="clear" w:color="auto" w:fill="auto"/>
          </w:tcPr>
          <w:p w14:paraId="1AF35C45" w14:textId="77777777" w:rsidR="005F1766" w:rsidRPr="00427C54" w:rsidRDefault="005F1766" w:rsidP="003C4F2C">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1AF35C46" w14:textId="16D55BA4" w:rsidR="005F1766" w:rsidRPr="00427C54" w:rsidRDefault="005F1766" w:rsidP="003C4F2C">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right w:val="none" w:sz="0" w:space="0" w:color="auto"/>
            </w:tcBorders>
            <w:shd w:val="clear" w:color="auto" w:fill="auto"/>
          </w:tcPr>
          <w:p w14:paraId="1AF35C4B" w14:textId="151CA11E" w:rsidR="00906D1B" w:rsidRPr="00427C54" w:rsidRDefault="00906D1B"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75E83217" w14:textId="003DDD8B" w:rsidR="005F1766" w:rsidRPr="00427C54" w:rsidRDefault="005F1766">
      <w:pPr>
        <w:spacing w:line="240" w:lineRule="auto"/>
        <w:ind w:left="0"/>
        <w:rPr>
          <w:rFonts w:cs="Noto Sans"/>
          <w:b/>
          <w:sz w:val="24"/>
          <w:lang w:val="de-CH"/>
        </w:rPr>
      </w:pPr>
    </w:p>
    <w:p w14:paraId="1AF35C55" w14:textId="3B25D2A6" w:rsidR="000E7D62" w:rsidRPr="00427C54" w:rsidRDefault="00927486" w:rsidP="00EC1183">
      <w:pPr>
        <w:pStyle w:val="Heading2"/>
        <w:pageBreakBefore/>
      </w:pPr>
      <w:bookmarkStart w:id="23" w:name="_Toc168578810"/>
      <w:r w:rsidRPr="00427C54">
        <w:lastRenderedPageBreak/>
        <w:t xml:space="preserve">Rechnungssteller </w:t>
      </w:r>
      <w:r w:rsidR="00C72DB5" w:rsidRPr="00427C54">
        <w:t>suchen/</w:t>
      </w:r>
      <w:r w:rsidRPr="00427C54">
        <w:t>abfragen</w:t>
      </w:r>
      <w:bookmarkEnd w:id="23"/>
    </w:p>
    <w:p w14:paraId="1AF35C56" w14:textId="241135FB" w:rsidR="00927486" w:rsidRPr="00427C54" w:rsidRDefault="00927486" w:rsidP="00D52F38">
      <w:pPr>
        <w:pStyle w:val="Fliesstext"/>
        <w:rPr>
          <w:lang w:val="de-CH"/>
        </w:rPr>
      </w:pPr>
      <w:r w:rsidRPr="00427C54">
        <w:rPr>
          <w:lang w:val="de-CH"/>
        </w:rPr>
        <w:t xml:space="preserve">Der Netzwerkpartner </w:t>
      </w:r>
      <w:r w:rsidR="0061458B" w:rsidRPr="00427C54">
        <w:rPr>
          <w:lang w:val="de-CH"/>
        </w:rPr>
        <w:t>kann die an der eBill-Infrastruktur angeschlossenen</w:t>
      </w:r>
      <w:r w:rsidRPr="00427C54">
        <w:rPr>
          <w:lang w:val="de-CH"/>
        </w:rPr>
        <w:t xml:space="preserve"> Rechnungssteller </w:t>
      </w:r>
      <w:r w:rsidR="0061458B" w:rsidRPr="00427C54">
        <w:rPr>
          <w:lang w:val="de-CH"/>
        </w:rPr>
        <w:t>abfragen. Der Netzwerkpartner bekommt eine Liste mit allen Rechnungssteller</w:t>
      </w:r>
      <w:r w:rsidR="00231FF8" w:rsidRPr="00427C54">
        <w:rPr>
          <w:lang w:val="de-CH"/>
        </w:rPr>
        <w:t>n</w:t>
      </w:r>
      <w:r w:rsidR="0061458B" w:rsidRPr="00427C54">
        <w:rPr>
          <w:lang w:val="de-CH"/>
        </w:rPr>
        <w:t xml:space="preserve"> und kann darin nach den gewünschten Informationen suchen.</w:t>
      </w:r>
    </w:p>
    <w:p w14:paraId="1AF35C57" w14:textId="77777777" w:rsidR="009B023D" w:rsidRPr="00427C54" w:rsidRDefault="004F4310" w:rsidP="00D52F38">
      <w:pPr>
        <w:pStyle w:val="Fliesstext"/>
        <w:rPr>
          <w:lang w:val="de-CH"/>
        </w:rPr>
      </w:pPr>
      <w:r w:rsidRPr="00427C54">
        <w:rPr>
          <w:lang w:val="de-CH"/>
        </w:rPr>
        <w:t>Bis auf die Anmelde-URL sieht jeder Netzwerkpartner alle Informationen eines Rechnungsstellers. Die Anmelde-URL sieht hingegen nur der primäre Netzwerkpartner.</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59"/>
        <w:gridCol w:w="3279"/>
        <w:gridCol w:w="1518"/>
        <w:gridCol w:w="1800"/>
        <w:gridCol w:w="7153"/>
      </w:tblGrid>
      <w:tr w:rsidR="00906D1B" w:rsidRPr="00427C54" w14:paraId="1AF35C60" w14:textId="77777777" w:rsidTr="00EF6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CDC7C1"/>
          </w:tcPr>
          <w:p w14:paraId="1AF35C59" w14:textId="77777777" w:rsidR="00906D1B" w:rsidRPr="00427C54" w:rsidRDefault="00906D1B" w:rsidP="00EC1183">
            <w:pPr>
              <w:pStyle w:val="Tabelle"/>
              <w:rPr>
                <w:lang w:val="de-CH"/>
              </w:rPr>
            </w:pPr>
            <w:r w:rsidRPr="00427C54">
              <w:rPr>
                <w:lang w:val="de-CH"/>
              </w:rPr>
              <w:t>ID</w:t>
            </w:r>
          </w:p>
        </w:tc>
        <w:tc>
          <w:tcPr>
            <w:tcW w:w="3279" w:type="dxa"/>
            <w:tcBorders>
              <w:left w:val="none" w:sz="0" w:space="0" w:color="auto"/>
              <w:right w:val="none" w:sz="0" w:space="0" w:color="auto"/>
            </w:tcBorders>
            <w:shd w:val="clear" w:color="auto" w:fill="CDC7C1"/>
          </w:tcPr>
          <w:p w14:paraId="1AF35C5A" w14:textId="77777777" w:rsidR="00906D1B" w:rsidRPr="009A4A85" w:rsidRDefault="00906D1B" w:rsidP="00EC1183">
            <w:pPr>
              <w:pStyle w:val="Tabelle"/>
              <w:cnfStyle w:val="000000100000" w:firstRow="0" w:lastRow="0" w:firstColumn="0" w:lastColumn="0" w:oddVBand="0" w:evenVBand="0" w:oddHBand="1" w:evenHBand="0" w:firstRowFirstColumn="0" w:firstRowLastColumn="0" w:lastRowFirstColumn="0" w:lastRowLastColumn="0"/>
              <w:rPr>
                <w:b/>
                <w:lang w:val="de-CH"/>
              </w:rPr>
            </w:pPr>
            <w:r w:rsidRPr="009A4A85">
              <w:rPr>
                <w:b/>
                <w:lang w:val="de-CH"/>
              </w:rPr>
              <w:t>Test Kurzbeschreibung</w:t>
            </w:r>
          </w:p>
        </w:tc>
        <w:tc>
          <w:tcPr>
            <w:tcW w:w="1518" w:type="dxa"/>
            <w:tcBorders>
              <w:left w:val="none" w:sz="0" w:space="0" w:color="auto"/>
              <w:right w:val="none" w:sz="0" w:space="0" w:color="auto"/>
            </w:tcBorders>
            <w:shd w:val="clear" w:color="auto" w:fill="CDC7C1"/>
          </w:tcPr>
          <w:p w14:paraId="1AF35C5B" w14:textId="77777777" w:rsidR="00906D1B" w:rsidRPr="009A4A85" w:rsidRDefault="00906D1B" w:rsidP="003C4F2C">
            <w:pPr>
              <w:pStyle w:val="Tabelle"/>
              <w:jc w:val="center"/>
              <w:cnfStyle w:val="000000100000" w:firstRow="0" w:lastRow="0" w:firstColumn="0" w:lastColumn="0" w:oddVBand="0" w:evenVBand="0" w:oddHBand="1" w:evenHBand="0" w:firstRowFirstColumn="0" w:firstRowLastColumn="0" w:lastRowFirstColumn="0" w:lastRowLastColumn="0"/>
              <w:rPr>
                <w:b/>
                <w:lang w:val="de-CH"/>
              </w:rPr>
            </w:pPr>
            <w:r w:rsidRPr="009A4A85">
              <w:rPr>
                <w:b/>
                <w:lang w:val="de-CH"/>
              </w:rPr>
              <w:t>Deklaration</w:t>
            </w:r>
          </w:p>
        </w:tc>
        <w:tc>
          <w:tcPr>
            <w:tcW w:w="1800" w:type="dxa"/>
            <w:tcBorders>
              <w:left w:val="none" w:sz="0" w:space="0" w:color="auto"/>
              <w:right w:val="none" w:sz="0" w:space="0" w:color="auto"/>
            </w:tcBorders>
            <w:shd w:val="clear" w:color="auto" w:fill="CDC7C1"/>
          </w:tcPr>
          <w:p w14:paraId="42C707BF" w14:textId="77777777" w:rsidR="00906D1B" w:rsidRPr="009A4A85" w:rsidRDefault="00906D1B" w:rsidP="003C4F2C">
            <w:pPr>
              <w:pStyle w:val="Tabelle"/>
              <w:jc w:val="center"/>
              <w:cnfStyle w:val="000000100000" w:firstRow="0" w:lastRow="0" w:firstColumn="0" w:lastColumn="0" w:oddVBand="0" w:evenVBand="0" w:oddHBand="1" w:evenHBand="0" w:firstRowFirstColumn="0" w:firstRowLastColumn="0" w:lastRowFirstColumn="0" w:lastRowLastColumn="0"/>
              <w:rPr>
                <w:b/>
                <w:lang w:val="de-CH"/>
              </w:rPr>
            </w:pPr>
            <w:r w:rsidRPr="009A4A85">
              <w:rPr>
                <w:b/>
                <w:lang w:val="de-CH"/>
              </w:rPr>
              <w:t>Testresultat</w:t>
            </w:r>
          </w:p>
          <w:p w14:paraId="1AF35C5C" w14:textId="019195DD" w:rsidR="00906D1B" w:rsidRPr="009A4A85" w:rsidRDefault="00906D1B" w:rsidP="003C4F2C">
            <w:pPr>
              <w:pStyle w:val="Tabelle"/>
              <w:jc w:val="center"/>
              <w:cnfStyle w:val="000000100000" w:firstRow="0" w:lastRow="0" w:firstColumn="0" w:lastColumn="0" w:oddVBand="0" w:evenVBand="0" w:oddHBand="1" w:evenHBand="0" w:firstRowFirstColumn="0" w:firstRowLastColumn="0" w:lastRowFirstColumn="0" w:lastRowLastColumn="0"/>
              <w:rPr>
                <w:b/>
                <w:lang w:val="de-CH"/>
              </w:rPr>
            </w:pPr>
            <w:r w:rsidRPr="009A4A85">
              <w:rPr>
                <w:b/>
                <w:lang w:val="de-CH"/>
              </w:rPr>
              <w:t>(</w:t>
            </w:r>
            <w:r w:rsidR="003C4F2C" w:rsidRPr="009A4A85">
              <w:rPr>
                <w:b/>
                <w:lang w:val="de-CH"/>
              </w:rPr>
              <w:t>OK/NOK/Skip</w:t>
            </w:r>
            <w:r w:rsidRPr="009A4A85">
              <w:rPr>
                <w:b/>
                <w:lang w:val="de-CH"/>
              </w:rPr>
              <w:t>)</w:t>
            </w:r>
          </w:p>
        </w:tc>
        <w:tc>
          <w:tcPr>
            <w:tcW w:w="7153" w:type="dxa"/>
            <w:tcBorders>
              <w:left w:val="none" w:sz="0" w:space="0" w:color="auto"/>
              <w:right w:val="none" w:sz="0" w:space="0" w:color="auto"/>
            </w:tcBorders>
            <w:shd w:val="clear" w:color="auto" w:fill="CDC7C1"/>
          </w:tcPr>
          <w:p w14:paraId="1AF35C5F" w14:textId="3B402CA6" w:rsidR="00906D1B" w:rsidRPr="009A4A85" w:rsidRDefault="00906D1B" w:rsidP="00EC1183">
            <w:pPr>
              <w:pStyle w:val="Tabelle"/>
              <w:cnfStyle w:val="000000100000" w:firstRow="0" w:lastRow="0" w:firstColumn="0" w:lastColumn="0" w:oddVBand="0" w:evenVBand="0" w:oddHBand="1" w:evenHBand="0" w:firstRowFirstColumn="0" w:firstRowLastColumn="0" w:lastRowFirstColumn="0" w:lastRowLastColumn="0"/>
              <w:rPr>
                <w:b/>
                <w:lang w:val="de-CH"/>
              </w:rPr>
            </w:pPr>
            <w:r w:rsidRPr="009A4A85">
              <w:rPr>
                <w:b/>
                <w:lang w:val="de-CH"/>
              </w:rPr>
              <w:t xml:space="preserve">Notizen, Screenshots. Logauszug (z.B. Evidenzen), Zeitpunkt des Tests (Datum und Zeit), Biller-ID, Geschäftsfalldaten (Rechnungsnummer, Betrag, Rechnungssteller) </w:t>
            </w:r>
            <w:r w:rsidR="007411CC" w:rsidRPr="009A4A85">
              <w:rPr>
                <w:b/>
                <w:lang w:val="de-CH"/>
              </w:rPr>
              <w:t>etc.</w:t>
            </w:r>
          </w:p>
        </w:tc>
      </w:tr>
      <w:tr w:rsidR="0010068A" w:rsidRPr="00427C54" w14:paraId="1AF35C6B" w14:textId="77777777" w:rsidTr="00EF6A74">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C61" w14:textId="77777777" w:rsidR="0010068A" w:rsidRPr="00427C54" w:rsidRDefault="0010068A" w:rsidP="00EC1183">
            <w:pPr>
              <w:pStyle w:val="Tabelle"/>
              <w:rPr>
                <w:lang w:val="de-CH"/>
              </w:rPr>
            </w:pPr>
            <w:r w:rsidRPr="00427C54">
              <w:rPr>
                <w:lang w:val="de-CH"/>
              </w:rPr>
              <w:t>3.1</w:t>
            </w:r>
          </w:p>
        </w:tc>
        <w:tc>
          <w:tcPr>
            <w:tcW w:w="3279" w:type="dxa"/>
            <w:shd w:val="clear" w:color="auto" w:fill="auto"/>
          </w:tcPr>
          <w:p w14:paraId="1AF35C64" w14:textId="16EAF9B0" w:rsidR="0010068A" w:rsidRPr="00427C54" w:rsidRDefault="00B67BF8"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Öffentliche Daten aller Rechnungssteller abfragen. Mit Suche nach Name</w:t>
            </w:r>
            <w:r w:rsidR="00DF7ECD">
              <w:rPr>
                <w:lang w:val="de-CH"/>
              </w:rPr>
              <w:t>n</w:t>
            </w:r>
            <w:r w:rsidRPr="00427C54">
              <w:rPr>
                <w:lang w:val="de-CH"/>
              </w:rPr>
              <w:t>.</w:t>
            </w:r>
          </w:p>
        </w:tc>
        <w:tc>
          <w:tcPr>
            <w:tcW w:w="1518" w:type="dxa"/>
            <w:shd w:val="clear" w:color="auto" w:fill="auto"/>
          </w:tcPr>
          <w:p w14:paraId="1AF35C65" w14:textId="77777777" w:rsidR="0010068A" w:rsidRPr="00427C54" w:rsidRDefault="0010068A" w:rsidP="003C4F2C">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shd w:val="clear" w:color="auto" w:fill="auto"/>
          </w:tcPr>
          <w:p w14:paraId="633F9D2B" w14:textId="77777777" w:rsidR="0010068A" w:rsidRPr="00427C54" w:rsidRDefault="0010068A" w:rsidP="003C4F2C">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153" w:type="dxa"/>
            <w:shd w:val="clear" w:color="auto" w:fill="auto"/>
          </w:tcPr>
          <w:p w14:paraId="1AF35C6A" w14:textId="784752C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C72DB5" w:rsidRPr="00427C54" w14:paraId="5004E0E1" w14:textId="77777777" w:rsidTr="00EF6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bottom w:val="single" w:sz="4" w:space="0" w:color="auto"/>
              <w:right w:val="none" w:sz="0" w:space="0" w:color="auto"/>
            </w:tcBorders>
            <w:shd w:val="clear" w:color="auto" w:fill="auto"/>
          </w:tcPr>
          <w:p w14:paraId="1B981B09" w14:textId="02C369DD" w:rsidR="00C72DB5" w:rsidRPr="00427C54" w:rsidRDefault="00C72DB5" w:rsidP="00EC1183">
            <w:pPr>
              <w:pStyle w:val="Tabelle"/>
              <w:rPr>
                <w:lang w:val="de-CH"/>
              </w:rPr>
            </w:pPr>
            <w:r w:rsidRPr="00427C54">
              <w:rPr>
                <w:lang w:val="de-CH"/>
              </w:rPr>
              <w:t>3.</w:t>
            </w:r>
            <w:r w:rsidR="0038049A">
              <w:rPr>
                <w:lang w:val="de-CH"/>
              </w:rPr>
              <w:t>2</w:t>
            </w:r>
          </w:p>
        </w:tc>
        <w:tc>
          <w:tcPr>
            <w:tcW w:w="3279" w:type="dxa"/>
            <w:tcBorders>
              <w:left w:val="none" w:sz="0" w:space="0" w:color="auto"/>
              <w:bottom w:val="single" w:sz="4" w:space="0" w:color="auto"/>
              <w:right w:val="none" w:sz="0" w:space="0" w:color="auto"/>
            </w:tcBorders>
            <w:shd w:val="clear" w:color="auto" w:fill="auto"/>
          </w:tcPr>
          <w:p w14:paraId="3551EE7A" w14:textId="0509C248" w:rsidR="00C72DB5" w:rsidRPr="00427C54" w:rsidRDefault="00B67BF8"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Öffentliche Daten aller Rechnungssteller abfragen. Mit Suche über UID.</w:t>
            </w:r>
          </w:p>
        </w:tc>
        <w:tc>
          <w:tcPr>
            <w:tcW w:w="1518" w:type="dxa"/>
            <w:tcBorders>
              <w:left w:val="none" w:sz="0" w:space="0" w:color="auto"/>
              <w:bottom w:val="single" w:sz="4" w:space="0" w:color="auto"/>
              <w:right w:val="none" w:sz="0" w:space="0" w:color="auto"/>
            </w:tcBorders>
            <w:shd w:val="clear" w:color="auto" w:fill="auto"/>
          </w:tcPr>
          <w:p w14:paraId="23369FBB" w14:textId="516D5801" w:rsidR="00C72DB5" w:rsidRPr="00427C54" w:rsidRDefault="00C72DB5" w:rsidP="003C4F2C">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bottom w:val="single" w:sz="4" w:space="0" w:color="auto"/>
              <w:right w:val="none" w:sz="0" w:space="0" w:color="auto"/>
            </w:tcBorders>
            <w:shd w:val="clear" w:color="auto" w:fill="auto"/>
          </w:tcPr>
          <w:p w14:paraId="019A8182" w14:textId="77777777" w:rsidR="00C72DB5" w:rsidRPr="00427C54" w:rsidRDefault="00C72DB5" w:rsidP="003C4F2C">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bottom w:val="single" w:sz="4" w:space="0" w:color="auto"/>
              <w:right w:val="none" w:sz="0" w:space="0" w:color="auto"/>
            </w:tcBorders>
            <w:shd w:val="clear" w:color="auto" w:fill="auto"/>
          </w:tcPr>
          <w:p w14:paraId="1F671106" w14:textId="77777777" w:rsidR="00C72DB5" w:rsidRPr="00427C54" w:rsidRDefault="00C72DB5"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10068A" w:rsidRPr="00427C54" w14:paraId="1AF35C7E" w14:textId="77777777" w:rsidTr="0038049A">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bottom w:val="single" w:sz="4" w:space="0" w:color="auto"/>
              <w:right w:val="single" w:sz="4" w:space="0" w:color="auto"/>
            </w:tcBorders>
            <w:shd w:val="clear" w:color="auto" w:fill="auto"/>
          </w:tcPr>
          <w:p w14:paraId="1AF35C77" w14:textId="0839F45D" w:rsidR="0010068A" w:rsidRPr="00427C54" w:rsidRDefault="00C72DB5" w:rsidP="00EC1183">
            <w:pPr>
              <w:pStyle w:val="Tabelle"/>
              <w:rPr>
                <w:lang w:val="de-CH"/>
              </w:rPr>
            </w:pPr>
            <w:r w:rsidRPr="00427C54">
              <w:rPr>
                <w:lang w:val="de-CH"/>
              </w:rPr>
              <w:t>3.</w:t>
            </w:r>
            <w:r w:rsidR="0038049A">
              <w:rPr>
                <w:lang w:val="de-CH"/>
              </w:rPr>
              <w:t>3</w:t>
            </w:r>
          </w:p>
        </w:tc>
        <w:tc>
          <w:tcPr>
            <w:tcW w:w="3279" w:type="dxa"/>
            <w:tcBorders>
              <w:left w:val="single" w:sz="4" w:space="0" w:color="auto"/>
              <w:bottom w:val="single" w:sz="4" w:space="0" w:color="auto"/>
              <w:right w:val="single" w:sz="4" w:space="0" w:color="auto"/>
            </w:tcBorders>
            <w:shd w:val="clear" w:color="auto" w:fill="auto"/>
          </w:tcPr>
          <w:p w14:paraId="1AF35C78" w14:textId="40CEB52C" w:rsidR="0010068A" w:rsidRPr="00427C54" w:rsidRDefault="00B67BF8"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Öffentliche Daten aller Rechnungssteller abfragen. Mit Suche über IBAN</w:t>
            </w:r>
            <w:r w:rsidR="00F36947">
              <w:rPr>
                <w:lang w:val="de-CH"/>
              </w:rPr>
              <w:t>/QR-IBAN</w:t>
            </w:r>
            <w:r w:rsidRPr="00427C54">
              <w:rPr>
                <w:lang w:val="de-CH"/>
              </w:rPr>
              <w:t>.</w:t>
            </w:r>
          </w:p>
        </w:tc>
        <w:tc>
          <w:tcPr>
            <w:tcW w:w="1518" w:type="dxa"/>
            <w:tcBorders>
              <w:left w:val="single" w:sz="4" w:space="0" w:color="auto"/>
              <w:bottom w:val="single" w:sz="4" w:space="0" w:color="auto"/>
              <w:right w:val="single" w:sz="4" w:space="0" w:color="auto"/>
            </w:tcBorders>
            <w:shd w:val="clear" w:color="auto" w:fill="auto"/>
          </w:tcPr>
          <w:p w14:paraId="1AF35C79" w14:textId="2CE1FD19" w:rsidR="0010068A" w:rsidRPr="00427C54" w:rsidRDefault="00C72DB5" w:rsidP="003C4F2C">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tcBorders>
              <w:left w:val="single" w:sz="4" w:space="0" w:color="auto"/>
              <w:bottom w:val="single" w:sz="4" w:space="0" w:color="auto"/>
              <w:right w:val="single" w:sz="4" w:space="0" w:color="auto"/>
            </w:tcBorders>
            <w:shd w:val="clear" w:color="auto" w:fill="auto"/>
          </w:tcPr>
          <w:p w14:paraId="1AF35C7A" w14:textId="77777777" w:rsidR="0010068A" w:rsidRPr="00427C54" w:rsidRDefault="0010068A" w:rsidP="003C4F2C">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153" w:type="dxa"/>
            <w:tcBorders>
              <w:left w:val="single" w:sz="4" w:space="0" w:color="auto"/>
              <w:bottom w:val="single" w:sz="4" w:space="0" w:color="auto"/>
              <w:right w:val="single" w:sz="4" w:space="0" w:color="auto"/>
            </w:tcBorders>
            <w:shd w:val="clear" w:color="auto" w:fill="auto"/>
          </w:tcPr>
          <w:p w14:paraId="1AF35C7D"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38049A" w:rsidRPr="00427C54" w14:paraId="546F1E8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bottom w:val="single" w:sz="4" w:space="0" w:color="auto"/>
              <w:right w:val="single" w:sz="4" w:space="0" w:color="auto"/>
            </w:tcBorders>
            <w:shd w:val="clear" w:color="auto" w:fill="auto"/>
          </w:tcPr>
          <w:p w14:paraId="5ABB11F8" w14:textId="4C70B952" w:rsidR="0038049A" w:rsidRPr="00427C54" w:rsidRDefault="0038049A">
            <w:pPr>
              <w:pStyle w:val="Tabelle"/>
              <w:rPr>
                <w:lang w:val="de-CH"/>
              </w:rPr>
            </w:pPr>
            <w:r w:rsidRPr="00427C54">
              <w:rPr>
                <w:lang w:val="de-CH"/>
              </w:rPr>
              <w:t>3.</w:t>
            </w:r>
            <w:r>
              <w:rPr>
                <w:lang w:val="de-CH"/>
              </w:rPr>
              <w:t>4</w:t>
            </w:r>
          </w:p>
        </w:tc>
        <w:tc>
          <w:tcPr>
            <w:tcW w:w="3279" w:type="dxa"/>
            <w:tcBorders>
              <w:left w:val="single" w:sz="4" w:space="0" w:color="auto"/>
              <w:bottom w:val="single" w:sz="4" w:space="0" w:color="auto"/>
              <w:right w:val="single" w:sz="4" w:space="0" w:color="auto"/>
            </w:tcBorders>
            <w:shd w:val="clear" w:color="auto" w:fill="auto"/>
          </w:tcPr>
          <w:p w14:paraId="55AD428A" w14:textId="77777777" w:rsidR="0038049A" w:rsidRPr="00427C54" w:rsidRDefault="0038049A">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Öffentliche Daten aller Rechnungssteller abfragen. Suche erfolgt über mehrere Suchkriterien.</w:t>
            </w:r>
          </w:p>
        </w:tc>
        <w:tc>
          <w:tcPr>
            <w:tcW w:w="1518" w:type="dxa"/>
            <w:tcBorders>
              <w:left w:val="single" w:sz="4" w:space="0" w:color="auto"/>
              <w:bottom w:val="single" w:sz="4" w:space="0" w:color="auto"/>
              <w:right w:val="single" w:sz="4" w:space="0" w:color="auto"/>
            </w:tcBorders>
            <w:shd w:val="clear" w:color="auto" w:fill="auto"/>
          </w:tcPr>
          <w:p w14:paraId="72DE941A" w14:textId="77777777" w:rsidR="0038049A" w:rsidRPr="00427C54" w:rsidRDefault="0038049A">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single" w:sz="4" w:space="0" w:color="auto"/>
              <w:bottom w:val="single" w:sz="4" w:space="0" w:color="auto"/>
              <w:right w:val="single" w:sz="4" w:space="0" w:color="auto"/>
            </w:tcBorders>
            <w:shd w:val="clear" w:color="auto" w:fill="auto"/>
          </w:tcPr>
          <w:p w14:paraId="5FE49FD5" w14:textId="77777777" w:rsidR="0038049A" w:rsidRPr="00427C54" w:rsidRDefault="0038049A">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single" w:sz="4" w:space="0" w:color="auto"/>
              <w:bottom w:val="single" w:sz="4" w:space="0" w:color="auto"/>
              <w:right w:val="single" w:sz="4" w:space="0" w:color="auto"/>
            </w:tcBorders>
            <w:shd w:val="clear" w:color="auto" w:fill="auto"/>
          </w:tcPr>
          <w:p w14:paraId="60D487EB" w14:textId="77777777" w:rsidR="0038049A" w:rsidRPr="00427C54" w:rsidRDefault="0038049A">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38049A" w:rsidRPr="00427C54" w14:paraId="1A4DA47E" w14:textId="77777777" w:rsidTr="0038049A">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bottom w:val="single" w:sz="4" w:space="0" w:color="auto"/>
              <w:right w:val="single" w:sz="4" w:space="0" w:color="auto"/>
            </w:tcBorders>
            <w:shd w:val="clear" w:color="auto" w:fill="auto"/>
          </w:tcPr>
          <w:p w14:paraId="3A8D9425" w14:textId="58913E26" w:rsidR="0038049A" w:rsidRPr="00427C54" w:rsidRDefault="0038049A" w:rsidP="0038049A">
            <w:pPr>
              <w:pStyle w:val="Tabelle"/>
              <w:rPr>
                <w:lang w:val="de-CH"/>
              </w:rPr>
            </w:pPr>
            <w:r w:rsidRPr="00427C54">
              <w:rPr>
                <w:lang w:val="de-CH"/>
              </w:rPr>
              <w:t>3.</w:t>
            </w:r>
            <w:r>
              <w:rPr>
                <w:lang w:val="de-CH"/>
              </w:rPr>
              <w:t>5</w:t>
            </w:r>
          </w:p>
        </w:tc>
        <w:tc>
          <w:tcPr>
            <w:tcW w:w="3279" w:type="dxa"/>
            <w:tcBorders>
              <w:left w:val="single" w:sz="4" w:space="0" w:color="auto"/>
              <w:bottom w:val="single" w:sz="4" w:space="0" w:color="auto"/>
              <w:right w:val="single" w:sz="4" w:space="0" w:color="auto"/>
            </w:tcBorders>
            <w:shd w:val="clear" w:color="auto" w:fill="auto"/>
          </w:tcPr>
          <w:p w14:paraId="64791CB1" w14:textId="38ECDEA2" w:rsidR="0038049A" w:rsidRPr="00427C54" w:rsidRDefault="0038049A" w:rsidP="0038049A">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Detaillierte Daten eines Rechnungsstellers abfragen. Mit Suche über Biller-ID.</w:t>
            </w:r>
          </w:p>
        </w:tc>
        <w:tc>
          <w:tcPr>
            <w:tcW w:w="1518" w:type="dxa"/>
            <w:tcBorders>
              <w:left w:val="single" w:sz="4" w:space="0" w:color="auto"/>
              <w:bottom w:val="single" w:sz="4" w:space="0" w:color="auto"/>
              <w:right w:val="single" w:sz="4" w:space="0" w:color="auto"/>
            </w:tcBorders>
            <w:shd w:val="clear" w:color="auto" w:fill="auto"/>
          </w:tcPr>
          <w:p w14:paraId="154E968F" w14:textId="2C2ABE28" w:rsidR="0038049A" w:rsidRPr="00427C54" w:rsidRDefault="0038049A" w:rsidP="0038049A">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tcBorders>
              <w:left w:val="single" w:sz="4" w:space="0" w:color="auto"/>
              <w:bottom w:val="single" w:sz="4" w:space="0" w:color="auto"/>
              <w:right w:val="single" w:sz="4" w:space="0" w:color="auto"/>
            </w:tcBorders>
            <w:shd w:val="clear" w:color="auto" w:fill="auto"/>
          </w:tcPr>
          <w:p w14:paraId="02F2A0C7" w14:textId="77777777" w:rsidR="0038049A" w:rsidRPr="00427C54" w:rsidRDefault="0038049A" w:rsidP="0038049A">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153" w:type="dxa"/>
            <w:tcBorders>
              <w:left w:val="single" w:sz="4" w:space="0" w:color="auto"/>
              <w:bottom w:val="single" w:sz="4" w:space="0" w:color="auto"/>
              <w:right w:val="single" w:sz="4" w:space="0" w:color="auto"/>
            </w:tcBorders>
            <w:shd w:val="clear" w:color="auto" w:fill="auto"/>
          </w:tcPr>
          <w:p w14:paraId="310EA7F1" w14:textId="77777777" w:rsidR="0038049A" w:rsidRPr="00427C54" w:rsidRDefault="0038049A" w:rsidP="0038049A">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1AF35C80" w14:textId="52ECEEAA" w:rsidR="000E7D62" w:rsidRPr="00427C54" w:rsidRDefault="00927486" w:rsidP="00EC1183">
      <w:pPr>
        <w:pStyle w:val="Heading2"/>
        <w:pageBreakBefore/>
      </w:pPr>
      <w:bookmarkStart w:id="24" w:name="_Toc168578811"/>
      <w:r w:rsidRPr="00427C54">
        <w:lastRenderedPageBreak/>
        <w:t>Rechnungssteller registrieren</w:t>
      </w:r>
      <w:r w:rsidR="005B7F0B" w:rsidRPr="00427C54">
        <w:t xml:space="preserve"> (</w:t>
      </w:r>
      <w:r w:rsidRPr="00427C54">
        <w:rPr>
          <w:color w:val="FF0000"/>
        </w:rPr>
        <w:t>*</w:t>
      </w:r>
      <w:r w:rsidR="005B7F0B" w:rsidRPr="00427C54">
        <w:t>)</w:t>
      </w:r>
      <w:bookmarkEnd w:id="24"/>
    </w:p>
    <w:p w14:paraId="1AF35C82" w14:textId="33E3EFCD" w:rsidR="000E7D62" w:rsidRPr="00427C54" w:rsidRDefault="00927486" w:rsidP="00D52F38">
      <w:pPr>
        <w:pStyle w:val="Fliesstext"/>
        <w:rPr>
          <w:lang w:val="de-CH"/>
        </w:rPr>
      </w:pPr>
      <w:r w:rsidRPr="00427C54">
        <w:rPr>
          <w:lang w:val="de-CH"/>
        </w:rPr>
        <w:t>Dieser Anwendungsfall ist ein zentrales Element der Dienstleistungserbringung von SIX und ermöglicht das Onboarding von Rechnungsstellern für die Dienstleistung eBill</w:t>
      </w:r>
      <w:r w:rsidR="00EC1183" w:rsidRPr="00427C54">
        <w:rPr>
          <w:lang w:val="de-CH"/>
        </w:rPr>
        <w:t>.</w:t>
      </w:r>
    </w:p>
    <w:tbl>
      <w:tblPr>
        <w:tblStyle w:val="LightShading"/>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
        <w:gridCol w:w="2481"/>
        <w:gridCol w:w="1556"/>
        <w:gridCol w:w="1686"/>
        <w:gridCol w:w="8530"/>
      </w:tblGrid>
      <w:tr w:rsidR="00906D1B" w:rsidRPr="00427C54" w14:paraId="1AF35C8A" w14:textId="77777777" w:rsidTr="008337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7" w:type="dxa"/>
            <w:tcBorders>
              <w:top w:val="none" w:sz="0" w:space="0" w:color="auto"/>
              <w:left w:val="none" w:sz="0" w:space="0" w:color="auto"/>
              <w:bottom w:val="single" w:sz="4" w:space="0" w:color="auto"/>
              <w:right w:val="none" w:sz="0" w:space="0" w:color="auto"/>
            </w:tcBorders>
            <w:shd w:val="clear" w:color="auto" w:fill="CDC7C1"/>
          </w:tcPr>
          <w:p w14:paraId="1AF35C83" w14:textId="77777777" w:rsidR="00906D1B" w:rsidRPr="00427C54" w:rsidRDefault="00906D1B" w:rsidP="00EC1183">
            <w:pPr>
              <w:pStyle w:val="Tabelle"/>
              <w:rPr>
                <w:lang w:val="de-CH"/>
              </w:rPr>
            </w:pPr>
            <w:r w:rsidRPr="00427C54">
              <w:rPr>
                <w:lang w:val="de-CH"/>
              </w:rPr>
              <w:t>ID</w:t>
            </w:r>
          </w:p>
        </w:tc>
        <w:tc>
          <w:tcPr>
            <w:tcW w:w="2481" w:type="dxa"/>
            <w:tcBorders>
              <w:top w:val="none" w:sz="0" w:space="0" w:color="auto"/>
              <w:left w:val="none" w:sz="0" w:space="0" w:color="auto"/>
              <w:bottom w:val="single" w:sz="4" w:space="0" w:color="auto"/>
              <w:right w:val="none" w:sz="0" w:space="0" w:color="auto"/>
            </w:tcBorders>
            <w:shd w:val="clear" w:color="auto" w:fill="CDC7C1"/>
          </w:tcPr>
          <w:p w14:paraId="1AF35C84"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56" w:type="dxa"/>
            <w:tcBorders>
              <w:top w:val="none" w:sz="0" w:space="0" w:color="auto"/>
              <w:left w:val="none" w:sz="0" w:space="0" w:color="auto"/>
              <w:bottom w:val="single" w:sz="4" w:space="0" w:color="auto"/>
              <w:right w:val="none" w:sz="0" w:space="0" w:color="auto"/>
            </w:tcBorders>
            <w:shd w:val="clear" w:color="auto" w:fill="CDC7C1"/>
          </w:tcPr>
          <w:p w14:paraId="1AF35C85"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686" w:type="dxa"/>
            <w:tcBorders>
              <w:top w:val="none" w:sz="0" w:space="0" w:color="auto"/>
              <w:left w:val="none" w:sz="0" w:space="0" w:color="auto"/>
              <w:bottom w:val="single" w:sz="4" w:space="0" w:color="auto"/>
              <w:right w:val="none" w:sz="0" w:space="0" w:color="auto"/>
            </w:tcBorders>
            <w:shd w:val="clear" w:color="auto" w:fill="CDC7C1"/>
          </w:tcPr>
          <w:p w14:paraId="0C1D577C"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C86" w14:textId="2954D251"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8530" w:type="dxa"/>
            <w:tcBorders>
              <w:top w:val="none" w:sz="0" w:space="0" w:color="auto"/>
              <w:left w:val="none" w:sz="0" w:space="0" w:color="auto"/>
              <w:bottom w:val="single" w:sz="4" w:space="0" w:color="auto"/>
              <w:right w:val="none" w:sz="0" w:space="0" w:color="auto"/>
            </w:tcBorders>
            <w:shd w:val="clear" w:color="auto" w:fill="CDC7C1"/>
          </w:tcPr>
          <w:p w14:paraId="1AF35C89" w14:textId="485EBC5A"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10068A" w:rsidRPr="00427C54" w14:paraId="1AF35C9C" w14:textId="77777777" w:rsidTr="008337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7" w:type="dxa"/>
            <w:tcBorders>
              <w:left w:val="none" w:sz="0" w:space="0" w:color="auto"/>
              <w:right w:val="none" w:sz="0" w:space="0" w:color="auto"/>
            </w:tcBorders>
            <w:shd w:val="clear" w:color="auto" w:fill="auto"/>
          </w:tcPr>
          <w:p w14:paraId="1AF35C8B" w14:textId="77777777" w:rsidR="0010068A" w:rsidRPr="00427C54" w:rsidRDefault="0010068A" w:rsidP="00EC1183">
            <w:pPr>
              <w:pStyle w:val="Tabelle"/>
              <w:rPr>
                <w:lang w:val="de-CH"/>
              </w:rPr>
            </w:pPr>
            <w:r w:rsidRPr="00427C54">
              <w:rPr>
                <w:lang w:val="de-CH"/>
              </w:rPr>
              <w:t>4.1</w:t>
            </w:r>
          </w:p>
        </w:tc>
        <w:tc>
          <w:tcPr>
            <w:tcW w:w="2481" w:type="dxa"/>
            <w:tcBorders>
              <w:left w:val="none" w:sz="0" w:space="0" w:color="auto"/>
              <w:right w:val="none" w:sz="0" w:space="0" w:color="auto"/>
            </w:tcBorders>
            <w:shd w:val="clear" w:color="auto" w:fill="auto"/>
          </w:tcPr>
          <w:p w14:paraId="1AF35C8E" w14:textId="7C10FAE1" w:rsidR="0010068A" w:rsidRPr="00427C54" w:rsidRDefault="00D81C82"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Anlegen/Registrieren eines neuen Rechnungsstellers ohne Anmeldeformular.</w:t>
            </w:r>
          </w:p>
        </w:tc>
        <w:tc>
          <w:tcPr>
            <w:tcW w:w="1556" w:type="dxa"/>
            <w:tcBorders>
              <w:left w:val="none" w:sz="0" w:space="0" w:color="auto"/>
              <w:right w:val="none" w:sz="0" w:space="0" w:color="auto"/>
            </w:tcBorders>
            <w:shd w:val="clear" w:color="auto" w:fill="auto"/>
          </w:tcPr>
          <w:p w14:paraId="1AF35C8F"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686" w:type="dxa"/>
            <w:tcBorders>
              <w:left w:val="none" w:sz="0" w:space="0" w:color="auto"/>
              <w:right w:val="none" w:sz="0" w:space="0" w:color="auto"/>
            </w:tcBorders>
            <w:shd w:val="clear" w:color="auto" w:fill="auto"/>
          </w:tcPr>
          <w:p w14:paraId="1AF35C91"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530" w:type="dxa"/>
            <w:tcBorders>
              <w:left w:val="none" w:sz="0" w:space="0" w:color="auto"/>
              <w:right w:val="none" w:sz="0" w:space="0" w:color="auto"/>
            </w:tcBorders>
            <w:shd w:val="clear" w:color="auto" w:fill="auto"/>
          </w:tcPr>
          <w:p w14:paraId="1AF35C9B"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2621EC" w:rsidRPr="00427C54" w14:paraId="51B8A17F" w14:textId="77777777" w:rsidTr="00446770">
        <w:tc>
          <w:tcPr>
            <w:cnfStyle w:val="001000000000" w:firstRow="0" w:lastRow="0" w:firstColumn="1" w:lastColumn="0" w:oddVBand="0" w:evenVBand="0" w:oddHBand="0" w:evenHBand="0" w:firstRowFirstColumn="0" w:firstRowLastColumn="0" w:lastRowFirstColumn="0" w:lastRowLastColumn="0"/>
            <w:tcW w:w="597" w:type="dxa"/>
            <w:tcBorders>
              <w:bottom w:val="single" w:sz="4" w:space="0" w:color="auto"/>
            </w:tcBorders>
            <w:shd w:val="clear" w:color="auto" w:fill="auto"/>
          </w:tcPr>
          <w:p w14:paraId="79E2F6B6" w14:textId="77777777" w:rsidR="002621EC" w:rsidRPr="00427C54" w:rsidRDefault="002621EC">
            <w:pPr>
              <w:pStyle w:val="Tabelle"/>
              <w:rPr>
                <w:lang w:val="de-CH"/>
              </w:rPr>
            </w:pPr>
            <w:r w:rsidRPr="00427C54">
              <w:rPr>
                <w:lang w:val="de-CH"/>
              </w:rPr>
              <w:t>4.2</w:t>
            </w:r>
          </w:p>
        </w:tc>
        <w:tc>
          <w:tcPr>
            <w:tcW w:w="2481" w:type="dxa"/>
            <w:tcBorders>
              <w:bottom w:val="single" w:sz="4" w:space="0" w:color="auto"/>
            </w:tcBorders>
            <w:shd w:val="clear" w:color="auto" w:fill="auto"/>
          </w:tcPr>
          <w:p w14:paraId="131FA3A6" w14:textId="77777777" w:rsidR="002621EC" w:rsidRPr="00427C54" w:rsidRDefault="002621EC">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Anlegen/Registrieren eines neuen Rechnungsstellers für Spendenanfragen ohne Anmeldeformular.</w:t>
            </w:r>
          </w:p>
          <w:p w14:paraId="3FD5D0C6" w14:textId="77777777" w:rsidR="002621EC" w:rsidRPr="00427C54" w:rsidRDefault="002621EC">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Optional falls der Rechnungssteller keine Spendenanfragen einliefert.</w:t>
            </w:r>
          </w:p>
        </w:tc>
        <w:tc>
          <w:tcPr>
            <w:tcW w:w="1556" w:type="dxa"/>
            <w:tcBorders>
              <w:bottom w:val="single" w:sz="4" w:space="0" w:color="auto"/>
            </w:tcBorders>
            <w:shd w:val="clear" w:color="auto" w:fill="auto"/>
          </w:tcPr>
          <w:p w14:paraId="08B721FC" w14:textId="77777777" w:rsidR="002621EC" w:rsidRPr="00427C54" w:rsidRDefault="002621EC">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686" w:type="dxa"/>
            <w:tcBorders>
              <w:bottom w:val="single" w:sz="4" w:space="0" w:color="auto"/>
            </w:tcBorders>
            <w:shd w:val="clear" w:color="auto" w:fill="auto"/>
          </w:tcPr>
          <w:p w14:paraId="749F8328" w14:textId="77777777" w:rsidR="002621EC" w:rsidRPr="00427C54" w:rsidRDefault="002621EC">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8530" w:type="dxa"/>
            <w:tcBorders>
              <w:bottom w:val="single" w:sz="4" w:space="0" w:color="auto"/>
            </w:tcBorders>
            <w:shd w:val="clear" w:color="auto" w:fill="auto"/>
          </w:tcPr>
          <w:p w14:paraId="267781BB" w14:textId="77777777" w:rsidR="002621EC" w:rsidRPr="00427C54" w:rsidRDefault="002621EC">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01674A" w:rsidRPr="00427C54" w14:paraId="1A149DC8" w14:textId="77777777" w:rsidTr="004467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7" w:type="dxa"/>
            <w:tcBorders>
              <w:left w:val="single" w:sz="4" w:space="0" w:color="auto"/>
              <w:right w:val="single" w:sz="4" w:space="0" w:color="auto"/>
            </w:tcBorders>
            <w:shd w:val="clear" w:color="auto" w:fill="auto"/>
          </w:tcPr>
          <w:p w14:paraId="7820B6C3" w14:textId="40A5FC9F" w:rsidR="0001674A" w:rsidRPr="00427C54" w:rsidRDefault="0001674A" w:rsidP="00EC1183">
            <w:pPr>
              <w:pStyle w:val="Tabelle"/>
              <w:rPr>
                <w:lang w:val="de-CH"/>
              </w:rPr>
            </w:pPr>
            <w:r w:rsidRPr="00427C54">
              <w:rPr>
                <w:lang w:val="de-CH"/>
              </w:rPr>
              <w:t>4.</w:t>
            </w:r>
            <w:r w:rsidR="0033037A">
              <w:rPr>
                <w:lang w:val="de-CH"/>
              </w:rPr>
              <w:t>3</w:t>
            </w:r>
          </w:p>
        </w:tc>
        <w:tc>
          <w:tcPr>
            <w:tcW w:w="2481" w:type="dxa"/>
            <w:tcBorders>
              <w:left w:val="single" w:sz="4" w:space="0" w:color="auto"/>
              <w:right w:val="single" w:sz="4" w:space="0" w:color="auto"/>
            </w:tcBorders>
            <w:shd w:val="clear" w:color="auto" w:fill="auto"/>
          </w:tcPr>
          <w:p w14:paraId="1A1061AF" w14:textId="318634C9" w:rsidR="0001674A" w:rsidRPr="00427C54" w:rsidRDefault="00D349A7" w:rsidP="007D24A2">
            <w:pPr>
              <w:pStyle w:val="Tabelle"/>
              <w:cnfStyle w:val="000000100000" w:firstRow="0" w:lastRow="0" w:firstColumn="0" w:lastColumn="0" w:oddVBand="0" w:evenVBand="0" w:oddHBand="1" w:evenHBand="0" w:firstRowFirstColumn="0" w:firstRowLastColumn="0" w:lastRowFirstColumn="0" w:lastRowLastColumn="0"/>
              <w:rPr>
                <w:lang w:val="de-CH"/>
              </w:rPr>
            </w:pPr>
            <w:r w:rsidRPr="00D349A7">
              <w:rPr>
                <w:lang w:val="de-CH"/>
              </w:rPr>
              <w:t>Wiederholtes Anlegen/Registrieren eines Rechnungsstellers</w:t>
            </w:r>
          </w:p>
        </w:tc>
        <w:tc>
          <w:tcPr>
            <w:tcW w:w="1556" w:type="dxa"/>
            <w:tcBorders>
              <w:left w:val="single" w:sz="4" w:space="0" w:color="auto"/>
              <w:right w:val="single" w:sz="4" w:space="0" w:color="auto"/>
            </w:tcBorders>
            <w:shd w:val="clear" w:color="auto" w:fill="auto"/>
          </w:tcPr>
          <w:p w14:paraId="01804062" w14:textId="08D4DAC9" w:rsidR="0001674A" w:rsidRPr="00427C54" w:rsidRDefault="00D81C82"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686" w:type="dxa"/>
            <w:tcBorders>
              <w:left w:val="single" w:sz="4" w:space="0" w:color="auto"/>
              <w:right w:val="single" w:sz="4" w:space="0" w:color="auto"/>
            </w:tcBorders>
            <w:shd w:val="clear" w:color="auto" w:fill="auto"/>
          </w:tcPr>
          <w:p w14:paraId="30329FDB" w14:textId="77777777" w:rsidR="0001674A" w:rsidRPr="00427C54" w:rsidRDefault="0001674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530" w:type="dxa"/>
            <w:tcBorders>
              <w:left w:val="single" w:sz="4" w:space="0" w:color="auto"/>
              <w:right w:val="single" w:sz="4" w:space="0" w:color="auto"/>
            </w:tcBorders>
            <w:shd w:val="clear" w:color="auto" w:fill="auto"/>
          </w:tcPr>
          <w:p w14:paraId="212B6D80" w14:textId="77777777" w:rsidR="0001674A" w:rsidRPr="00427C54" w:rsidRDefault="0001674A"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6DC2877A" w14:textId="77777777" w:rsidR="0010068A" w:rsidRPr="00427C54" w:rsidRDefault="0010068A" w:rsidP="00D52F38">
      <w:pPr>
        <w:pStyle w:val="Fliesstext"/>
        <w:rPr>
          <w:lang w:val="de-CH"/>
        </w:rPr>
      </w:pPr>
    </w:p>
    <w:p w14:paraId="1AF35CB7" w14:textId="5CC235F9" w:rsidR="000E7D62" w:rsidRPr="00427C54" w:rsidRDefault="00927486" w:rsidP="00CC7AB6">
      <w:pPr>
        <w:pStyle w:val="Heading2"/>
        <w:pageBreakBefore/>
      </w:pPr>
      <w:bookmarkStart w:id="25" w:name="_Toc168578812"/>
      <w:r w:rsidRPr="00427C54">
        <w:lastRenderedPageBreak/>
        <w:t>Rechnungssteller-Daten ändern</w:t>
      </w:r>
      <w:r w:rsidR="005B7F0B" w:rsidRPr="00427C54">
        <w:t xml:space="preserve"> (</w:t>
      </w:r>
      <w:r w:rsidRPr="00427C54">
        <w:rPr>
          <w:color w:val="FF0000"/>
        </w:rPr>
        <w:t>*</w:t>
      </w:r>
      <w:r w:rsidR="005B7F0B" w:rsidRPr="00427C54">
        <w:t>)</w:t>
      </w:r>
      <w:bookmarkEnd w:id="25"/>
    </w:p>
    <w:p w14:paraId="1AF35CB8" w14:textId="77777777" w:rsidR="000E7D62" w:rsidRPr="00427C54" w:rsidRDefault="00927486" w:rsidP="00D52F38">
      <w:pPr>
        <w:pStyle w:val="Fliesstext"/>
        <w:rPr>
          <w:lang w:val="de-CH"/>
        </w:rPr>
      </w:pPr>
      <w:r w:rsidRPr="00427C54">
        <w:rPr>
          <w:lang w:val="de-CH"/>
        </w:rPr>
        <w:t>Dieser Anwendungsfall ist ein zentrales Element der Dienstleistungserbringung von SIX und ermöglicht die Daten zum Rechnungssteller aktuell zu halten. Rechnungssteller-Daten können nur vom primären Netzwerkpartner verwaltet werden.</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2416"/>
        <w:gridCol w:w="1559"/>
        <w:gridCol w:w="1798"/>
        <w:gridCol w:w="8269"/>
      </w:tblGrid>
      <w:tr w:rsidR="00906D1B" w:rsidRPr="00427C54" w14:paraId="1AF35CC1" w14:textId="77777777" w:rsidTr="00CC7A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top w:val="none" w:sz="0" w:space="0" w:color="auto"/>
              <w:left w:val="none" w:sz="0" w:space="0" w:color="auto"/>
              <w:bottom w:val="none" w:sz="0" w:space="0" w:color="auto"/>
              <w:right w:val="none" w:sz="0" w:space="0" w:color="auto"/>
            </w:tcBorders>
            <w:shd w:val="clear" w:color="auto" w:fill="CDC7C1"/>
          </w:tcPr>
          <w:p w14:paraId="1AF35CBA" w14:textId="77777777" w:rsidR="00906D1B" w:rsidRPr="00427C54" w:rsidRDefault="00906D1B" w:rsidP="00EC1183">
            <w:pPr>
              <w:pStyle w:val="Tabelle"/>
              <w:rPr>
                <w:lang w:val="de-CH"/>
              </w:rPr>
            </w:pPr>
            <w:r w:rsidRPr="00427C54">
              <w:rPr>
                <w:lang w:val="de-CH"/>
              </w:rPr>
              <w:t>ID</w:t>
            </w:r>
          </w:p>
        </w:tc>
        <w:tc>
          <w:tcPr>
            <w:tcW w:w="2416" w:type="dxa"/>
            <w:tcBorders>
              <w:top w:val="none" w:sz="0" w:space="0" w:color="auto"/>
              <w:left w:val="none" w:sz="0" w:space="0" w:color="auto"/>
              <w:bottom w:val="none" w:sz="0" w:space="0" w:color="auto"/>
              <w:right w:val="none" w:sz="0" w:space="0" w:color="auto"/>
            </w:tcBorders>
            <w:shd w:val="clear" w:color="auto" w:fill="CDC7C1"/>
          </w:tcPr>
          <w:p w14:paraId="1AF35CBB"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59" w:type="dxa"/>
            <w:tcBorders>
              <w:top w:val="none" w:sz="0" w:space="0" w:color="auto"/>
              <w:left w:val="none" w:sz="0" w:space="0" w:color="auto"/>
              <w:bottom w:val="none" w:sz="0" w:space="0" w:color="auto"/>
              <w:right w:val="none" w:sz="0" w:space="0" w:color="auto"/>
            </w:tcBorders>
            <w:shd w:val="clear" w:color="auto" w:fill="CDC7C1"/>
          </w:tcPr>
          <w:p w14:paraId="1AF35CBC"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798" w:type="dxa"/>
            <w:tcBorders>
              <w:top w:val="none" w:sz="0" w:space="0" w:color="auto"/>
              <w:left w:val="none" w:sz="0" w:space="0" w:color="auto"/>
              <w:bottom w:val="none" w:sz="0" w:space="0" w:color="auto"/>
              <w:right w:val="none" w:sz="0" w:space="0" w:color="auto"/>
            </w:tcBorders>
            <w:shd w:val="clear" w:color="auto" w:fill="CDC7C1"/>
          </w:tcPr>
          <w:p w14:paraId="0B60EB6F"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CBD" w14:textId="66427111"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8269" w:type="dxa"/>
            <w:tcBorders>
              <w:top w:val="none" w:sz="0" w:space="0" w:color="auto"/>
              <w:left w:val="none" w:sz="0" w:space="0" w:color="auto"/>
              <w:bottom w:val="none" w:sz="0" w:space="0" w:color="auto"/>
              <w:right w:val="none" w:sz="0" w:space="0" w:color="auto"/>
            </w:tcBorders>
            <w:shd w:val="clear" w:color="auto" w:fill="CDC7C1"/>
          </w:tcPr>
          <w:p w14:paraId="1AF35CC0" w14:textId="61512E36"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10068A" w:rsidRPr="00427C54" w14:paraId="1AF35CCC"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right w:val="none" w:sz="0" w:space="0" w:color="auto"/>
            </w:tcBorders>
            <w:shd w:val="clear" w:color="auto" w:fill="auto"/>
          </w:tcPr>
          <w:p w14:paraId="1AF35CC2" w14:textId="77777777" w:rsidR="0010068A" w:rsidRPr="00427C54" w:rsidRDefault="0010068A" w:rsidP="00EC1183">
            <w:pPr>
              <w:pStyle w:val="Tabelle"/>
              <w:rPr>
                <w:lang w:val="de-CH"/>
              </w:rPr>
            </w:pPr>
            <w:r w:rsidRPr="00427C54">
              <w:rPr>
                <w:lang w:val="de-CH"/>
              </w:rPr>
              <w:t>5.1</w:t>
            </w:r>
          </w:p>
        </w:tc>
        <w:tc>
          <w:tcPr>
            <w:tcW w:w="2416" w:type="dxa"/>
            <w:tcBorders>
              <w:left w:val="none" w:sz="0" w:space="0" w:color="auto"/>
              <w:right w:val="none" w:sz="0" w:space="0" w:color="auto"/>
            </w:tcBorders>
            <w:shd w:val="clear" w:color="auto" w:fill="auto"/>
          </w:tcPr>
          <w:p w14:paraId="1AF35CC4" w14:textId="2C5420AF" w:rsidR="0010068A"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Rechnungssteller Namen ändern.</w:t>
            </w:r>
          </w:p>
        </w:tc>
        <w:tc>
          <w:tcPr>
            <w:tcW w:w="1559" w:type="dxa"/>
            <w:tcBorders>
              <w:left w:val="none" w:sz="0" w:space="0" w:color="auto"/>
              <w:right w:val="none" w:sz="0" w:space="0" w:color="auto"/>
            </w:tcBorders>
            <w:shd w:val="clear" w:color="auto" w:fill="auto"/>
          </w:tcPr>
          <w:p w14:paraId="1AF35CC5"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798" w:type="dxa"/>
            <w:tcBorders>
              <w:left w:val="none" w:sz="0" w:space="0" w:color="auto"/>
              <w:right w:val="none" w:sz="0" w:space="0" w:color="auto"/>
            </w:tcBorders>
            <w:shd w:val="clear" w:color="auto" w:fill="auto"/>
          </w:tcPr>
          <w:p w14:paraId="1AF35CC6" w14:textId="069EAF8E"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269" w:type="dxa"/>
            <w:tcBorders>
              <w:left w:val="none" w:sz="0" w:space="0" w:color="auto"/>
              <w:right w:val="none" w:sz="0" w:space="0" w:color="auto"/>
            </w:tcBorders>
            <w:shd w:val="clear" w:color="auto" w:fill="auto"/>
          </w:tcPr>
          <w:p w14:paraId="1AF35CCB" w14:textId="6944EAF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10068A" w:rsidRPr="00427C54" w14:paraId="1AF35CD5" w14:textId="77777777" w:rsidTr="00CC7AB6">
        <w:tc>
          <w:tcPr>
            <w:cnfStyle w:val="001000000000" w:firstRow="0" w:lastRow="0" w:firstColumn="1" w:lastColumn="0" w:oddVBand="0" w:evenVBand="0" w:oddHBand="0" w:evenHBand="0" w:firstRowFirstColumn="0" w:firstRowLastColumn="0" w:lastRowFirstColumn="0" w:lastRowLastColumn="0"/>
            <w:tcW w:w="667" w:type="dxa"/>
            <w:shd w:val="clear" w:color="auto" w:fill="auto"/>
          </w:tcPr>
          <w:p w14:paraId="1AF35CCD" w14:textId="77777777" w:rsidR="0010068A" w:rsidRPr="00427C54" w:rsidRDefault="0010068A" w:rsidP="00EC1183">
            <w:pPr>
              <w:pStyle w:val="Tabelle"/>
              <w:rPr>
                <w:lang w:val="de-CH"/>
              </w:rPr>
            </w:pPr>
            <w:r w:rsidRPr="00427C54">
              <w:rPr>
                <w:lang w:val="de-CH"/>
              </w:rPr>
              <w:t>5.2</w:t>
            </w:r>
          </w:p>
        </w:tc>
        <w:tc>
          <w:tcPr>
            <w:tcW w:w="2416" w:type="dxa"/>
            <w:shd w:val="clear" w:color="auto" w:fill="auto"/>
          </w:tcPr>
          <w:p w14:paraId="1AF35CCF" w14:textId="19B946A2" w:rsidR="0010068A"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Rechnungssteller UID-Nummer ändern.</w:t>
            </w:r>
          </w:p>
        </w:tc>
        <w:tc>
          <w:tcPr>
            <w:tcW w:w="1559" w:type="dxa"/>
            <w:shd w:val="clear" w:color="auto" w:fill="auto"/>
          </w:tcPr>
          <w:p w14:paraId="1AF35CD0" w14:textId="77777777"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798" w:type="dxa"/>
            <w:shd w:val="clear" w:color="auto" w:fill="auto"/>
          </w:tcPr>
          <w:p w14:paraId="1AF35CD1" w14:textId="43587D8C"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8269" w:type="dxa"/>
            <w:shd w:val="clear" w:color="auto" w:fill="auto"/>
          </w:tcPr>
          <w:p w14:paraId="1AF35CD4"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10068A" w:rsidRPr="00427C54" w14:paraId="1AF35CE2"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right w:val="none" w:sz="0" w:space="0" w:color="auto"/>
            </w:tcBorders>
            <w:shd w:val="clear" w:color="auto" w:fill="auto"/>
          </w:tcPr>
          <w:p w14:paraId="1AF35CD6" w14:textId="77777777" w:rsidR="0010068A" w:rsidRPr="00427C54" w:rsidRDefault="0010068A" w:rsidP="00EC1183">
            <w:pPr>
              <w:pStyle w:val="Tabelle"/>
              <w:rPr>
                <w:lang w:val="de-CH"/>
              </w:rPr>
            </w:pPr>
            <w:r w:rsidRPr="00427C54">
              <w:rPr>
                <w:lang w:val="de-CH"/>
              </w:rPr>
              <w:t>5.3</w:t>
            </w:r>
          </w:p>
        </w:tc>
        <w:tc>
          <w:tcPr>
            <w:tcW w:w="2416" w:type="dxa"/>
            <w:tcBorders>
              <w:left w:val="none" w:sz="0" w:space="0" w:color="auto"/>
              <w:right w:val="none" w:sz="0" w:space="0" w:color="auto"/>
            </w:tcBorders>
            <w:shd w:val="clear" w:color="auto" w:fill="auto"/>
          </w:tcPr>
          <w:p w14:paraId="1AF35CD8" w14:textId="03DAAE99" w:rsidR="0010068A"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Rechnungssteller Kontaktdaten in Deutsch ändern.</w:t>
            </w:r>
          </w:p>
        </w:tc>
        <w:tc>
          <w:tcPr>
            <w:tcW w:w="1559" w:type="dxa"/>
            <w:tcBorders>
              <w:left w:val="none" w:sz="0" w:space="0" w:color="auto"/>
              <w:right w:val="none" w:sz="0" w:space="0" w:color="auto"/>
            </w:tcBorders>
            <w:shd w:val="clear" w:color="auto" w:fill="auto"/>
          </w:tcPr>
          <w:p w14:paraId="1AF35CD9"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798" w:type="dxa"/>
            <w:tcBorders>
              <w:left w:val="none" w:sz="0" w:space="0" w:color="auto"/>
              <w:right w:val="none" w:sz="0" w:space="0" w:color="auto"/>
            </w:tcBorders>
            <w:shd w:val="clear" w:color="auto" w:fill="auto"/>
          </w:tcPr>
          <w:p w14:paraId="1AF35CDA" w14:textId="5B59F6E9"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269" w:type="dxa"/>
            <w:tcBorders>
              <w:left w:val="none" w:sz="0" w:space="0" w:color="auto"/>
              <w:right w:val="none" w:sz="0" w:space="0" w:color="auto"/>
            </w:tcBorders>
            <w:shd w:val="clear" w:color="auto" w:fill="auto"/>
          </w:tcPr>
          <w:p w14:paraId="1AF35CE1"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10068A" w:rsidRPr="00427C54" w14:paraId="1AF35CEF" w14:textId="77777777" w:rsidTr="00CC7AB6">
        <w:tc>
          <w:tcPr>
            <w:cnfStyle w:val="001000000000" w:firstRow="0" w:lastRow="0" w:firstColumn="1" w:lastColumn="0" w:oddVBand="0" w:evenVBand="0" w:oddHBand="0" w:evenHBand="0" w:firstRowFirstColumn="0" w:firstRowLastColumn="0" w:lastRowFirstColumn="0" w:lastRowLastColumn="0"/>
            <w:tcW w:w="667" w:type="dxa"/>
            <w:shd w:val="clear" w:color="auto" w:fill="auto"/>
          </w:tcPr>
          <w:p w14:paraId="1AF35CE3" w14:textId="77777777" w:rsidR="0010068A" w:rsidRPr="00427C54" w:rsidRDefault="0010068A" w:rsidP="00EC1183">
            <w:pPr>
              <w:pStyle w:val="Tabelle"/>
              <w:rPr>
                <w:lang w:val="de-CH"/>
              </w:rPr>
            </w:pPr>
            <w:r w:rsidRPr="00427C54">
              <w:rPr>
                <w:lang w:val="de-CH"/>
              </w:rPr>
              <w:t>5.4</w:t>
            </w:r>
          </w:p>
        </w:tc>
        <w:tc>
          <w:tcPr>
            <w:tcW w:w="2416" w:type="dxa"/>
            <w:shd w:val="clear" w:color="auto" w:fill="auto"/>
          </w:tcPr>
          <w:p w14:paraId="1AF35CE5" w14:textId="1D771690" w:rsidR="0010068A"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Rechnungssteller Kontaktdaten in Französisch ändern.</w:t>
            </w:r>
          </w:p>
        </w:tc>
        <w:tc>
          <w:tcPr>
            <w:tcW w:w="1559" w:type="dxa"/>
            <w:shd w:val="clear" w:color="auto" w:fill="auto"/>
          </w:tcPr>
          <w:p w14:paraId="1AF35CE6" w14:textId="77777777"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798" w:type="dxa"/>
            <w:shd w:val="clear" w:color="auto" w:fill="auto"/>
          </w:tcPr>
          <w:p w14:paraId="1AF35CE7" w14:textId="711C2094"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8269" w:type="dxa"/>
            <w:shd w:val="clear" w:color="auto" w:fill="auto"/>
          </w:tcPr>
          <w:p w14:paraId="1AF35CEE"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10068A" w:rsidRPr="00427C54" w14:paraId="1AF35CFD"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right w:val="none" w:sz="0" w:space="0" w:color="auto"/>
            </w:tcBorders>
            <w:shd w:val="clear" w:color="auto" w:fill="auto"/>
          </w:tcPr>
          <w:p w14:paraId="1AF35CF0" w14:textId="77777777" w:rsidR="0010068A" w:rsidRPr="00427C54" w:rsidRDefault="0010068A" w:rsidP="00EC1183">
            <w:pPr>
              <w:pStyle w:val="Tabelle"/>
              <w:rPr>
                <w:lang w:val="de-CH"/>
              </w:rPr>
            </w:pPr>
            <w:r w:rsidRPr="00427C54">
              <w:rPr>
                <w:lang w:val="de-CH"/>
              </w:rPr>
              <w:t>5.5</w:t>
            </w:r>
          </w:p>
        </w:tc>
        <w:tc>
          <w:tcPr>
            <w:tcW w:w="2416" w:type="dxa"/>
            <w:tcBorders>
              <w:left w:val="none" w:sz="0" w:space="0" w:color="auto"/>
              <w:right w:val="none" w:sz="0" w:space="0" w:color="auto"/>
            </w:tcBorders>
            <w:shd w:val="clear" w:color="auto" w:fill="auto"/>
          </w:tcPr>
          <w:p w14:paraId="1AF35CF2" w14:textId="51B5D727" w:rsidR="0010068A"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Rechnungssteller Kontaktdaten in Italienisch ändern.</w:t>
            </w:r>
          </w:p>
        </w:tc>
        <w:tc>
          <w:tcPr>
            <w:tcW w:w="1559" w:type="dxa"/>
            <w:tcBorders>
              <w:left w:val="none" w:sz="0" w:space="0" w:color="auto"/>
              <w:right w:val="none" w:sz="0" w:space="0" w:color="auto"/>
            </w:tcBorders>
            <w:shd w:val="clear" w:color="auto" w:fill="auto"/>
          </w:tcPr>
          <w:p w14:paraId="1AF35CF3"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798" w:type="dxa"/>
            <w:tcBorders>
              <w:left w:val="none" w:sz="0" w:space="0" w:color="auto"/>
              <w:right w:val="none" w:sz="0" w:space="0" w:color="auto"/>
            </w:tcBorders>
            <w:shd w:val="clear" w:color="auto" w:fill="auto"/>
          </w:tcPr>
          <w:p w14:paraId="1AF35CF4" w14:textId="1ECD3DC4"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269" w:type="dxa"/>
            <w:tcBorders>
              <w:left w:val="none" w:sz="0" w:space="0" w:color="auto"/>
              <w:right w:val="none" w:sz="0" w:space="0" w:color="auto"/>
            </w:tcBorders>
            <w:shd w:val="clear" w:color="auto" w:fill="auto"/>
          </w:tcPr>
          <w:p w14:paraId="1AF35CFC"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10068A" w:rsidRPr="00427C54" w14:paraId="1AF35D0A" w14:textId="77777777" w:rsidTr="00CC7AB6">
        <w:tc>
          <w:tcPr>
            <w:cnfStyle w:val="001000000000" w:firstRow="0" w:lastRow="0" w:firstColumn="1" w:lastColumn="0" w:oddVBand="0" w:evenVBand="0" w:oddHBand="0" w:evenHBand="0" w:firstRowFirstColumn="0" w:firstRowLastColumn="0" w:lastRowFirstColumn="0" w:lastRowLastColumn="0"/>
            <w:tcW w:w="667" w:type="dxa"/>
            <w:shd w:val="clear" w:color="auto" w:fill="auto"/>
          </w:tcPr>
          <w:p w14:paraId="1AF35CFE" w14:textId="77777777" w:rsidR="0010068A" w:rsidRPr="00427C54" w:rsidRDefault="0010068A" w:rsidP="00EC1183">
            <w:pPr>
              <w:pStyle w:val="Tabelle"/>
              <w:rPr>
                <w:lang w:val="de-CH"/>
              </w:rPr>
            </w:pPr>
            <w:r w:rsidRPr="00427C54">
              <w:rPr>
                <w:lang w:val="de-CH"/>
              </w:rPr>
              <w:t>5.6</w:t>
            </w:r>
          </w:p>
        </w:tc>
        <w:tc>
          <w:tcPr>
            <w:tcW w:w="2416" w:type="dxa"/>
            <w:shd w:val="clear" w:color="auto" w:fill="auto"/>
          </w:tcPr>
          <w:p w14:paraId="1AF35D00" w14:textId="5C987AC3" w:rsidR="0010068A"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Rechnungssteller Kontaktdaten in Englisch ändern.</w:t>
            </w:r>
          </w:p>
        </w:tc>
        <w:tc>
          <w:tcPr>
            <w:tcW w:w="1559" w:type="dxa"/>
            <w:shd w:val="clear" w:color="auto" w:fill="auto"/>
          </w:tcPr>
          <w:p w14:paraId="1AF35D01" w14:textId="77777777"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798" w:type="dxa"/>
            <w:shd w:val="clear" w:color="auto" w:fill="auto"/>
          </w:tcPr>
          <w:p w14:paraId="1AF35D02" w14:textId="53EA8E32"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8269" w:type="dxa"/>
            <w:shd w:val="clear" w:color="auto" w:fill="auto"/>
          </w:tcPr>
          <w:p w14:paraId="1AF35D09"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10068A" w:rsidRPr="00427C54" w14:paraId="1AF35D13"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right w:val="none" w:sz="0" w:space="0" w:color="auto"/>
            </w:tcBorders>
            <w:shd w:val="clear" w:color="auto" w:fill="auto"/>
          </w:tcPr>
          <w:p w14:paraId="1AF35D0B" w14:textId="77777777" w:rsidR="0010068A" w:rsidRPr="00427C54" w:rsidRDefault="0010068A" w:rsidP="00EC1183">
            <w:pPr>
              <w:pStyle w:val="Tabelle"/>
              <w:rPr>
                <w:lang w:val="de-CH"/>
              </w:rPr>
            </w:pPr>
            <w:r w:rsidRPr="00427C54">
              <w:rPr>
                <w:lang w:val="de-CH"/>
              </w:rPr>
              <w:t>5.7</w:t>
            </w:r>
          </w:p>
        </w:tc>
        <w:tc>
          <w:tcPr>
            <w:tcW w:w="2416" w:type="dxa"/>
            <w:tcBorders>
              <w:left w:val="none" w:sz="0" w:space="0" w:color="auto"/>
              <w:right w:val="none" w:sz="0" w:space="0" w:color="auto"/>
            </w:tcBorders>
            <w:shd w:val="clear" w:color="auto" w:fill="auto"/>
          </w:tcPr>
          <w:p w14:paraId="1AF35D0D" w14:textId="02B84D58" w:rsidR="0010068A"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Rechnungssteller Branche ändern/hinzufügen.</w:t>
            </w:r>
          </w:p>
        </w:tc>
        <w:tc>
          <w:tcPr>
            <w:tcW w:w="1559" w:type="dxa"/>
            <w:tcBorders>
              <w:left w:val="none" w:sz="0" w:space="0" w:color="auto"/>
              <w:right w:val="none" w:sz="0" w:space="0" w:color="auto"/>
            </w:tcBorders>
            <w:shd w:val="clear" w:color="auto" w:fill="auto"/>
          </w:tcPr>
          <w:p w14:paraId="1AF35D0E"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798" w:type="dxa"/>
            <w:tcBorders>
              <w:left w:val="none" w:sz="0" w:space="0" w:color="auto"/>
              <w:right w:val="none" w:sz="0" w:space="0" w:color="auto"/>
            </w:tcBorders>
            <w:shd w:val="clear" w:color="auto" w:fill="auto"/>
          </w:tcPr>
          <w:p w14:paraId="1AF35D0F" w14:textId="2E497A21"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269" w:type="dxa"/>
            <w:tcBorders>
              <w:left w:val="none" w:sz="0" w:space="0" w:color="auto"/>
              <w:right w:val="none" w:sz="0" w:space="0" w:color="auto"/>
            </w:tcBorders>
            <w:shd w:val="clear" w:color="auto" w:fill="auto"/>
          </w:tcPr>
          <w:p w14:paraId="1AF35D12"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8C509B" w:rsidRPr="00427C54" w14:paraId="1AF35D1C" w14:textId="77777777" w:rsidTr="00CC7AB6">
        <w:tc>
          <w:tcPr>
            <w:cnfStyle w:val="001000000000" w:firstRow="0" w:lastRow="0" w:firstColumn="1" w:lastColumn="0" w:oddVBand="0" w:evenVBand="0" w:oddHBand="0" w:evenHBand="0" w:firstRowFirstColumn="0" w:firstRowLastColumn="0" w:lastRowFirstColumn="0" w:lastRowLastColumn="0"/>
            <w:tcW w:w="667" w:type="dxa"/>
            <w:tcBorders>
              <w:bottom w:val="single" w:sz="4" w:space="0" w:color="auto"/>
            </w:tcBorders>
            <w:shd w:val="clear" w:color="auto" w:fill="auto"/>
          </w:tcPr>
          <w:p w14:paraId="1AF35D14" w14:textId="77777777" w:rsidR="008C509B" w:rsidRPr="00427C54" w:rsidRDefault="008C509B" w:rsidP="00EC1183">
            <w:pPr>
              <w:pStyle w:val="Tabelle"/>
              <w:rPr>
                <w:lang w:val="de-CH"/>
              </w:rPr>
            </w:pPr>
            <w:r w:rsidRPr="00427C54">
              <w:rPr>
                <w:lang w:val="de-CH"/>
              </w:rPr>
              <w:t>5.8</w:t>
            </w:r>
          </w:p>
        </w:tc>
        <w:tc>
          <w:tcPr>
            <w:tcW w:w="2416" w:type="dxa"/>
            <w:tcBorders>
              <w:bottom w:val="single" w:sz="4" w:space="0" w:color="auto"/>
            </w:tcBorders>
            <w:shd w:val="clear" w:color="auto" w:fill="auto"/>
          </w:tcPr>
          <w:p w14:paraId="1AF35D16" w14:textId="3D04F859" w:rsidR="008C509B"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Rechnungssteller Kontodaten ändern/hinzufügen.</w:t>
            </w:r>
          </w:p>
        </w:tc>
        <w:tc>
          <w:tcPr>
            <w:tcW w:w="1559" w:type="dxa"/>
            <w:tcBorders>
              <w:bottom w:val="single" w:sz="4" w:space="0" w:color="auto"/>
            </w:tcBorders>
            <w:shd w:val="clear" w:color="auto" w:fill="auto"/>
          </w:tcPr>
          <w:p w14:paraId="1AF35D17" w14:textId="77777777" w:rsidR="008C509B" w:rsidRPr="00427C54" w:rsidRDefault="008C509B"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798" w:type="dxa"/>
            <w:tcBorders>
              <w:bottom w:val="single" w:sz="4" w:space="0" w:color="auto"/>
            </w:tcBorders>
            <w:shd w:val="clear" w:color="auto" w:fill="auto"/>
          </w:tcPr>
          <w:p w14:paraId="1AF35D18" w14:textId="47156080" w:rsidR="008C509B" w:rsidRPr="00427C54" w:rsidRDefault="008C509B"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8269" w:type="dxa"/>
            <w:tcBorders>
              <w:bottom w:val="single" w:sz="4" w:space="0" w:color="auto"/>
            </w:tcBorders>
            <w:shd w:val="clear" w:color="auto" w:fill="auto"/>
          </w:tcPr>
          <w:p w14:paraId="1AF35D1B" w14:textId="77777777" w:rsidR="008C509B"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80664C" w:rsidRPr="00427C54" w14:paraId="60C58F21"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single" w:sz="4" w:space="0" w:color="auto"/>
              <w:right w:val="single" w:sz="4" w:space="0" w:color="auto"/>
            </w:tcBorders>
            <w:shd w:val="clear" w:color="auto" w:fill="auto"/>
          </w:tcPr>
          <w:p w14:paraId="603B3645" w14:textId="7B8185CF" w:rsidR="0080664C" w:rsidRPr="00427C54" w:rsidRDefault="0080664C" w:rsidP="00EC1183">
            <w:pPr>
              <w:pStyle w:val="Tabelle"/>
              <w:rPr>
                <w:lang w:val="de-CH"/>
              </w:rPr>
            </w:pPr>
            <w:r w:rsidRPr="00427C54">
              <w:rPr>
                <w:lang w:val="de-CH"/>
              </w:rPr>
              <w:t>5.9</w:t>
            </w:r>
          </w:p>
        </w:tc>
        <w:tc>
          <w:tcPr>
            <w:tcW w:w="2416" w:type="dxa"/>
            <w:tcBorders>
              <w:left w:val="single" w:sz="4" w:space="0" w:color="auto"/>
              <w:right w:val="single" w:sz="4" w:space="0" w:color="auto"/>
            </w:tcBorders>
            <w:shd w:val="clear" w:color="auto" w:fill="auto"/>
          </w:tcPr>
          <w:p w14:paraId="5A9DDC8B" w14:textId="6E689400" w:rsidR="0080664C" w:rsidRPr="00427C54" w:rsidRDefault="0080664C"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Limite für Anomalie-Erkennung ändern</w:t>
            </w:r>
          </w:p>
        </w:tc>
        <w:tc>
          <w:tcPr>
            <w:tcW w:w="1559" w:type="dxa"/>
            <w:tcBorders>
              <w:left w:val="single" w:sz="4" w:space="0" w:color="auto"/>
              <w:right w:val="single" w:sz="4" w:space="0" w:color="auto"/>
            </w:tcBorders>
            <w:shd w:val="clear" w:color="auto" w:fill="auto"/>
          </w:tcPr>
          <w:p w14:paraId="7522946A" w14:textId="2458BAE7" w:rsidR="0080664C" w:rsidRPr="00427C54" w:rsidRDefault="0080664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798" w:type="dxa"/>
            <w:tcBorders>
              <w:left w:val="single" w:sz="4" w:space="0" w:color="auto"/>
              <w:right w:val="single" w:sz="4" w:space="0" w:color="auto"/>
            </w:tcBorders>
            <w:shd w:val="clear" w:color="auto" w:fill="auto"/>
          </w:tcPr>
          <w:p w14:paraId="4AA49121" w14:textId="77777777" w:rsidR="0080664C" w:rsidRPr="00427C54" w:rsidRDefault="0080664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269" w:type="dxa"/>
            <w:tcBorders>
              <w:left w:val="single" w:sz="4" w:space="0" w:color="auto"/>
              <w:right w:val="single" w:sz="4" w:space="0" w:color="auto"/>
            </w:tcBorders>
            <w:shd w:val="clear" w:color="auto" w:fill="auto"/>
          </w:tcPr>
          <w:p w14:paraId="26608B1D" w14:textId="77777777" w:rsidR="0080664C" w:rsidRPr="00427C54" w:rsidRDefault="0080664C"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8C509B" w:rsidRPr="00427C54" w14:paraId="7A6B5C9D" w14:textId="77777777" w:rsidTr="00CC7AB6">
        <w:tc>
          <w:tcPr>
            <w:cnfStyle w:val="001000000000" w:firstRow="0" w:lastRow="0" w:firstColumn="1" w:lastColumn="0" w:oddVBand="0" w:evenVBand="0" w:oddHBand="0" w:evenHBand="0" w:firstRowFirstColumn="0" w:firstRowLastColumn="0" w:lastRowFirstColumn="0" w:lastRowLastColumn="0"/>
            <w:tcW w:w="667" w:type="dxa"/>
            <w:tcBorders>
              <w:left w:val="single" w:sz="4" w:space="0" w:color="auto"/>
              <w:right w:val="single" w:sz="4" w:space="0" w:color="auto"/>
            </w:tcBorders>
            <w:shd w:val="clear" w:color="auto" w:fill="auto"/>
          </w:tcPr>
          <w:p w14:paraId="6A209AB5" w14:textId="2E1A13C7" w:rsidR="008C509B" w:rsidRPr="00427C54" w:rsidRDefault="008C509B" w:rsidP="00EC1183">
            <w:pPr>
              <w:pStyle w:val="Tabelle"/>
              <w:rPr>
                <w:lang w:val="de-CH"/>
              </w:rPr>
            </w:pPr>
            <w:r w:rsidRPr="00427C54">
              <w:rPr>
                <w:lang w:val="de-CH"/>
              </w:rPr>
              <w:lastRenderedPageBreak/>
              <w:t>5.</w:t>
            </w:r>
            <w:r w:rsidR="0080664C" w:rsidRPr="00427C54">
              <w:rPr>
                <w:lang w:val="de-CH"/>
              </w:rPr>
              <w:t>10</w:t>
            </w:r>
          </w:p>
        </w:tc>
        <w:tc>
          <w:tcPr>
            <w:tcW w:w="2416" w:type="dxa"/>
            <w:tcBorders>
              <w:left w:val="single" w:sz="4" w:space="0" w:color="auto"/>
              <w:right w:val="single" w:sz="4" w:space="0" w:color="auto"/>
            </w:tcBorders>
            <w:shd w:val="clear" w:color="auto" w:fill="auto"/>
          </w:tcPr>
          <w:p w14:paraId="66C532DD" w14:textId="77777777" w:rsidR="007D24A2" w:rsidRPr="00427C54" w:rsidRDefault="008C509B" w:rsidP="007D24A2">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Rechnungssteller als Spendenorganisation deklarieren.</w:t>
            </w:r>
          </w:p>
          <w:p w14:paraId="7FDBF721" w14:textId="21C7D834" w:rsidR="008C509B" w:rsidRPr="00427C54" w:rsidRDefault="00B2136A" w:rsidP="007D24A2">
            <w:pPr>
              <w:pStyle w:val="Tabelle"/>
              <w:cnfStyle w:val="000000000000" w:firstRow="0" w:lastRow="0" w:firstColumn="0" w:lastColumn="0" w:oddVBand="0" w:evenVBand="0" w:oddHBand="0" w:evenHBand="0" w:firstRowFirstColumn="0" w:firstRowLastColumn="0" w:lastRowFirstColumn="0" w:lastRowLastColumn="0"/>
              <w:rPr>
                <w:lang w:val="de-CH"/>
              </w:rPr>
            </w:pPr>
            <w:r>
              <w:rPr>
                <w:lang w:val="de-CH"/>
              </w:rPr>
              <w:t>(o</w:t>
            </w:r>
            <w:r w:rsidR="007D24A2" w:rsidRPr="00427C54">
              <w:rPr>
                <w:lang w:val="de-CH"/>
              </w:rPr>
              <w:t>ptional falls der Rechnungssteller keine Spendenanfragen einliefert</w:t>
            </w:r>
            <w:r>
              <w:rPr>
                <w:lang w:val="de-CH"/>
              </w:rPr>
              <w:t>)</w:t>
            </w:r>
          </w:p>
        </w:tc>
        <w:tc>
          <w:tcPr>
            <w:tcW w:w="1559" w:type="dxa"/>
            <w:tcBorders>
              <w:left w:val="single" w:sz="4" w:space="0" w:color="auto"/>
              <w:right w:val="single" w:sz="4" w:space="0" w:color="auto"/>
            </w:tcBorders>
            <w:shd w:val="clear" w:color="auto" w:fill="auto"/>
          </w:tcPr>
          <w:p w14:paraId="34A4A3FA" w14:textId="7C00EEAB" w:rsidR="008C509B" w:rsidRPr="00427C54" w:rsidRDefault="0080664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798" w:type="dxa"/>
            <w:tcBorders>
              <w:left w:val="single" w:sz="4" w:space="0" w:color="auto"/>
              <w:right w:val="single" w:sz="4" w:space="0" w:color="auto"/>
            </w:tcBorders>
            <w:shd w:val="clear" w:color="auto" w:fill="auto"/>
          </w:tcPr>
          <w:p w14:paraId="2B337262" w14:textId="77777777" w:rsidR="008C509B" w:rsidRPr="00427C54" w:rsidRDefault="008C509B"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8269" w:type="dxa"/>
            <w:tcBorders>
              <w:left w:val="single" w:sz="4" w:space="0" w:color="auto"/>
              <w:right w:val="single" w:sz="4" w:space="0" w:color="auto"/>
            </w:tcBorders>
            <w:shd w:val="clear" w:color="auto" w:fill="auto"/>
          </w:tcPr>
          <w:p w14:paraId="6FB7D4CB" w14:textId="77777777" w:rsidR="008C509B"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8C509B" w:rsidRPr="00427C54" w14:paraId="661A1754"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single" w:sz="4" w:space="0" w:color="auto"/>
              <w:right w:val="single" w:sz="4" w:space="0" w:color="auto"/>
            </w:tcBorders>
            <w:shd w:val="clear" w:color="auto" w:fill="auto"/>
          </w:tcPr>
          <w:p w14:paraId="4C00878B" w14:textId="6B2AB898" w:rsidR="008C509B" w:rsidRPr="00427C54" w:rsidRDefault="008C509B" w:rsidP="00EC1183">
            <w:pPr>
              <w:pStyle w:val="Tabelle"/>
              <w:rPr>
                <w:lang w:val="de-CH"/>
              </w:rPr>
            </w:pPr>
            <w:r w:rsidRPr="00427C54">
              <w:rPr>
                <w:lang w:val="de-CH"/>
              </w:rPr>
              <w:t>5.1</w:t>
            </w:r>
            <w:r w:rsidR="0080664C" w:rsidRPr="00427C54">
              <w:rPr>
                <w:lang w:val="de-CH"/>
              </w:rPr>
              <w:t>1</w:t>
            </w:r>
          </w:p>
        </w:tc>
        <w:tc>
          <w:tcPr>
            <w:tcW w:w="2416" w:type="dxa"/>
            <w:tcBorders>
              <w:left w:val="single" w:sz="4" w:space="0" w:color="auto"/>
              <w:right w:val="single" w:sz="4" w:space="0" w:color="auto"/>
            </w:tcBorders>
            <w:shd w:val="clear" w:color="auto" w:fill="auto"/>
          </w:tcPr>
          <w:p w14:paraId="576A9763" w14:textId="77777777" w:rsidR="007657DF" w:rsidRDefault="008C509B"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Rechnungssteller nicht mehr als Spendenorganisation deklarieren.</w:t>
            </w:r>
          </w:p>
          <w:p w14:paraId="4B5CB690" w14:textId="0B90F9F9" w:rsidR="008C509B" w:rsidRPr="00427C54" w:rsidRDefault="00B2136A"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Pr>
                <w:lang w:val="de-CH"/>
              </w:rPr>
              <w:t>(o</w:t>
            </w:r>
            <w:r w:rsidR="007657DF" w:rsidRPr="00427C54">
              <w:rPr>
                <w:lang w:val="de-CH"/>
              </w:rPr>
              <w:t>ptional falls der Rechnungssteller keine Spendenanfragen einliefert</w:t>
            </w:r>
            <w:r>
              <w:rPr>
                <w:lang w:val="de-CH"/>
              </w:rPr>
              <w:t>)</w:t>
            </w:r>
          </w:p>
        </w:tc>
        <w:tc>
          <w:tcPr>
            <w:tcW w:w="1559" w:type="dxa"/>
            <w:tcBorders>
              <w:left w:val="single" w:sz="4" w:space="0" w:color="auto"/>
              <w:right w:val="single" w:sz="4" w:space="0" w:color="auto"/>
            </w:tcBorders>
            <w:shd w:val="clear" w:color="auto" w:fill="auto"/>
          </w:tcPr>
          <w:p w14:paraId="3ED48EB3" w14:textId="445007B9" w:rsidR="008C509B" w:rsidRPr="00427C54" w:rsidRDefault="0080664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798" w:type="dxa"/>
            <w:tcBorders>
              <w:left w:val="single" w:sz="4" w:space="0" w:color="auto"/>
              <w:right w:val="single" w:sz="4" w:space="0" w:color="auto"/>
            </w:tcBorders>
            <w:shd w:val="clear" w:color="auto" w:fill="auto"/>
          </w:tcPr>
          <w:p w14:paraId="7B734170" w14:textId="77777777" w:rsidR="008C509B" w:rsidRPr="00427C54" w:rsidRDefault="008C509B"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269" w:type="dxa"/>
            <w:tcBorders>
              <w:left w:val="single" w:sz="4" w:space="0" w:color="auto"/>
              <w:right w:val="single" w:sz="4" w:space="0" w:color="auto"/>
            </w:tcBorders>
            <w:shd w:val="clear" w:color="auto" w:fill="auto"/>
          </w:tcPr>
          <w:p w14:paraId="0FA272C8" w14:textId="77777777" w:rsidR="008C509B"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1AF35D25" w14:textId="77777777" w:rsidR="000E7D62" w:rsidRPr="00427C54" w:rsidRDefault="000E7D62" w:rsidP="00D52F38">
      <w:pPr>
        <w:pStyle w:val="Fliesstext"/>
        <w:rPr>
          <w:lang w:val="de-CH"/>
        </w:rPr>
      </w:pPr>
    </w:p>
    <w:p w14:paraId="1AF35D28" w14:textId="5691B968" w:rsidR="001E1999" w:rsidRPr="00427C54" w:rsidRDefault="001E1999" w:rsidP="00B6190E">
      <w:pPr>
        <w:pStyle w:val="Heading3"/>
        <w:pageBreakBefore/>
        <w:ind w:left="851"/>
      </w:pPr>
      <w:bookmarkStart w:id="26" w:name="_Toc168578813"/>
      <w:r w:rsidRPr="00427C54">
        <w:lastRenderedPageBreak/>
        <w:t>Rechnungssteller-Daten Logo ändern</w:t>
      </w:r>
      <w:r w:rsidR="00B6190E" w:rsidRPr="00427C54">
        <w:t xml:space="preserve"> (</w:t>
      </w:r>
      <w:r w:rsidR="00B6190E" w:rsidRPr="00427C54">
        <w:rPr>
          <w:color w:val="FF0000"/>
        </w:rPr>
        <w:t>*</w:t>
      </w:r>
      <w:r w:rsidR="00B6190E" w:rsidRPr="00427C54">
        <w:t>)</w:t>
      </w:r>
      <w:bookmarkEnd w:id="26"/>
    </w:p>
    <w:p w14:paraId="1AF35D29" w14:textId="0B37E68D" w:rsidR="001E1999" w:rsidRPr="00427C54" w:rsidRDefault="001E1999" w:rsidP="00D52F38">
      <w:pPr>
        <w:pStyle w:val="Fliesstext"/>
        <w:rPr>
          <w:lang w:val="de-CH"/>
        </w:rPr>
      </w:pPr>
      <w:r w:rsidRPr="00427C54">
        <w:rPr>
          <w:lang w:val="de-CH"/>
        </w:rPr>
        <w:t>Dieser Anwendungsfall ist ein zentrales Element der Dienstleistungserbringung von SIX und ermöglicht die Daten zum Rechnungssteller aktuell zu halten.</w:t>
      </w:r>
    </w:p>
    <w:p w14:paraId="1AF35D2A" w14:textId="069E134E" w:rsidR="001E1999" w:rsidRPr="00427C54" w:rsidRDefault="001E1999" w:rsidP="00D52F38">
      <w:pPr>
        <w:pStyle w:val="Fliesstext"/>
        <w:rPr>
          <w:lang w:val="de-CH"/>
        </w:rPr>
      </w:pPr>
      <w:r w:rsidRPr="00427C54">
        <w:rPr>
          <w:lang w:val="de-CH"/>
        </w:rPr>
        <w:t>Rechnungssteller-Daten können nur vom primären Netzwerkpartner vollständig verwaltet werden.</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906D1B" w:rsidRPr="00427C54" w14:paraId="1AF35D32"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D2B" w14:textId="77777777" w:rsidR="00906D1B" w:rsidRPr="00427C54" w:rsidRDefault="00906D1B" w:rsidP="00EC1183">
            <w:pPr>
              <w:pStyle w:val="Tabelle"/>
              <w:rPr>
                <w:lang w:val="de-CH"/>
              </w:rPr>
            </w:pPr>
            <w:r w:rsidRPr="00427C54">
              <w:rPr>
                <w:lang w:val="de-CH"/>
              </w:rP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1AF35D2C"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D2D"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4D0BCEE3"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D2E" w14:textId="630A47F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1AF35D31" w14:textId="3880762D"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10068A" w:rsidRPr="00427C54" w14:paraId="1AF35D3B"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D33" w14:textId="77777777" w:rsidR="0010068A" w:rsidRPr="00427C54" w:rsidRDefault="0010068A" w:rsidP="00EC1183">
            <w:pPr>
              <w:pStyle w:val="Tabelle"/>
              <w:rPr>
                <w:lang w:val="de-CH"/>
              </w:rPr>
            </w:pPr>
            <w:r w:rsidRPr="00427C54">
              <w:rPr>
                <w:lang w:val="de-CH"/>
              </w:rPr>
              <w:t>6.1</w:t>
            </w:r>
          </w:p>
        </w:tc>
        <w:tc>
          <w:tcPr>
            <w:tcW w:w="3279" w:type="dxa"/>
            <w:tcBorders>
              <w:left w:val="none" w:sz="0" w:space="0" w:color="auto"/>
              <w:right w:val="none" w:sz="0" w:space="0" w:color="auto"/>
            </w:tcBorders>
            <w:shd w:val="clear" w:color="auto" w:fill="auto"/>
          </w:tcPr>
          <w:p w14:paraId="1AF35D35" w14:textId="1059EDB5" w:rsidR="0010068A" w:rsidRPr="00427C54" w:rsidRDefault="00D65744"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Rechnungssteller Logo ändern.</w:t>
            </w:r>
          </w:p>
        </w:tc>
        <w:tc>
          <w:tcPr>
            <w:tcW w:w="1518" w:type="dxa"/>
            <w:tcBorders>
              <w:left w:val="none" w:sz="0" w:space="0" w:color="auto"/>
              <w:right w:val="none" w:sz="0" w:space="0" w:color="auto"/>
            </w:tcBorders>
            <w:shd w:val="clear" w:color="auto" w:fill="auto"/>
          </w:tcPr>
          <w:p w14:paraId="1AF35D36"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left w:val="none" w:sz="0" w:space="0" w:color="auto"/>
              <w:right w:val="none" w:sz="0" w:space="0" w:color="auto"/>
            </w:tcBorders>
            <w:shd w:val="clear" w:color="auto" w:fill="auto"/>
          </w:tcPr>
          <w:p w14:paraId="1AF35D37" w14:textId="40141DB6"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right w:val="none" w:sz="0" w:space="0" w:color="auto"/>
            </w:tcBorders>
            <w:shd w:val="clear" w:color="auto" w:fill="auto"/>
          </w:tcPr>
          <w:p w14:paraId="1AF35D3A"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10068A" w:rsidRPr="00427C54" w14:paraId="1AF35D44"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D3C" w14:textId="77777777" w:rsidR="0010068A" w:rsidRPr="00427C54" w:rsidRDefault="0010068A" w:rsidP="00EC1183">
            <w:pPr>
              <w:pStyle w:val="Tabelle"/>
              <w:rPr>
                <w:lang w:val="de-CH"/>
              </w:rPr>
            </w:pPr>
            <w:r w:rsidRPr="00427C54">
              <w:rPr>
                <w:lang w:val="de-CH"/>
              </w:rPr>
              <w:t>6.2</w:t>
            </w:r>
          </w:p>
        </w:tc>
        <w:tc>
          <w:tcPr>
            <w:tcW w:w="3279" w:type="dxa"/>
            <w:shd w:val="clear" w:color="auto" w:fill="auto"/>
          </w:tcPr>
          <w:p w14:paraId="1AF35D3E" w14:textId="56B91639" w:rsidR="0010068A" w:rsidRPr="00427C54" w:rsidRDefault="00D65744"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Rechnungssteller Logo löschen.</w:t>
            </w:r>
          </w:p>
        </w:tc>
        <w:tc>
          <w:tcPr>
            <w:tcW w:w="1518" w:type="dxa"/>
            <w:shd w:val="clear" w:color="auto" w:fill="auto"/>
          </w:tcPr>
          <w:p w14:paraId="1AF35D3F" w14:textId="77777777"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shd w:val="clear" w:color="auto" w:fill="auto"/>
          </w:tcPr>
          <w:p w14:paraId="1AF35D40" w14:textId="01E4BEFA"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153" w:type="dxa"/>
            <w:shd w:val="clear" w:color="auto" w:fill="auto"/>
          </w:tcPr>
          <w:p w14:paraId="1AF35D43"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D65744" w:rsidRPr="00427C54" w14:paraId="1AF35D4E"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D45" w14:textId="77777777" w:rsidR="00D65744" w:rsidRPr="00427C54" w:rsidRDefault="00D65744" w:rsidP="00EC1183">
            <w:pPr>
              <w:pStyle w:val="Tabelle"/>
              <w:rPr>
                <w:lang w:val="de-CH"/>
              </w:rPr>
            </w:pPr>
            <w:r w:rsidRPr="00427C54">
              <w:rPr>
                <w:lang w:val="de-CH"/>
              </w:rPr>
              <w:t>6.3</w:t>
            </w:r>
          </w:p>
        </w:tc>
        <w:tc>
          <w:tcPr>
            <w:tcW w:w="3279" w:type="dxa"/>
            <w:tcBorders>
              <w:left w:val="none" w:sz="0" w:space="0" w:color="auto"/>
              <w:right w:val="none" w:sz="0" w:space="0" w:color="auto"/>
            </w:tcBorders>
            <w:shd w:val="clear" w:color="auto" w:fill="auto"/>
          </w:tcPr>
          <w:p w14:paraId="1AF35D47" w14:textId="290DAC1F" w:rsidR="00D65744" w:rsidRPr="00427C54" w:rsidRDefault="00D65744"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Rechnungssteller Logo hinzufügen.</w:t>
            </w:r>
          </w:p>
        </w:tc>
        <w:tc>
          <w:tcPr>
            <w:tcW w:w="1518" w:type="dxa"/>
            <w:tcBorders>
              <w:left w:val="none" w:sz="0" w:space="0" w:color="auto"/>
              <w:right w:val="none" w:sz="0" w:space="0" w:color="auto"/>
            </w:tcBorders>
            <w:shd w:val="clear" w:color="auto" w:fill="auto"/>
          </w:tcPr>
          <w:p w14:paraId="1AF35D48" w14:textId="77777777" w:rsidR="00D65744" w:rsidRPr="00427C54" w:rsidRDefault="00D65744"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left w:val="none" w:sz="0" w:space="0" w:color="auto"/>
              <w:right w:val="none" w:sz="0" w:space="0" w:color="auto"/>
            </w:tcBorders>
            <w:shd w:val="clear" w:color="auto" w:fill="auto"/>
          </w:tcPr>
          <w:p w14:paraId="1AF35D4A" w14:textId="7F09DA29" w:rsidR="00D65744" w:rsidRPr="00427C54" w:rsidRDefault="00D65744"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right w:val="none" w:sz="0" w:space="0" w:color="auto"/>
            </w:tcBorders>
            <w:shd w:val="clear" w:color="auto" w:fill="auto"/>
          </w:tcPr>
          <w:p w14:paraId="1AF35D4D" w14:textId="77777777" w:rsidR="00D65744" w:rsidRPr="00427C54" w:rsidRDefault="00D65744"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1AF35D4F" w14:textId="77777777" w:rsidR="001E1999" w:rsidRDefault="001E1999" w:rsidP="00D52F38">
      <w:pPr>
        <w:pStyle w:val="Fliesstext"/>
        <w:rPr>
          <w:lang w:val="de-CH"/>
        </w:rPr>
      </w:pPr>
    </w:p>
    <w:p w14:paraId="5ADDCB8B" w14:textId="7758262F" w:rsidR="00635917" w:rsidRPr="00754A9F" w:rsidRDefault="003953C9" w:rsidP="00635917">
      <w:pPr>
        <w:pStyle w:val="Heading3"/>
        <w:pageBreakBefore/>
        <w:ind w:left="851"/>
      </w:pPr>
      <w:bookmarkStart w:id="27" w:name="_Toc168578814"/>
      <w:r w:rsidRPr="00754A9F">
        <w:lastRenderedPageBreak/>
        <w:t>ZEWO Zertifizierung für NPOs (Non Profit Organisationen)</w:t>
      </w:r>
      <w:bookmarkEnd w:id="27"/>
    </w:p>
    <w:p w14:paraId="0155B79E" w14:textId="7058195B" w:rsidR="00635917" w:rsidRPr="00427C54" w:rsidRDefault="00C91101" w:rsidP="00635917">
      <w:pPr>
        <w:pStyle w:val="Fliesstext"/>
        <w:rPr>
          <w:lang w:val="de-CH"/>
        </w:rPr>
      </w:pPr>
      <w:r w:rsidRPr="00754A9F">
        <w:rPr>
          <w:lang w:val="de-CH"/>
        </w:rPr>
        <w:t>Über diesen Anwendungsfall kann ein NW</w:t>
      </w:r>
      <w:r w:rsidR="003E33BD">
        <w:rPr>
          <w:lang w:val="de-CH"/>
        </w:rPr>
        <w:t>P</w:t>
      </w:r>
      <w:r w:rsidRPr="00754A9F">
        <w:rPr>
          <w:lang w:val="de-CH"/>
        </w:rPr>
        <w:t xml:space="preserve"> das ZEWO-Label für NPOs (Non-Profit-Organisationen) bewirtschaften. So können eBill-Nutzerinnen und -Nutzer ZEWO-zertifizierte NPOs leicht identifizieren.</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635917" w:rsidRPr="00427C54" w14:paraId="49F57C21" w14:textId="77777777" w:rsidTr="00153E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single" w:sz="4" w:space="0" w:color="auto"/>
              <w:right w:val="none" w:sz="0" w:space="0" w:color="auto"/>
            </w:tcBorders>
            <w:shd w:val="clear" w:color="auto" w:fill="CDC7C1"/>
          </w:tcPr>
          <w:p w14:paraId="5071DD99" w14:textId="77777777" w:rsidR="00635917" w:rsidRPr="00427C54" w:rsidRDefault="00635917" w:rsidP="00C00EDC">
            <w:pPr>
              <w:pStyle w:val="Tabelle"/>
              <w:rPr>
                <w:lang w:val="de-CH"/>
              </w:rPr>
            </w:pPr>
            <w:r w:rsidRPr="00427C54">
              <w:rPr>
                <w:lang w:val="de-CH"/>
              </w:rPr>
              <w:t>ID</w:t>
            </w:r>
          </w:p>
        </w:tc>
        <w:tc>
          <w:tcPr>
            <w:tcW w:w="3279" w:type="dxa"/>
            <w:tcBorders>
              <w:top w:val="none" w:sz="0" w:space="0" w:color="auto"/>
              <w:left w:val="none" w:sz="0" w:space="0" w:color="auto"/>
              <w:bottom w:val="single" w:sz="4" w:space="0" w:color="auto"/>
              <w:right w:val="none" w:sz="0" w:space="0" w:color="auto"/>
            </w:tcBorders>
            <w:shd w:val="clear" w:color="auto" w:fill="CDC7C1"/>
          </w:tcPr>
          <w:p w14:paraId="3B4F0F13" w14:textId="77777777" w:rsidR="00635917" w:rsidRPr="00427C54" w:rsidRDefault="00635917" w:rsidP="00C00EDC">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single" w:sz="4" w:space="0" w:color="auto"/>
              <w:right w:val="none" w:sz="0" w:space="0" w:color="auto"/>
            </w:tcBorders>
            <w:shd w:val="clear" w:color="auto" w:fill="CDC7C1"/>
          </w:tcPr>
          <w:p w14:paraId="63021EB2" w14:textId="77777777" w:rsidR="00635917" w:rsidRPr="00427C54" w:rsidRDefault="00635917" w:rsidP="00C00EDC">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single" w:sz="4" w:space="0" w:color="auto"/>
              <w:right w:val="none" w:sz="0" w:space="0" w:color="auto"/>
            </w:tcBorders>
            <w:shd w:val="clear" w:color="auto" w:fill="CDC7C1"/>
          </w:tcPr>
          <w:p w14:paraId="636087DA" w14:textId="77777777" w:rsidR="00635917" w:rsidRPr="00427C54" w:rsidRDefault="00635917" w:rsidP="00C00EDC">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09489356" w14:textId="77777777" w:rsidR="00635917" w:rsidRPr="00427C54" w:rsidRDefault="00635917" w:rsidP="00C00EDC">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(OK/NOK/Skip)</w:t>
            </w:r>
          </w:p>
        </w:tc>
        <w:tc>
          <w:tcPr>
            <w:tcW w:w="7153" w:type="dxa"/>
            <w:tcBorders>
              <w:top w:val="none" w:sz="0" w:space="0" w:color="auto"/>
              <w:left w:val="none" w:sz="0" w:space="0" w:color="auto"/>
              <w:bottom w:val="single" w:sz="4" w:space="0" w:color="auto"/>
              <w:right w:val="none" w:sz="0" w:space="0" w:color="auto"/>
            </w:tcBorders>
            <w:shd w:val="clear" w:color="auto" w:fill="CDC7C1"/>
          </w:tcPr>
          <w:p w14:paraId="4048F540" w14:textId="77777777" w:rsidR="00635917" w:rsidRPr="00427C54" w:rsidRDefault="00635917" w:rsidP="00C00EDC">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Pr>
                <w:lang w:val="de-CH"/>
              </w:rPr>
              <w:t>etc.</w:t>
            </w:r>
          </w:p>
        </w:tc>
      </w:tr>
      <w:tr w:rsidR="00153E3D" w:rsidRPr="00427C54" w14:paraId="7331463E" w14:textId="77777777" w:rsidTr="00153E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3A9ABB08" w14:textId="6A3E1731" w:rsidR="00153E3D" w:rsidRDefault="00153E3D" w:rsidP="00C00EDC">
            <w:pPr>
              <w:pStyle w:val="Tabelle"/>
              <w:rPr>
                <w:lang w:val="de-CH"/>
              </w:rPr>
            </w:pPr>
            <w:r>
              <w:rPr>
                <w:lang w:val="de-CH"/>
              </w:rPr>
              <w:t>7.1</w:t>
            </w:r>
          </w:p>
        </w:tc>
        <w:tc>
          <w:tcPr>
            <w:tcW w:w="3279" w:type="dxa"/>
            <w:tcBorders>
              <w:left w:val="single" w:sz="4" w:space="0" w:color="auto"/>
              <w:right w:val="single" w:sz="4" w:space="0" w:color="auto"/>
            </w:tcBorders>
            <w:shd w:val="clear" w:color="auto" w:fill="auto"/>
          </w:tcPr>
          <w:p w14:paraId="5D05E6C4" w14:textId="114ACA5A" w:rsidR="00153E3D" w:rsidRPr="00272611" w:rsidRDefault="009257A5" w:rsidP="00272611">
            <w:pPr>
              <w:pStyle w:val="Tabelle"/>
              <w:cnfStyle w:val="000000100000" w:firstRow="0" w:lastRow="0" w:firstColumn="0" w:lastColumn="0" w:oddVBand="0" w:evenVBand="0" w:oddHBand="1" w:evenHBand="0" w:firstRowFirstColumn="0" w:firstRowLastColumn="0" w:lastRowFirstColumn="0" w:lastRowLastColumn="0"/>
              <w:rPr>
                <w:lang w:val="de-CH"/>
              </w:rPr>
            </w:pPr>
            <w:r w:rsidRPr="009257A5">
              <w:rPr>
                <w:lang w:val="de-CH"/>
              </w:rPr>
              <w:t>Liste der IDs der ZEWO Zertifizierungen abfragen</w:t>
            </w:r>
            <w:r>
              <w:rPr>
                <w:lang w:val="de-CH"/>
              </w:rPr>
              <w:t>.</w:t>
            </w:r>
          </w:p>
        </w:tc>
        <w:tc>
          <w:tcPr>
            <w:tcW w:w="1518" w:type="dxa"/>
            <w:tcBorders>
              <w:left w:val="single" w:sz="4" w:space="0" w:color="auto"/>
              <w:right w:val="single" w:sz="4" w:space="0" w:color="auto"/>
            </w:tcBorders>
            <w:shd w:val="clear" w:color="auto" w:fill="auto"/>
          </w:tcPr>
          <w:p w14:paraId="4672D2A8" w14:textId="0B5C5915" w:rsidR="00153E3D" w:rsidRPr="00427C54" w:rsidRDefault="00153E3D" w:rsidP="00C00EDC">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Pr>
                <w:lang w:val="de-CH"/>
              </w:rPr>
              <w:t>SDE</w:t>
            </w:r>
          </w:p>
        </w:tc>
        <w:tc>
          <w:tcPr>
            <w:tcW w:w="1800" w:type="dxa"/>
            <w:tcBorders>
              <w:left w:val="single" w:sz="4" w:space="0" w:color="auto"/>
              <w:right w:val="single" w:sz="4" w:space="0" w:color="auto"/>
            </w:tcBorders>
            <w:shd w:val="clear" w:color="auto" w:fill="auto"/>
          </w:tcPr>
          <w:p w14:paraId="3E084E9F" w14:textId="77777777" w:rsidR="00153E3D" w:rsidRPr="00427C54" w:rsidRDefault="00153E3D" w:rsidP="00C00EDC">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single" w:sz="4" w:space="0" w:color="auto"/>
              <w:right w:val="single" w:sz="4" w:space="0" w:color="auto"/>
            </w:tcBorders>
            <w:shd w:val="clear" w:color="auto" w:fill="auto"/>
          </w:tcPr>
          <w:p w14:paraId="5FBD1090" w14:textId="77777777" w:rsidR="00153E3D" w:rsidRPr="00427C54" w:rsidRDefault="00153E3D" w:rsidP="00C00EDC">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635917" w:rsidRPr="00427C54" w14:paraId="584D7130" w14:textId="77777777" w:rsidTr="00C00EDC">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69A7DCB2" w14:textId="0B0C62B4" w:rsidR="00635917" w:rsidRPr="00427C54" w:rsidRDefault="00DD5FC8" w:rsidP="00C00EDC">
            <w:pPr>
              <w:pStyle w:val="Tabelle"/>
              <w:rPr>
                <w:lang w:val="de-CH"/>
              </w:rPr>
            </w:pPr>
            <w:r>
              <w:rPr>
                <w:lang w:val="de-CH"/>
              </w:rPr>
              <w:t>7.</w:t>
            </w:r>
            <w:r w:rsidR="00153E3D">
              <w:rPr>
                <w:lang w:val="de-CH"/>
              </w:rPr>
              <w:t>2</w:t>
            </w:r>
          </w:p>
        </w:tc>
        <w:tc>
          <w:tcPr>
            <w:tcW w:w="3279" w:type="dxa"/>
            <w:shd w:val="clear" w:color="auto" w:fill="auto"/>
          </w:tcPr>
          <w:p w14:paraId="3C618C8D" w14:textId="77777777" w:rsidR="005151E3" w:rsidRPr="00272611" w:rsidRDefault="005151E3" w:rsidP="00272611">
            <w:pPr>
              <w:pStyle w:val="Tabelle"/>
              <w:cnfStyle w:val="000000000000" w:firstRow="0" w:lastRow="0" w:firstColumn="0" w:lastColumn="0" w:oddVBand="0" w:evenVBand="0" w:oddHBand="0" w:evenHBand="0" w:firstRowFirstColumn="0" w:firstRowLastColumn="0" w:lastRowFirstColumn="0" w:lastRowLastColumn="0"/>
              <w:rPr>
                <w:lang w:val="de-CH"/>
              </w:rPr>
            </w:pPr>
            <w:r w:rsidRPr="00272611">
              <w:rPr>
                <w:lang w:val="de-CH"/>
              </w:rPr>
              <w:t>ZEWO Zertifizierung</w:t>
            </w:r>
          </w:p>
          <w:p w14:paraId="67CA8947" w14:textId="59D42807" w:rsidR="00635917" w:rsidRPr="00427C54" w:rsidRDefault="005151E3" w:rsidP="00272611">
            <w:pPr>
              <w:pStyle w:val="Tabelle"/>
              <w:cnfStyle w:val="000000000000" w:firstRow="0" w:lastRow="0" w:firstColumn="0" w:lastColumn="0" w:oddVBand="0" w:evenVBand="0" w:oddHBand="0" w:evenHBand="0" w:firstRowFirstColumn="0" w:firstRowLastColumn="0" w:lastRowFirstColumn="0" w:lastRowLastColumn="0"/>
              <w:rPr>
                <w:lang w:val="de-CH"/>
              </w:rPr>
            </w:pPr>
            <w:r w:rsidRPr="00272611">
              <w:rPr>
                <w:lang w:val="de-CH"/>
              </w:rPr>
              <w:t>Logo für einen NPOs (Non-Profit-Organisationen) hinzufügen.</w:t>
            </w:r>
          </w:p>
        </w:tc>
        <w:tc>
          <w:tcPr>
            <w:tcW w:w="1518" w:type="dxa"/>
            <w:shd w:val="clear" w:color="auto" w:fill="auto"/>
          </w:tcPr>
          <w:p w14:paraId="60016938" w14:textId="77777777" w:rsidR="00635917" w:rsidRPr="00427C54" w:rsidRDefault="00635917" w:rsidP="00C00EDC">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shd w:val="clear" w:color="auto" w:fill="auto"/>
          </w:tcPr>
          <w:p w14:paraId="312E6FEC" w14:textId="77777777" w:rsidR="00635917" w:rsidRPr="00427C54" w:rsidRDefault="00635917" w:rsidP="00C00EDC">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153" w:type="dxa"/>
            <w:shd w:val="clear" w:color="auto" w:fill="auto"/>
          </w:tcPr>
          <w:p w14:paraId="5D887DC2" w14:textId="77777777" w:rsidR="00635917" w:rsidRPr="00427C54" w:rsidRDefault="00635917" w:rsidP="00C00EDC">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1E0706" w:rsidRPr="00427C54" w14:paraId="59EE669D" w14:textId="77777777" w:rsidTr="00153E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2DFC25FD" w14:textId="2B3BEE77" w:rsidR="001E0706" w:rsidRPr="00427C54" w:rsidRDefault="00DD5FC8" w:rsidP="001E0706">
            <w:pPr>
              <w:pStyle w:val="Tabelle"/>
              <w:rPr>
                <w:lang w:val="de-CH"/>
              </w:rPr>
            </w:pPr>
            <w:r>
              <w:rPr>
                <w:lang w:val="de-CH"/>
              </w:rPr>
              <w:t>7.</w:t>
            </w:r>
            <w:r w:rsidR="00153E3D">
              <w:rPr>
                <w:lang w:val="de-CH"/>
              </w:rPr>
              <w:t>3</w:t>
            </w:r>
          </w:p>
        </w:tc>
        <w:tc>
          <w:tcPr>
            <w:tcW w:w="3279" w:type="dxa"/>
            <w:tcBorders>
              <w:left w:val="single" w:sz="4" w:space="0" w:color="auto"/>
              <w:right w:val="single" w:sz="4" w:space="0" w:color="auto"/>
            </w:tcBorders>
            <w:shd w:val="clear" w:color="auto" w:fill="auto"/>
          </w:tcPr>
          <w:p w14:paraId="52882EA4" w14:textId="77777777" w:rsidR="001E0706" w:rsidRPr="00272611" w:rsidRDefault="001E0706" w:rsidP="00272611">
            <w:pPr>
              <w:pStyle w:val="Tabelle"/>
              <w:cnfStyle w:val="000000100000" w:firstRow="0" w:lastRow="0" w:firstColumn="0" w:lastColumn="0" w:oddVBand="0" w:evenVBand="0" w:oddHBand="1" w:evenHBand="0" w:firstRowFirstColumn="0" w:firstRowLastColumn="0" w:lastRowFirstColumn="0" w:lastRowLastColumn="0"/>
              <w:rPr>
                <w:lang w:val="de-CH"/>
              </w:rPr>
            </w:pPr>
            <w:r w:rsidRPr="00272611">
              <w:rPr>
                <w:lang w:val="de-CH"/>
              </w:rPr>
              <w:t>ZEWO Zertifizierung</w:t>
            </w:r>
          </w:p>
          <w:p w14:paraId="3D4A35CC" w14:textId="4D7239AC" w:rsidR="001E0706" w:rsidRPr="00427C54" w:rsidRDefault="001E0706" w:rsidP="00272611">
            <w:pPr>
              <w:pStyle w:val="Tabelle"/>
              <w:cnfStyle w:val="000000100000" w:firstRow="0" w:lastRow="0" w:firstColumn="0" w:lastColumn="0" w:oddVBand="0" w:evenVBand="0" w:oddHBand="1" w:evenHBand="0" w:firstRowFirstColumn="0" w:firstRowLastColumn="0" w:lastRowFirstColumn="0" w:lastRowLastColumn="0"/>
              <w:rPr>
                <w:lang w:val="de-CH"/>
              </w:rPr>
            </w:pPr>
            <w:r w:rsidRPr="00272611">
              <w:rPr>
                <w:lang w:val="de-CH"/>
              </w:rPr>
              <w:t>Logo für einen NPOs (Non-Profit-Organisationen) ändern.</w:t>
            </w:r>
          </w:p>
        </w:tc>
        <w:tc>
          <w:tcPr>
            <w:tcW w:w="1518" w:type="dxa"/>
            <w:tcBorders>
              <w:left w:val="single" w:sz="4" w:space="0" w:color="auto"/>
              <w:right w:val="single" w:sz="4" w:space="0" w:color="auto"/>
            </w:tcBorders>
            <w:shd w:val="clear" w:color="auto" w:fill="auto"/>
          </w:tcPr>
          <w:p w14:paraId="62FEB99C" w14:textId="77777777" w:rsidR="001E0706" w:rsidRPr="00427C54" w:rsidRDefault="001E0706" w:rsidP="001E070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left w:val="single" w:sz="4" w:space="0" w:color="auto"/>
              <w:right w:val="single" w:sz="4" w:space="0" w:color="auto"/>
            </w:tcBorders>
            <w:shd w:val="clear" w:color="auto" w:fill="auto"/>
          </w:tcPr>
          <w:p w14:paraId="61238217" w14:textId="77777777" w:rsidR="001E0706" w:rsidRPr="00427C54" w:rsidRDefault="001E0706" w:rsidP="001E070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single" w:sz="4" w:space="0" w:color="auto"/>
              <w:right w:val="single" w:sz="4" w:space="0" w:color="auto"/>
            </w:tcBorders>
            <w:shd w:val="clear" w:color="auto" w:fill="auto"/>
          </w:tcPr>
          <w:p w14:paraId="2A42A631" w14:textId="77777777" w:rsidR="001E0706" w:rsidRPr="00427C54" w:rsidRDefault="001E0706" w:rsidP="001E0706">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272611" w:rsidRPr="00427C54" w14:paraId="26F422AC" w14:textId="77777777" w:rsidTr="00C00EDC">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29E37372" w14:textId="35E13FE7" w:rsidR="00272611" w:rsidRPr="00427C54" w:rsidRDefault="00DD5FC8" w:rsidP="00272611">
            <w:pPr>
              <w:pStyle w:val="Tabelle"/>
              <w:rPr>
                <w:lang w:val="de-CH"/>
              </w:rPr>
            </w:pPr>
            <w:r>
              <w:rPr>
                <w:lang w:val="de-CH"/>
              </w:rPr>
              <w:t>7.</w:t>
            </w:r>
            <w:r w:rsidR="00153E3D">
              <w:rPr>
                <w:lang w:val="de-CH"/>
              </w:rPr>
              <w:t>4</w:t>
            </w:r>
          </w:p>
        </w:tc>
        <w:tc>
          <w:tcPr>
            <w:tcW w:w="3279" w:type="dxa"/>
            <w:shd w:val="clear" w:color="auto" w:fill="auto"/>
          </w:tcPr>
          <w:p w14:paraId="54A937E7" w14:textId="77777777" w:rsidR="00272611" w:rsidRPr="00272611" w:rsidRDefault="00272611" w:rsidP="00272611">
            <w:pPr>
              <w:pStyle w:val="Tabelle"/>
              <w:cnfStyle w:val="000000000000" w:firstRow="0" w:lastRow="0" w:firstColumn="0" w:lastColumn="0" w:oddVBand="0" w:evenVBand="0" w:oddHBand="0" w:evenHBand="0" w:firstRowFirstColumn="0" w:firstRowLastColumn="0" w:lastRowFirstColumn="0" w:lastRowLastColumn="0"/>
              <w:rPr>
                <w:lang w:val="de-CH"/>
              </w:rPr>
            </w:pPr>
            <w:r w:rsidRPr="00272611">
              <w:rPr>
                <w:lang w:val="de-CH"/>
              </w:rPr>
              <w:t>ZEWO Zertifizierung</w:t>
            </w:r>
          </w:p>
          <w:p w14:paraId="15D0B129" w14:textId="7AD28BEE" w:rsidR="00272611" w:rsidRPr="00427C54" w:rsidRDefault="00272611" w:rsidP="00272611">
            <w:pPr>
              <w:pStyle w:val="Tabelle"/>
              <w:cnfStyle w:val="000000000000" w:firstRow="0" w:lastRow="0" w:firstColumn="0" w:lastColumn="0" w:oddVBand="0" w:evenVBand="0" w:oddHBand="0" w:evenHBand="0" w:firstRowFirstColumn="0" w:firstRowLastColumn="0" w:lastRowFirstColumn="0" w:lastRowLastColumn="0"/>
              <w:rPr>
                <w:lang w:val="de-CH"/>
              </w:rPr>
            </w:pPr>
            <w:r w:rsidRPr="00272611">
              <w:rPr>
                <w:lang w:val="de-CH"/>
              </w:rPr>
              <w:t>Logo für einen NPOs (Non-Profit-Organisationen) löschen.</w:t>
            </w:r>
          </w:p>
        </w:tc>
        <w:tc>
          <w:tcPr>
            <w:tcW w:w="1518" w:type="dxa"/>
            <w:shd w:val="clear" w:color="auto" w:fill="auto"/>
          </w:tcPr>
          <w:p w14:paraId="02293615" w14:textId="77777777" w:rsidR="00272611" w:rsidRPr="00427C54" w:rsidRDefault="00272611" w:rsidP="00272611">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shd w:val="clear" w:color="auto" w:fill="auto"/>
          </w:tcPr>
          <w:p w14:paraId="020C8259" w14:textId="77777777" w:rsidR="00272611" w:rsidRPr="00427C54" w:rsidRDefault="00272611" w:rsidP="00272611">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153" w:type="dxa"/>
            <w:shd w:val="clear" w:color="auto" w:fill="auto"/>
          </w:tcPr>
          <w:p w14:paraId="34F14516" w14:textId="77777777" w:rsidR="00272611" w:rsidRPr="00427C54" w:rsidRDefault="00272611" w:rsidP="00272611">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7C034EF5" w14:textId="77777777" w:rsidR="00635917" w:rsidRDefault="00635917" w:rsidP="00D52F38">
      <w:pPr>
        <w:pStyle w:val="Fliesstext"/>
        <w:rPr>
          <w:lang w:val="de-CH"/>
        </w:rPr>
      </w:pPr>
    </w:p>
    <w:p w14:paraId="02C8CB1A" w14:textId="77777777" w:rsidR="00635917" w:rsidRPr="00427C54" w:rsidRDefault="00635917" w:rsidP="00D52F38">
      <w:pPr>
        <w:pStyle w:val="Fliesstext"/>
        <w:rPr>
          <w:lang w:val="de-CH"/>
        </w:rPr>
      </w:pPr>
    </w:p>
    <w:p w14:paraId="1AF35D53" w14:textId="7CA08ADE" w:rsidR="000E7D62" w:rsidRPr="00427C54" w:rsidRDefault="00927486" w:rsidP="00B6190E">
      <w:pPr>
        <w:pStyle w:val="Heading3"/>
        <w:pageBreakBefore/>
      </w:pPr>
      <w:bookmarkStart w:id="28" w:name="_Toc168578815"/>
      <w:r w:rsidRPr="00427C54">
        <w:lastRenderedPageBreak/>
        <w:t>Rechnungssteller deregistrieren</w:t>
      </w:r>
      <w:r w:rsidR="00B6190E" w:rsidRPr="00427C54">
        <w:t xml:space="preserve"> (</w:t>
      </w:r>
      <w:r w:rsidRPr="00427C54">
        <w:rPr>
          <w:color w:val="FF0000"/>
        </w:rPr>
        <w:t>*</w:t>
      </w:r>
      <w:r w:rsidR="00B6190E" w:rsidRPr="00427C54">
        <w:t>)</w:t>
      </w:r>
      <w:bookmarkEnd w:id="28"/>
    </w:p>
    <w:p w14:paraId="1AF35D54" w14:textId="77777777" w:rsidR="00927486" w:rsidRPr="00427C54" w:rsidRDefault="00927486" w:rsidP="00D52F38">
      <w:pPr>
        <w:pStyle w:val="Fliesstext"/>
        <w:rPr>
          <w:lang w:val="de-CH"/>
        </w:rPr>
      </w:pPr>
      <w:r w:rsidRPr="00427C54">
        <w:rPr>
          <w:lang w:val="de-CH"/>
        </w:rPr>
        <w:t>Dieser Anwendungsfall ist ein zentrales Element der Dienstleistungserbringung von SIX und ermöglicht einen Rechnungssteller von der Dienstleistung eBill zu deregistrieren. Rechnungssteller-Deregistrierungen können nur vom primären Netzwerkpartner vorgenommen werden.</w:t>
      </w:r>
    </w:p>
    <w:p w14:paraId="1AF35D55" w14:textId="07E8AD66" w:rsidR="00927486" w:rsidRPr="00427C54" w:rsidRDefault="00927486" w:rsidP="00D52F38">
      <w:pPr>
        <w:pStyle w:val="Fliesstext"/>
        <w:rPr>
          <w:lang w:val="de-CH"/>
        </w:rPr>
      </w:pPr>
      <w:r w:rsidRPr="00427C54">
        <w:rPr>
          <w:lang w:val="de-CH"/>
        </w:rPr>
        <w:t>Der Rechnungssteller wird bei einer Deregistrierung nicht gelöscht, sondern im System auf inaktiv gesetzt. Er kann in der Folge keine Geschäftsfälle mehr einliefern und in der Rechnungssteller-Liste des eBill-Portal</w:t>
      </w:r>
      <w:r w:rsidR="00685370" w:rsidRPr="00427C54">
        <w:rPr>
          <w:lang w:val="de-CH"/>
        </w:rPr>
        <w:t>s</w:t>
      </w:r>
      <w:r w:rsidRPr="00427C54">
        <w:rPr>
          <w:lang w:val="de-CH"/>
        </w:rPr>
        <w:t xml:space="preserve"> nicht mehr gefunden werden.</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421"/>
        <w:gridCol w:w="1518"/>
        <w:gridCol w:w="1800"/>
        <w:gridCol w:w="7153"/>
      </w:tblGrid>
      <w:tr w:rsidR="00906D1B" w:rsidRPr="00427C54" w14:paraId="1AF35D5E"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shd w:val="clear" w:color="auto" w:fill="CDC7C1"/>
          </w:tcPr>
          <w:p w14:paraId="1AF35D57" w14:textId="77777777" w:rsidR="00906D1B" w:rsidRPr="00427C54" w:rsidRDefault="00906D1B" w:rsidP="00EC1183">
            <w:pPr>
              <w:pStyle w:val="Tabelle"/>
              <w:rPr>
                <w:lang w:val="de-CH"/>
              </w:rPr>
            </w:pPr>
            <w:r w:rsidRPr="00427C54">
              <w:rPr>
                <w:lang w:val="de-CH"/>
              </w:rPr>
              <w:t>ID</w:t>
            </w:r>
          </w:p>
        </w:tc>
        <w:tc>
          <w:tcPr>
            <w:tcW w:w="3421" w:type="dxa"/>
            <w:tcBorders>
              <w:top w:val="none" w:sz="0" w:space="0" w:color="auto"/>
              <w:left w:val="none" w:sz="0" w:space="0" w:color="auto"/>
              <w:bottom w:val="none" w:sz="0" w:space="0" w:color="auto"/>
              <w:right w:val="none" w:sz="0" w:space="0" w:color="auto"/>
            </w:tcBorders>
            <w:shd w:val="clear" w:color="auto" w:fill="CDC7C1"/>
          </w:tcPr>
          <w:p w14:paraId="1AF35D58"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D59"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B85D344"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D5A" w14:textId="355CBCC8"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1AF35D5D" w14:textId="1505576A"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10068A" w:rsidRPr="00427C54" w14:paraId="1AF35D67"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left w:val="none" w:sz="0" w:space="0" w:color="auto"/>
              <w:right w:val="none" w:sz="0" w:space="0" w:color="auto"/>
            </w:tcBorders>
            <w:shd w:val="clear" w:color="auto" w:fill="auto"/>
          </w:tcPr>
          <w:p w14:paraId="1AF35D5F" w14:textId="0797DF42" w:rsidR="0010068A" w:rsidRPr="00427C54" w:rsidRDefault="00DD5FC8" w:rsidP="00EC1183">
            <w:pPr>
              <w:pStyle w:val="Tabelle"/>
              <w:rPr>
                <w:lang w:val="de-CH"/>
              </w:rPr>
            </w:pPr>
            <w:r>
              <w:rPr>
                <w:lang w:val="de-CH"/>
              </w:rPr>
              <w:t>8</w:t>
            </w:r>
            <w:r w:rsidR="0010068A" w:rsidRPr="00427C54">
              <w:rPr>
                <w:lang w:val="de-CH"/>
              </w:rPr>
              <w:t>.1</w:t>
            </w:r>
          </w:p>
        </w:tc>
        <w:tc>
          <w:tcPr>
            <w:tcW w:w="3421" w:type="dxa"/>
            <w:tcBorders>
              <w:left w:val="none" w:sz="0" w:space="0" w:color="auto"/>
              <w:right w:val="none" w:sz="0" w:space="0" w:color="auto"/>
            </w:tcBorders>
            <w:shd w:val="clear" w:color="auto" w:fill="auto"/>
          </w:tcPr>
          <w:p w14:paraId="1AF35D61" w14:textId="1A5C0808"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Rechnungssteller für eBill deaktivieren.</w:t>
            </w:r>
          </w:p>
        </w:tc>
        <w:tc>
          <w:tcPr>
            <w:tcW w:w="1518" w:type="dxa"/>
            <w:tcBorders>
              <w:left w:val="none" w:sz="0" w:space="0" w:color="auto"/>
              <w:right w:val="none" w:sz="0" w:space="0" w:color="auto"/>
            </w:tcBorders>
            <w:shd w:val="clear" w:color="auto" w:fill="auto"/>
          </w:tcPr>
          <w:p w14:paraId="1AF35D62"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left w:val="none" w:sz="0" w:space="0" w:color="auto"/>
              <w:right w:val="none" w:sz="0" w:space="0" w:color="auto"/>
            </w:tcBorders>
            <w:shd w:val="clear" w:color="auto" w:fill="auto"/>
          </w:tcPr>
          <w:p w14:paraId="1AF35D63" w14:textId="0BB7D08B"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right w:val="none" w:sz="0" w:space="0" w:color="auto"/>
            </w:tcBorders>
            <w:shd w:val="clear" w:color="auto" w:fill="auto"/>
          </w:tcPr>
          <w:p w14:paraId="1AF35D66"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1AF35D70" w14:textId="77777777" w:rsidR="000E7D62" w:rsidRPr="00427C54" w:rsidRDefault="000E7D62" w:rsidP="00D52F38">
      <w:pPr>
        <w:pStyle w:val="Fliesstext"/>
        <w:rPr>
          <w:lang w:val="de-CH"/>
        </w:rPr>
      </w:pPr>
    </w:p>
    <w:p w14:paraId="1AF35DFA" w14:textId="0309426F" w:rsidR="000E7D62" w:rsidRPr="00427C54" w:rsidRDefault="00E2273F" w:rsidP="00EC1183">
      <w:pPr>
        <w:pStyle w:val="Heading2"/>
        <w:pageBreakBefore/>
      </w:pPr>
      <w:bookmarkStart w:id="29" w:name="_Toc168578816"/>
      <w:r w:rsidRPr="00427C54">
        <w:lastRenderedPageBreak/>
        <w:t>Rechnungsempfänger abfragen</w:t>
      </w:r>
      <w:r w:rsidR="00EC1183" w:rsidRPr="00427C54">
        <w:t xml:space="preserve"> (</w:t>
      </w:r>
      <w:r w:rsidRPr="00427C54">
        <w:rPr>
          <w:color w:val="FF0000"/>
        </w:rPr>
        <w:t>*</w:t>
      </w:r>
      <w:r w:rsidR="00EC1183" w:rsidRPr="00427C54">
        <w:t>)</w:t>
      </w:r>
      <w:bookmarkEnd w:id="29"/>
    </w:p>
    <w:p w14:paraId="1AF35DFB" w14:textId="0F485F77" w:rsidR="00E2273F" w:rsidRPr="00427C54" w:rsidRDefault="00E2273F" w:rsidP="00D52F38">
      <w:pPr>
        <w:pStyle w:val="Fliesstext"/>
        <w:rPr>
          <w:lang w:val="de-CH"/>
        </w:rPr>
      </w:pPr>
      <w:r w:rsidRPr="00427C54">
        <w:rPr>
          <w:lang w:val="de-CH"/>
        </w:rPr>
        <w:t>Dieser Service ist ein zentrales Element der Dienstleistungserbringung von SIX und unterstützt eine vereinfachte (durch den Rechnungssteller initiierte) Anmeldung des Rechnungsempfänger</w:t>
      </w:r>
      <w:r w:rsidR="001B1A2B" w:rsidRPr="00427C54">
        <w:rPr>
          <w:lang w:val="de-CH"/>
        </w:rPr>
        <w:t>s</w:t>
      </w:r>
      <w:r w:rsidRPr="00427C54">
        <w:rPr>
          <w:lang w:val="de-CH"/>
        </w:rPr>
        <w:t xml:space="preserve"> beim Rechnungssteller für den Bezug von elektronischen Rechnungen. Die Operation wird auch als "Rechnungsempfänger Look-Up" bezeichnet.</w:t>
      </w:r>
    </w:p>
    <w:p w14:paraId="1AF35DFC" w14:textId="457C0EAC" w:rsidR="00E2273F" w:rsidRPr="00427C54" w:rsidRDefault="00E2273F" w:rsidP="00D52F38">
      <w:pPr>
        <w:pStyle w:val="Fliesstext"/>
        <w:rPr>
          <w:lang w:val="de-CH"/>
        </w:rPr>
      </w:pPr>
      <w:r w:rsidRPr="00427C54">
        <w:rPr>
          <w:lang w:val="de-CH"/>
        </w:rPr>
        <w:t>Nur Rechnungsempfänger</w:t>
      </w:r>
      <w:r w:rsidR="00225D4B" w:rsidRPr="00427C54">
        <w:rPr>
          <w:lang w:val="de-CH"/>
        </w:rPr>
        <w:t>,</w:t>
      </w:r>
      <w:r w:rsidRPr="00427C54">
        <w:rPr>
          <w:lang w:val="de-CH"/>
        </w:rPr>
        <w:t xml:space="preserve"> welche dem Look-Up zugestimmt haben oder eine aktive Beziehung zum Rechnungssteller haben, können gefunden werden.</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808"/>
        <w:gridCol w:w="1518"/>
        <w:gridCol w:w="1800"/>
        <w:gridCol w:w="6624"/>
      </w:tblGrid>
      <w:tr w:rsidR="00906D1B" w:rsidRPr="00427C54" w14:paraId="1AF35E05"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DFE" w14:textId="77777777" w:rsidR="00906D1B" w:rsidRPr="00427C54" w:rsidRDefault="00906D1B" w:rsidP="00EC1183">
            <w:pPr>
              <w:pStyle w:val="Tabelle"/>
              <w:rPr>
                <w:lang w:val="de-CH"/>
              </w:rPr>
            </w:pPr>
            <w:r w:rsidRPr="00427C54">
              <w:rPr>
                <w:lang w:val="de-CH"/>
              </w:rPr>
              <w:t>ID</w:t>
            </w:r>
          </w:p>
        </w:tc>
        <w:tc>
          <w:tcPr>
            <w:tcW w:w="3808" w:type="dxa"/>
            <w:tcBorders>
              <w:top w:val="none" w:sz="0" w:space="0" w:color="auto"/>
              <w:left w:val="none" w:sz="0" w:space="0" w:color="auto"/>
              <w:bottom w:val="none" w:sz="0" w:space="0" w:color="auto"/>
              <w:right w:val="none" w:sz="0" w:space="0" w:color="auto"/>
            </w:tcBorders>
            <w:shd w:val="clear" w:color="auto" w:fill="CDC7C1"/>
          </w:tcPr>
          <w:p w14:paraId="1AF35DFF"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E00"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48B8B1F2"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E01" w14:textId="127F9189"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6624" w:type="dxa"/>
            <w:tcBorders>
              <w:top w:val="none" w:sz="0" w:space="0" w:color="auto"/>
              <w:left w:val="none" w:sz="0" w:space="0" w:color="auto"/>
              <w:bottom w:val="none" w:sz="0" w:space="0" w:color="auto"/>
              <w:right w:val="none" w:sz="0" w:space="0" w:color="auto"/>
            </w:tcBorders>
            <w:shd w:val="clear" w:color="auto" w:fill="CDC7C1"/>
          </w:tcPr>
          <w:p w14:paraId="1AF35E04" w14:textId="268541BD"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4A746E" w:rsidRPr="00427C54" w14:paraId="1AF35E13"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06" w14:textId="751FF58C" w:rsidR="004A746E" w:rsidRPr="00427C54" w:rsidRDefault="00DD5FC8" w:rsidP="00EC1183">
            <w:pPr>
              <w:pStyle w:val="Tabelle"/>
              <w:rPr>
                <w:lang w:val="de-CH"/>
              </w:rPr>
            </w:pPr>
            <w:r>
              <w:rPr>
                <w:lang w:val="de-CH"/>
              </w:rPr>
              <w:t>9</w:t>
            </w:r>
            <w:r w:rsidR="004A746E" w:rsidRPr="00427C54">
              <w:rPr>
                <w:lang w:val="de-CH"/>
              </w:rPr>
              <w:t>.1</w:t>
            </w:r>
          </w:p>
        </w:tc>
        <w:tc>
          <w:tcPr>
            <w:tcW w:w="3808" w:type="dxa"/>
            <w:tcBorders>
              <w:left w:val="none" w:sz="0" w:space="0" w:color="auto"/>
              <w:right w:val="none" w:sz="0" w:space="0" w:color="auto"/>
            </w:tcBorders>
            <w:shd w:val="clear" w:color="auto" w:fill="auto"/>
          </w:tcPr>
          <w:p w14:paraId="150C407F" w14:textId="73BE57C7" w:rsidR="004A746E" w:rsidRDefault="004A746E"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Suchen eines möglichen Rechnungs</w:t>
            </w:r>
            <w:r w:rsidR="000976BB">
              <w:rPr>
                <w:lang w:val="de-CH"/>
              </w:rPr>
              <w:softHyphen/>
            </w:r>
            <w:r w:rsidRPr="00427C54">
              <w:rPr>
                <w:lang w:val="de-CH"/>
              </w:rPr>
              <w:t xml:space="preserve">empfängers über </w:t>
            </w:r>
            <w:r w:rsidR="00DF7ECD">
              <w:rPr>
                <w:lang w:val="de-CH"/>
              </w:rPr>
              <w:t>E-Mail-</w:t>
            </w:r>
            <w:r w:rsidRPr="00427C54">
              <w:rPr>
                <w:lang w:val="de-CH"/>
              </w:rPr>
              <w:t>Adresse.</w:t>
            </w:r>
          </w:p>
          <w:p w14:paraId="1AF35E09" w14:textId="68273462" w:rsidR="00DF7ECD" w:rsidRPr="00427C54" w:rsidRDefault="00DF7ECD"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Pr>
                <w:lang w:val="de-CH"/>
              </w:rPr>
              <w:t>Der Rechnungsempfänger wird gefunden</w:t>
            </w:r>
            <w:r w:rsidR="004B1F74">
              <w:rPr>
                <w:lang w:val="de-CH"/>
              </w:rPr>
              <w:t>.</w:t>
            </w:r>
          </w:p>
        </w:tc>
        <w:tc>
          <w:tcPr>
            <w:tcW w:w="1518" w:type="dxa"/>
            <w:tcBorders>
              <w:left w:val="none" w:sz="0" w:space="0" w:color="auto"/>
              <w:right w:val="none" w:sz="0" w:space="0" w:color="auto"/>
            </w:tcBorders>
            <w:shd w:val="clear" w:color="auto" w:fill="auto"/>
          </w:tcPr>
          <w:p w14:paraId="1AF35E0A" w14:textId="77777777"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left w:val="none" w:sz="0" w:space="0" w:color="auto"/>
              <w:right w:val="none" w:sz="0" w:space="0" w:color="auto"/>
            </w:tcBorders>
            <w:shd w:val="clear" w:color="auto" w:fill="auto"/>
          </w:tcPr>
          <w:p w14:paraId="1AF35E0C" w14:textId="3ACE959F"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624" w:type="dxa"/>
            <w:tcBorders>
              <w:left w:val="none" w:sz="0" w:space="0" w:color="auto"/>
              <w:right w:val="none" w:sz="0" w:space="0" w:color="auto"/>
            </w:tcBorders>
            <w:shd w:val="clear" w:color="auto" w:fill="auto"/>
          </w:tcPr>
          <w:p w14:paraId="1AF35E12" w14:textId="77777777"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2706AC" w:rsidRPr="00427C54" w14:paraId="1AF35E21"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E14" w14:textId="71910778" w:rsidR="002706AC" w:rsidRPr="00427C54" w:rsidRDefault="0033030C" w:rsidP="00EC1183">
            <w:pPr>
              <w:pStyle w:val="Tabelle"/>
              <w:rPr>
                <w:lang w:val="de-CH"/>
              </w:rPr>
            </w:pPr>
            <w:r>
              <w:rPr>
                <w:lang w:val="de-CH"/>
              </w:rPr>
              <w:t>9</w:t>
            </w:r>
            <w:r w:rsidR="002706AC" w:rsidRPr="00427C54">
              <w:rPr>
                <w:lang w:val="de-CH"/>
              </w:rPr>
              <w:t>.2</w:t>
            </w:r>
          </w:p>
        </w:tc>
        <w:tc>
          <w:tcPr>
            <w:tcW w:w="3808" w:type="dxa"/>
            <w:shd w:val="clear" w:color="auto" w:fill="auto"/>
          </w:tcPr>
          <w:p w14:paraId="1AF35E17" w14:textId="6F71CFED" w:rsidR="002706AC" w:rsidRPr="00427C54" w:rsidRDefault="004A746E"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Suchen eines möglichen Rechnungs</w:t>
            </w:r>
            <w:r w:rsidR="00481F40">
              <w:rPr>
                <w:lang w:val="de-CH"/>
              </w:rPr>
              <w:softHyphen/>
            </w:r>
            <w:r w:rsidRPr="00427C54">
              <w:rPr>
                <w:lang w:val="de-CH"/>
              </w:rPr>
              <w:t>empfängers Kunden-Id (Identifikationsnummer des Teilnehmers (PID)).</w:t>
            </w:r>
          </w:p>
        </w:tc>
        <w:tc>
          <w:tcPr>
            <w:tcW w:w="1518" w:type="dxa"/>
            <w:shd w:val="clear" w:color="auto" w:fill="auto"/>
          </w:tcPr>
          <w:p w14:paraId="1AF35E18" w14:textId="77777777" w:rsidR="002706AC" w:rsidRPr="00427C54" w:rsidRDefault="002706A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shd w:val="clear" w:color="auto" w:fill="auto"/>
          </w:tcPr>
          <w:p w14:paraId="1AF35E1A" w14:textId="195AAED5" w:rsidR="002706AC" w:rsidRPr="00427C54" w:rsidRDefault="002706A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6624" w:type="dxa"/>
            <w:shd w:val="clear" w:color="auto" w:fill="auto"/>
          </w:tcPr>
          <w:p w14:paraId="1AF35E20" w14:textId="77777777" w:rsidR="002706AC" w:rsidRPr="00427C54" w:rsidRDefault="002706AC"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4A746E" w:rsidRPr="00427C54" w14:paraId="1AF35E2F"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22" w14:textId="745BA694" w:rsidR="004A746E" w:rsidRPr="00427C54" w:rsidRDefault="0033030C" w:rsidP="00EC1183">
            <w:pPr>
              <w:pStyle w:val="Tabelle"/>
              <w:rPr>
                <w:lang w:val="de-CH"/>
              </w:rPr>
            </w:pPr>
            <w:r>
              <w:rPr>
                <w:lang w:val="de-CH"/>
              </w:rPr>
              <w:t>9</w:t>
            </w:r>
            <w:r w:rsidR="004A746E" w:rsidRPr="00427C54">
              <w:rPr>
                <w:lang w:val="de-CH"/>
              </w:rPr>
              <w:t>.3</w:t>
            </w:r>
          </w:p>
        </w:tc>
        <w:tc>
          <w:tcPr>
            <w:tcW w:w="3808" w:type="dxa"/>
            <w:tcBorders>
              <w:left w:val="none" w:sz="0" w:space="0" w:color="auto"/>
              <w:right w:val="none" w:sz="0" w:space="0" w:color="auto"/>
            </w:tcBorders>
            <w:shd w:val="clear" w:color="auto" w:fill="auto"/>
          </w:tcPr>
          <w:p w14:paraId="5D72486B" w14:textId="3D134E07" w:rsidR="004A746E" w:rsidRDefault="004A746E"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Suchen eines möglichen Rechnungs</w:t>
            </w:r>
            <w:r w:rsidR="008D3834">
              <w:rPr>
                <w:lang w:val="de-CH"/>
              </w:rPr>
              <w:softHyphen/>
            </w:r>
            <w:r w:rsidRPr="00427C54">
              <w:rPr>
                <w:lang w:val="de-CH"/>
              </w:rPr>
              <w:t xml:space="preserve">empfängers über </w:t>
            </w:r>
            <w:r w:rsidR="00DF7ECD">
              <w:rPr>
                <w:lang w:val="de-CH"/>
              </w:rPr>
              <w:t>E-Mail-</w:t>
            </w:r>
            <w:r w:rsidRPr="00427C54">
              <w:rPr>
                <w:lang w:val="de-CH"/>
              </w:rPr>
              <w:t>Adresse.</w:t>
            </w:r>
          </w:p>
          <w:p w14:paraId="1AF35E25" w14:textId="11F1F1EA" w:rsidR="004B1F74" w:rsidRPr="00427C54" w:rsidRDefault="004B1F74"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Pr>
                <w:lang w:val="de-CH"/>
              </w:rPr>
              <w:t>Der Rechnungsempfänger wird nicht gefunden.</w:t>
            </w:r>
          </w:p>
        </w:tc>
        <w:tc>
          <w:tcPr>
            <w:tcW w:w="1518" w:type="dxa"/>
            <w:tcBorders>
              <w:left w:val="none" w:sz="0" w:space="0" w:color="auto"/>
              <w:right w:val="none" w:sz="0" w:space="0" w:color="auto"/>
            </w:tcBorders>
            <w:shd w:val="clear" w:color="auto" w:fill="auto"/>
          </w:tcPr>
          <w:p w14:paraId="1AF35E26" w14:textId="77777777"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left w:val="none" w:sz="0" w:space="0" w:color="auto"/>
              <w:right w:val="none" w:sz="0" w:space="0" w:color="auto"/>
            </w:tcBorders>
            <w:shd w:val="clear" w:color="auto" w:fill="auto"/>
          </w:tcPr>
          <w:p w14:paraId="1AF35E28" w14:textId="765DEC05"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624" w:type="dxa"/>
            <w:tcBorders>
              <w:left w:val="none" w:sz="0" w:space="0" w:color="auto"/>
              <w:right w:val="none" w:sz="0" w:space="0" w:color="auto"/>
            </w:tcBorders>
            <w:shd w:val="clear" w:color="auto" w:fill="auto"/>
          </w:tcPr>
          <w:p w14:paraId="1AF35E2E" w14:textId="77777777"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4A746E" w:rsidRPr="00427C54" w14:paraId="1AF35E37"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bottom w:val="single" w:sz="4" w:space="0" w:color="auto"/>
            </w:tcBorders>
            <w:shd w:val="clear" w:color="auto" w:fill="auto"/>
          </w:tcPr>
          <w:p w14:paraId="1AF35E30" w14:textId="228427AD" w:rsidR="004A746E" w:rsidRPr="00427C54" w:rsidRDefault="0033030C" w:rsidP="00EC1183">
            <w:pPr>
              <w:pStyle w:val="Tabelle"/>
              <w:rPr>
                <w:lang w:val="de-CH"/>
              </w:rPr>
            </w:pPr>
            <w:r>
              <w:rPr>
                <w:lang w:val="de-CH"/>
              </w:rPr>
              <w:t>9</w:t>
            </w:r>
            <w:r w:rsidR="004A746E" w:rsidRPr="00427C54">
              <w:rPr>
                <w:lang w:val="de-CH"/>
              </w:rPr>
              <w:t>.4</w:t>
            </w:r>
          </w:p>
        </w:tc>
        <w:tc>
          <w:tcPr>
            <w:tcW w:w="3808" w:type="dxa"/>
            <w:tcBorders>
              <w:bottom w:val="single" w:sz="4" w:space="0" w:color="auto"/>
            </w:tcBorders>
            <w:shd w:val="clear" w:color="auto" w:fill="auto"/>
          </w:tcPr>
          <w:p w14:paraId="1AF35E31" w14:textId="0FE7A4B7" w:rsidR="004A746E" w:rsidRPr="00427C54" w:rsidRDefault="004A746E"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Suchen eines möglichen Rechnungs</w:t>
            </w:r>
            <w:r w:rsidR="002F7365">
              <w:rPr>
                <w:lang w:val="de-CH"/>
              </w:rPr>
              <w:softHyphen/>
            </w:r>
            <w:r w:rsidRPr="00427C54">
              <w:rPr>
                <w:lang w:val="de-CH"/>
              </w:rPr>
              <w:t>empfängers über die UID.</w:t>
            </w:r>
          </w:p>
        </w:tc>
        <w:tc>
          <w:tcPr>
            <w:tcW w:w="1518" w:type="dxa"/>
            <w:tcBorders>
              <w:bottom w:val="single" w:sz="4" w:space="0" w:color="auto"/>
            </w:tcBorders>
            <w:shd w:val="clear" w:color="auto" w:fill="auto"/>
          </w:tcPr>
          <w:p w14:paraId="1AF35E32" w14:textId="3DFC6373" w:rsidR="004A746E" w:rsidRPr="00427C54" w:rsidRDefault="004A746E"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tcBorders>
              <w:bottom w:val="single" w:sz="4" w:space="0" w:color="auto"/>
            </w:tcBorders>
            <w:shd w:val="clear" w:color="auto" w:fill="auto"/>
          </w:tcPr>
          <w:p w14:paraId="1AF35E33" w14:textId="77777777" w:rsidR="004A746E" w:rsidRPr="00427C54" w:rsidRDefault="004A746E"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6624" w:type="dxa"/>
            <w:tcBorders>
              <w:bottom w:val="single" w:sz="4" w:space="0" w:color="auto"/>
            </w:tcBorders>
            <w:shd w:val="clear" w:color="auto" w:fill="auto"/>
          </w:tcPr>
          <w:p w14:paraId="1AF35E36" w14:textId="77777777" w:rsidR="004A746E" w:rsidRPr="00427C54" w:rsidRDefault="004A746E"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4A746E" w:rsidRPr="00427C54" w14:paraId="62823415"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2CC1EF5D" w14:textId="33E76C21" w:rsidR="004A746E" w:rsidRPr="00427C54" w:rsidRDefault="0033030C" w:rsidP="00EC1183">
            <w:pPr>
              <w:pStyle w:val="Tabelle"/>
              <w:rPr>
                <w:lang w:val="de-CH"/>
              </w:rPr>
            </w:pPr>
            <w:r>
              <w:rPr>
                <w:lang w:val="de-CH"/>
              </w:rPr>
              <w:t>9</w:t>
            </w:r>
            <w:r w:rsidR="004A746E" w:rsidRPr="00427C54">
              <w:rPr>
                <w:lang w:val="de-CH"/>
              </w:rPr>
              <w:t>.5</w:t>
            </w:r>
          </w:p>
        </w:tc>
        <w:tc>
          <w:tcPr>
            <w:tcW w:w="3808" w:type="dxa"/>
            <w:tcBorders>
              <w:left w:val="single" w:sz="4" w:space="0" w:color="auto"/>
              <w:right w:val="single" w:sz="4" w:space="0" w:color="auto"/>
            </w:tcBorders>
            <w:shd w:val="clear" w:color="auto" w:fill="auto"/>
          </w:tcPr>
          <w:p w14:paraId="27089FA0" w14:textId="75D0C7B0"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 xml:space="preserve">Suchen von mehreren möglichen Rechnungsempfängern über </w:t>
            </w:r>
            <w:r w:rsidR="004B1F74">
              <w:rPr>
                <w:lang w:val="de-CH"/>
              </w:rPr>
              <w:t>E-Mail-</w:t>
            </w:r>
            <w:r w:rsidRPr="00427C54">
              <w:rPr>
                <w:lang w:val="de-CH"/>
              </w:rPr>
              <w:t>Adresse.</w:t>
            </w:r>
          </w:p>
        </w:tc>
        <w:tc>
          <w:tcPr>
            <w:tcW w:w="1518" w:type="dxa"/>
            <w:tcBorders>
              <w:left w:val="single" w:sz="4" w:space="0" w:color="auto"/>
              <w:right w:val="single" w:sz="4" w:space="0" w:color="auto"/>
            </w:tcBorders>
            <w:shd w:val="clear" w:color="auto" w:fill="auto"/>
          </w:tcPr>
          <w:p w14:paraId="10E072A1" w14:textId="19217FB2" w:rsidR="004A746E" w:rsidRPr="00427C54" w:rsidRDefault="00EB13CE"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left w:val="single" w:sz="4" w:space="0" w:color="auto"/>
              <w:right w:val="single" w:sz="4" w:space="0" w:color="auto"/>
            </w:tcBorders>
            <w:shd w:val="clear" w:color="auto" w:fill="auto"/>
          </w:tcPr>
          <w:p w14:paraId="0D9A3221" w14:textId="77777777"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624" w:type="dxa"/>
            <w:tcBorders>
              <w:left w:val="single" w:sz="4" w:space="0" w:color="auto"/>
              <w:right w:val="single" w:sz="4" w:space="0" w:color="auto"/>
            </w:tcBorders>
            <w:shd w:val="clear" w:color="auto" w:fill="auto"/>
          </w:tcPr>
          <w:p w14:paraId="6F81D2D5" w14:textId="77777777"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4A746E" w:rsidRPr="00427C54" w14:paraId="5343939D"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3814E977" w14:textId="30334855" w:rsidR="004A746E" w:rsidRPr="00427C54" w:rsidRDefault="0033030C" w:rsidP="007B3C76">
            <w:pPr>
              <w:pStyle w:val="Tabelle"/>
              <w:rPr>
                <w:lang w:val="de-CH"/>
              </w:rPr>
            </w:pPr>
            <w:r>
              <w:rPr>
                <w:lang w:val="de-CH"/>
              </w:rPr>
              <w:t>9</w:t>
            </w:r>
            <w:r w:rsidR="004A746E" w:rsidRPr="00427C54">
              <w:rPr>
                <w:lang w:val="de-CH"/>
              </w:rPr>
              <w:t>.6</w:t>
            </w:r>
          </w:p>
        </w:tc>
        <w:tc>
          <w:tcPr>
            <w:tcW w:w="3808" w:type="dxa"/>
            <w:tcBorders>
              <w:left w:val="single" w:sz="4" w:space="0" w:color="auto"/>
              <w:right w:val="single" w:sz="4" w:space="0" w:color="auto"/>
            </w:tcBorders>
            <w:shd w:val="clear" w:color="auto" w:fill="auto"/>
          </w:tcPr>
          <w:p w14:paraId="4EFF6D25" w14:textId="77777777" w:rsidR="004A746E" w:rsidRPr="00427C54" w:rsidRDefault="004A746E" w:rsidP="00A10D3C">
            <w:pPr>
              <w:pStyle w:val="Tabelle"/>
              <w:pageBreakBefor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Suchen von mehreren möglichen Rechnungsempfängern über</w:t>
            </w:r>
          </w:p>
          <w:p w14:paraId="154D39EC" w14:textId="4C096144" w:rsidR="004A746E" w:rsidRPr="00427C54" w:rsidRDefault="004A746E" w:rsidP="00A10D3C">
            <w:pPr>
              <w:pStyle w:val="Tabelle"/>
              <w:pageBreakBefor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Kunden-Id (Identifikationsnummer des Teilnehmers (PID)).</w:t>
            </w:r>
          </w:p>
        </w:tc>
        <w:tc>
          <w:tcPr>
            <w:tcW w:w="1518" w:type="dxa"/>
            <w:tcBorders>
              <w:left w:val="single" w:sz="4" w:space="0" w:color="auto"/>
              <w:right w:val="single" w:sz="4" w:space="0" w:color="auto"/>
            </w:tcBorders>
            <w:shd w:val="clear" w:color="auto" w:fill="auto"/>
          </w:tcPr>
          <w:p w14:paraId="4EB3D558" w14:textId="41133B83" w:rsidR="004A746E" w:rsidRPr="00427C54" w:rsidRDefault="00EB13CE" w:rsidP="00A10D3C">
            <w:pPr>
              <w:pStyle w:val="Tabelle"/>
              <w:pageBreakBefor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tcBorders>
              <w:left w:val="single" w:sz="4" w:space="0" w:color="auto"/>
              <w:right w:val="single" w:sz="4" w:space="0" w:color="auto"/>
            </w:tcBorders>
            <w:shd w:val="clear" w:color="auto" w:fill="auto"/>
          </w:tcPr>
          <w:p w14:paraId="640C7D2A" w14:textId="77777777" w:rsidR="004A746E" w:rsidRPr="00427C54" w:rsidRDefault="004A746E" w:rsidP="00A10D3C">
            <w:pPr>
              <w:pStyle w:val="Tabelle"/>
              <w:pageBreakBefore/>
              <w:jc w:val="center"/>
              <w:cnfStyle w:val="000000000000" w:firstRow="0" w:lastRow="0" w:firstColumn="0" w:lastColumn="0" w:oddVBand="0" w:evenVBand="0" w:oddHBand="0" w:evenHBand="0" w:firstRowFirstColumn="0" w:firstRowLastColumn="0" w:lastRowFirstColumn="0" w:lastRowLastColumn="0"/>
              <w:rPr>
                <w:lang w:val="de-CH"/>
              </w:rPr>
            </w:pPr>
          </w:p>
        </w:tc>
        <w:tc>
          <w:tcPr>
            <w:tcW w:w="6624" w:type="dxa"/>
            <w:tcBorders>
              <w:left w:val="single" w:sz="4" w:space="0" w:color="auto"/>
              <w:right w:val="single" w:sz="4" w:space="0" w:color="auto"/>
            </w:tcBorders>
            <w:shd w:val="clear" w:color="auto" w:fill="auto"/>
          </w:tcPr>
          <w:p w14:paraId="4E2A9930" w14:textId="77777777" w:rsidR="004A746E" w:rsidRPr="00427C54" w:rsidRDefault="004A746E" w:rsidP="00A10D3C">
            <w:pPr>
              <w:pStyle w:val="Tabelle"/>
              <w:pageBreakBefore/>
              <w:cnfStyle w:val="000000000000" w:firstRow="0" w:lastRow="0" w:firstColumn="0" w:lastColumn="0" w:oddVBand="0" w:evenVBand="0" w:oddHBand="0" w:evenHBand="0" w:firstRowFirstColumn="0" w:firstRowLastColumn="0" w:lastRowFirstColumn="0" w:lastRowLastColumn="0"/>
              <w:rPr>
                <w:lang w:val="de-CH"/>
              </w:rPr>
            </w:pPr>
          </w:p>
        </w:tc>
      </w:tr>
      <w:tr w:rsidR="004A746E" w:rsidRPr="00427C54" w14:paraId="3BB00AD6"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668D3099" w14:textId="77CBF0F7" w:rsidR="004A746E" w:rsidRPr="00427C54" w:rsidRDefault="0033030C" w:rsidP="00EC1183">
            <w:pPr>
              <w:pStyle w:val="Tabelle"/>
              <w:rPr>
                <w:lang w:val="de-CH"/>
              </w:rPr>
            </w:pPr>
            <w:r>
              <w:rPr>
                <w:lang w:val="de-CH"/>
              </w:rPr>
              <w:lastRenderedPageBreak/>
              <w:t>9</w:t>
            </w:r>
            <w:r w:rsidR="004A746E" w:rsidRPr="00427C54">
              <w:rPr>
                <w:lang w:val="de-CH"/>
              </w:rPr>
              <w:t>.7</w:t>
            </w:r>
          </w:p>
        </w:tc>
        <w:tc>
          <w:tcPr>
            <w:tcW w:w="3808" w:type="dxa"/>
            <w:tcBorders>
              <w:left w:val="single" w:sz="4" w:space="0" w:color="auto"/>
              <w:right w:val="single" w:sz="4" w:space="0" w:color="auto"/>
            </w:tcBorders>
            <w:shd w:val="clear" w:color="auto" w:fill="auto"/>
          </w:tcPr>
          <w:p w14:paraId="518E4774" w14:textId="6B138069"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Suchen von mehreren möglichen Rechnungsempfängern über die UID.</w:t>
            </w:r>
          </w:p>
        </w:tc>
        <w:tc>
          <w:tcPr>
            <w:tcW w:w="1518" w:type="dxa"/>
            <w:tcBorders>
              <w:left w:val="single" w:sz="4" w:space="0" w:color="auto"/>
              <w:right w:val="single" w:sz="4" w:space="0" w:color="auto"/>
            </w:tcBorders>
            <w:shd w:val="clear" w:color="auto" w:fill="auto"/>
          </w:tcPr>
          <w:p w14:paraId="5A58203B" w14:textId="08126262" w:rsidR="004A746E" w:rsidRPr="00427C54" w:rsidRDefault="00EB13CE"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left w:val="single" w:sz="4" w:space="0" w:color="auto"/>
              <w:right w:val="single" w:sz="4" w:space="0" w:color="auto"/>
            </w:tcBorders>
            <w:shd w:val="clear" w:color="auto" w:fill="auto"/>
          </w:tcPr>
          <w:p w14:paraId="01D95147" w14:textId="77777777"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624" w:type="dxa"/>
            <w:tcBorders>
              <w:left w:val="single" w:sz="4" w:space="0" w:color="auto"/>
              <w:right w:val="single" w:sz="4" w:space="0" w:color="auto"/>
            </w:tcBorders>
            <w:shd w:val="clear" w:color="auto" w:fill="auto"/>
          </w:tcPr>
          <w:p w14:paraId="090FBC1B" w14:textId="77777777"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1AF35E39" w14:textId="1EFEA18A" w:rsidR="000E7D62" w:rsidRPr="00427C54" w:rsidRDefault="00AB02D0" w:rsidP="00EC1183">
      <w:pPr>
        <w:pStyle w:val="Heading2"/>
        <w:pageBreakBefore/>
      </w:pPr>
      <w:bookmarkStart w:id="30" w:name="_Toc168578817"/>
      <w:r w:rsidRPr="00427C54">
        <w:lastRenderedPageBreak/>
        <w:t>Geschäftsfall einliefern</w:t>
      </w:r>
      <w:r w:rsidR="00CC7AB6" w:rsidRPr="00427C54">
        <w:t xml:space="preserve"> (</w:t>
      </w:r>
      <w:r w:rsidRPr="00427C54">
        <w:rPr>
          <w:color w:val="FF0000"/>
        </w:rPr>
        <w:t>*</w:t>
      </w:r>
      <w:r w:rsidR="00CC7AB6" w:rsidRPr="00427C54">
        <w:t>)</w:t>
      </w:r>
      <w:bookmarkEnd w:id="30"/>
    </w:p>
    <w:p w14:paraId="1AF35E3A" w14:textId="77777777" w:rsidR="00AB02D0" w:rsidRPr="00427C54" w:rsidRDefault="00AB02D0" w:rsidP="00D52F38">
      <w:pPr>
        <w:pStyle w:val="Fliesstext"/>
        <w:rPr>
          <w:lang w:val="de-CH"/>
        </w:rPr>
      </w:pPr>
      <w:r w:rsidRPr="00427C54">
        <w:rPr>
          <w:lang w:val="de-CH"/>
        </w:rPr>
        <w:t>Dieser Anwendungsfall ist ein Kernelement der Dienstleistungserbringung von SIX. Er stellt den Transport der Geschäftsfälle vom Netzwerkpartner an die eBill-Infrastruktur sicher.</w:t>
      </w:r>
    </w:p>
    <w:p w14:paraId="1AF35E3B" w14:textId="77777777" w:rsidR="00AB02D0" w:rsidRPr="00427C54" w:rsidRDefault="00AB02D0" w:rsidP="00D52F38">
      <w:pPr>
        <w:pStyle w:val="Fliesstext"/>
        <w:rPr>
          <w:lang w:val="de-CH"/>
        </w:rPr>
      </w:pPr>
      <w:r w:rsidRPr="00427C54">
        <w:rPr>
          <w:lang w:val="de-CH"/>
        </w:rPr>
        <w:t>Geschäftsfälle können via beliebige Netzwerkpartner eingeliefert werden. Durch die Einlieferung wird der Geschäftsfall in den Datenraum des beteiligten Netzwerkpartners und Rechnungsstellers gestellt.</w:t>
      </w:r>
    </w:p>
    <w:tbl>
      <w:tblPr>
        <w:tblStyle w:val="LightShading"/>
        <w:tblW w:w="14709" w:type="dxa"/>
        <w:tblLook w:val="04A0" w:firstRow="1" w:lastRow="0" w:firstColumn="1" w:lastColumn="0" w:noHBand="0" w:noVBand="1"/>
      </w:tblPr>
      <w:tblGrid>
        <w:gridCol w:w="959"/>
        <w:gridCol w:w="3783"/>
        <w:gridCol w:w="1518"/>
        <w:gridCol w:w="1800"/>
        <w:gridCol w:w="6649"/>
      </w:tblGrid>
      <w:tr w:rsidR="00906D1B" w:rsidRPr="00427C54" w14:paraId="1AF35E44"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CDC7C1"/>
          </w:tcPr>
          <w:p w14:paraId="1AF35E3D" w14:textId="77777777" w:rsidR="00906D1B" w:rsidRPr="00427C54" w:rsidRDefault="00906D1B" w:rsidP="00CC7AB6">
            <w:pPr>
              <w:pStyle w:val="Tabelle"/>
              <w:rPr>
                <w:lang w:val="de-CH"/>
              </w:rPr>
            </w:pPr>
            <w:r w:rsidRPr="00427C54">
              <w:rPr>
                <w:lang w:val="de-CH"/>
              </w:rPr>
              <w:t>ID</w:t>
            </w:r>
          </w:p>
        </w:tc>
        <w:tc>
          <w:tcPr>
            <w:tcW w:w="3783" w:type="dxa"/>
            <w:tcBorders>
              <w:top w:val="single" w:sz="4" w:space="0" w:color="auto"/>
              <w:left w:val="single" w:sz="4" w:space="0" w:color="auto"/>
              <w:bottom w:val="single" w:sz="4" w:space="0" w:color="auto"/>
              <w:right w:val="single" w:sz="4" w:space="0" w:color="auto"/>
            </w:tcBorders>
            <w:shd w:val="clear" w:color="auto" w:fill="CDC7C1"/>
          </w:tcPr>
          <w:p w14:paraId="1AF35E3E" w14:textId="7611CBF7" w:rsidR="00EC1183" w:rsidRPr="00427C54" w:rsidRDefault="00906D1B" w:rsidP="00CC7AB6">
            <w:pPr>
              <w:pStyle w:val="Tabelle"/>
              <w:cnfStyle w:val="100000000000" w:firstRow="1" w:lastRow="0" w:firstColumn="0" w:lastColumn="0" w:oddVBand="0" w:evenVBand="0" w:oddHBand="0" w:evenHBand="0" w:firstRowFirstColumn="0" w:firstRowLastColumn="0" w:lastRowFirstColumn="0" w:lastRowLastColumn="0"/>
              <w:rPr>
                <w:b w:val="0"/>
                <w:bCs w:val="0"/>
                <w:lang w:val="de-CH"/>
              </w:rPr>
            </w:pPr>
            <w:r w:rsidRPr="00427C54">
              <w:rPr>
                <w:lang w:val="de-CH"/>
              </w:rPr>
              <w:t>Test Kurzbeschreibung</w:t>
            </w:r>
          </w:p>
        </w:tc>
        <w:tc>
          <w:tcPr>
            <w:tcW w:w="1518" w:type="dxa"/>
            <w:tcBorders>
              <w:top w:val="single" w:sz="4" w:space="0" w:color="auto"/>
              <w:left w:val="single" w:sz="4" w:space="0" w:color="auto"/>
              <w:bottom w:val="single" w:sz="4" w:space="0" w:color="auto"/>
              <w:right w:val="single" w:sz="4" w:space="0" w:color="auto"/>
            </w:tcBorders>
            <w:shd w:val="clear" w:color="auto" w:fill="CDC7C1"/>
          </w:tcPr>
          <w:p w14:paraId="1AF35E3F"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single" w:sz="4" w:space="0" w:color="auto"/>
              <w:left w:val="single" w:sz="4" w:space="0" w:color="auto"/>
              <w:bottom w:val="single" w:sz="4" w:space="0" w:color="auto"/>
              <w:right w:val="single" w:sz="4" w:space="0" w:color="auto"/>
            </w:tcBorders>
            <w:shd w:val="clear" w:color="auto" w:fill="CDC7C1"/>
          </w:tcPr>
          <w:p w14:paraId="43A1DF79"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E40" w14:textId="46E178EA"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6649" w:type="dxa"/>
            <w:tcBorders>
              <w:top w:val="single" w:sz="4" w:space="0" w:color="auto"/>
              <w:left w:val="single" w:sz="4" w:space="0" w:color="auto"/>
              <w:bottom w:val="single" w:sz="4" w:space="0" w:color="auto"/>
              <w:right w:val="single" w:sz="4" w:space="0" w:color="auto"/>
            </w:tcBorders>
            <w:shd w:val="clear" w:color="auto" w:fill="CDC7C1"/>
          </w:tcPr>
          <w:p w14:paraId="1AF35E43" w14:textId="31E14034" w:rsidR="00906D1B" w:rsidRPr="00427C54" w:rsidRDefault="00906D1B" w:rsidP="00CC7AB6">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9F2123" w:rsidRPr="00427C54" w14:paraId="1AF35E4F"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45" w14:textId="1B6B9164" w:rsidR="009F2123" w:rsidRPr="00427C54" w:rsidRDefault="0033030C" w:rsidP="00CC7AB6">
            <w:pPr>
              <w:pStyle w:val="Tabelle"/>
              <w:rPr>
                <w:lang w:val="de-CH"/>
              </w:rPr>
            </w:pPr>
            <w:r>
              <w:rPr>
                <w:lang w:val="de-CH"/>
              </w:rPr>
              <w:t>10</w:t>
            </w:r>
            <w:r w:rsidR="009F2123" w:rsidRPr="00427C54">
              <w:rPr>
                <w:lang w:val="de-CH"/>
              </w:rPr>
              <w:t>.1</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1AF35E47" w14:textId="7DFE1AB0" w:rsidR="009F2123" w:rsidRPr="00427C54" w:rsidRDefault="009F2123" w:rsidP="00CC7AB6">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Einliefern einer Rechnung.</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48"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4A" w14:textId="0673DF11"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4E" w14:textId="77777777" w:rsidR="009F2123" w:rsidRPr="00427C54" w:rsidRDefault="009F2123" w:rsidP="00CC7AB6">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C8446C" w:rsidRPr="00427C54" w14:paraId="1AF35E60"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50" w14:textId="7D7C1AD8" w:rsidR="00C8446C" w:rsidRPr="00427C54" w:rsidRDefault="00D17371" w:rsidP="00CC7AB6">
            <w:pPr>
              <w:pStyle w:val="Tabelle"/>
              <w:rPr>
                <w:lang w:val="de-CH"/>
              </w:rPr>
            </w:pPr>
            <w:r>
              <w:rPr>
                <w:lang w:val="de-CH"/>
              </w:rPr>
              <w:t>10</w:t>
            </w:r>
            <w:r w:rsidR="00C8446C" w:rsidRPr="00427C54">
              <w:rPr>
                <w:lang w:val="de-CH"/>
              </w:rPr>
              <w:t>.2</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2C690490"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Einliefern einer Mahnung.</w:t>
            </w:r>
          </w:p>
          <w:p w14:paraId="1AF35E55" w14:textId="6964EC9B" w:rsidR="00C8446C" w:rsidRPr="00427C54" w:rsidRDefault="004B1F74" w:rsidP="00CC7AB6">
            <w:pPr>
              <w:pStyle w:val="Tabelle"/>
              <w:cnfStyle w:val="000000000000" w:firstRow="0" w:lastRow="0" w:firstColumn="0" w:lastColumn="0" w:oddVBand="0" w:evenVBand="0" w:oddHBand="0" w:evenHBand="0" w:firstRowFirstColumn="0" w:firstRowLastColumn="0" w:lastRowFirstColumn="0" w:lastRowLastColumn="0"/>
              <w:rPr>
                <w:lang w:val="de-CH"/>
              </w:rPr>
            </w:pPr>
            <w:r>
              <w:rPr>
                <w:lang w:val="de-CH"/>
              </w:rPr>
              <w:t>(o</w:t>
            </w:r>
            <w:r w:rsidR="00C8446C" w:rsidRPr="00427C54">
              <w:rPr>
                <w:lang w:val="de-CH"/>
              </w:rPr>
              <w:t>ptional falls der Rechnungssteller keine Mahnung</w:t>
            </w:r>
            <w:r w:rsidR="007657DF">
              <w:rPr>
                <w:lang w:val="de-CH"/>
              </w:rPr>
              <w:t>en</w:t>
            </w:r>
            <w:r w:rsidR="00C8446C" w:rsidRPr="00427C54">
              <w:rPr>
                <w:lang w:val="de-CH"/>
              </w:rPr>
              <w:t xml:space="preserve"> einliefert</w:t>
            </w:r>
            <w:r>
              <w:rPr>
                <w:lang w:val="de-CH"/>
              </w:rPr>
              <w:t>)</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56"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59" w14:textId="596215B0"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5F"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C8446C" w:rsidRPr="00427C54" w14:paraId="1AF35E6E"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61" w14:textId="55ACA40D" w:rsidR="00C8446C" w:rsidRPr="00427C54" w:rsidRDefault="00D17371" w:rsidP="00CC7AB6">
            <w:pPr>
              <w:pStyle w:val="Tabelle"/>
              <w:rPr>
                <w:lang w:val="de-CH"/>
              </w:rPr>
            </w:pPr>
            <w:r>
              <w:rPr>
                <w:lang w:val="de-CH"/>
              </w:rPr>
              <w:t>10</w:t>
            </w:r>
            <w:r w:rsidR="00C8446C" w:rsidRPr="00427C54">
              <w:rPr>
                <w:lang w:val="de-CH"/>
              </w:rPr>
              <w:t>.3</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70665CCC"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Einliefern einer Ratenrechnung.</w:t>
            </w:r>
          </w:p>
          <w:p w14:paraId="1AF35E66" w14:textId="1A18C325" w:rsidR="00C8446C" w:rsidRPr="00427C54" w:rsidRDefault="004B1F74" w:rsidP="00CC7AB6">
            <w:pPr>
              <w:pStyle w:val="Tabelle"/>
              <w:cnfStyle w:val="000000100000" w:firstRow="0" w:lastRow="0" w:firstColumn="0" w:lastColumn="0" w:oddVBand="0" w:evenVBand="0" w:oddHBand="1" w:evenHBand="0" w:firstRowFirstColumn="0" w:firstRowLastColumn="0" w:lastRowFirstColumn="0" w:lastRowLastColumn="0"/>
              <w:rPr>
                <w:lang w:val="de-CH"/>
              </w:rPr>
            </w:pPr>
            <w:r>
              <w:rPr>
                <w:lang w:val="de-CH"/>
              </w:rPr>
              <w:t>(o</w:t>
            </w:r>
            <w:r w:rsidR="00C8446C" w:rsidRPr="00427C54">
              <w:rPr>
                <w:lang w:val="de-CH"/>
              </w:rPr>
              <w:t>ptional falls der Rechnungssteller keine Ratenrechnung</w:t>
            </w:r>
            <w:r w:rsidR="007657DF">
              <w:rPr>
                <w:lang w:val="de-CH"/>
              </w:rPr>
              <w:t>en</w:t>
            </w:r>
            <w:r w:rsidR="00C8446C" w:rsidRPr="00427C54">
              <w:rPr>
                <w:lang w:val="de-CH"/>
              </w:rPr>
              <w:t xml:space="preserve"> einliefert</w:t>
            </w:r>
            <w:r>
              <w:rPr>
                <w:lang w:val="de-CH"/>
              </w:rPr>
              <w:t>)</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67"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69" w14:textId="0127E484"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6D"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C8446C" w:rsidRPr="00427C54" w14:paraId="1AF35E7D"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6F" w14:textId="35889B80" w:rsidR="00C8446C" w:rsidRPr="00427C54" w:rsidRDefault="00D17371" w:rsidP="00CC7AB6">
            <w:pPr>
              <w:pStyle w:val="Tabelle"/>
              <w:rPr>
                <w:lang w:val="de-CH"/>
              </w:rPr>
            </w:pPr>
            <w:r>
              <w:rPr>
                <w:lang w:val="de-CH"/>
              </w:rPr>
              <w:t>10</w:t>
            </w:r>
            <w:r w:rsidR="00C8446C" w:rsidRPr="00427C54">
              <w:rPr>
                <w:lang w:val="de-CH"/>
              </w:rPr>
              <w:t>.4</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1882894C"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Einliefern einer Gutschrift.</w:t>
            </w:r>
          </w:p>
          <w:p w14:paraId="1AF35E74" w14:textId="33837AA9" w:rsidR="00C8446C" w:rsidRPr="00427C54" w:rsidRDefault="00EC784C" w:rsidP="00CC7AB6">
            <w:pPr>
              <w:pStyle w:val="Tabelle"/>
              <w:cnfStyle w:val="000000000000" w:firstRow="0" w:lastRow="0" w:firstColumn="0" w:lastColumn="0" w:oddVBand="0" w:evenVBand="0" w:oddHBand="0" w:evenHBand="0" w:firstRowFirstColumn="0" w:firstRowLastColumn="0" w:lastRowFirstColumn="0" w:lastRowLastColumn="0"/>
              <w:rPr>
                <w:lang w:val="de-CH"/>
              </w:rPr>
            </w:pPr>
            <w:r>
              <w:rPr>
                <w:lang w:val="de-CH"/>
              </w:rPr>
              <w:t>(o</w:t>
            </w:r>
            <w:r w:rsidR="00C8446C" w:rsidRPr="00427C54">
              <w:rPr>
                <w:lang w:val="de-CH"/>
              </w:rPr>
              <w:t>ptional falls der Rechnungssteller keine Gutschrift</w:t>
            </w:r>
            <w:r w:rsidR="007657DF">
              <w:rPr>
                <w:lang w:val="de-CH"/>
              </w:rPr>
              <w:t>en</w:t>
            </w:r>
            <w:r w:rsidR="00C8446C" w:rsidRPr="00427C54">
              <w:rPr>
                <w:lang w:val="de-CH"/>
              </w:rPr>
              <w:t xml:space="preserve"> einliefert</w:t>
            </w:r>
            <w:r>
              <w:rPr>
                <w:lang w:val="de-CH"/>
              </w:rPr>
              <w:t>)</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75"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77" w14:textId="452F4EB0"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7C"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C8446C" w:rsidRPr="00427C54" w14:paraId="1AF35E8B"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7E" w14:textId="665F58F8" w:rsidR="00C8446C" w:rsidRPr="00427C54" w:rsidRDefault="00D17371" w:rsidP="00CC7AB6">
            <w:pPr>
              <w:pStyle w:val="Tabelle"/>
              <w:rPr>
                <w:lang w:val="de-CH"/>
              </w:rPr>
            </w:pPr>
            <w:r>
              <w:rPr>
                <w:lang w:val="de-CH"/>
              </w:rPr>
              <w:t>10</w:t>
            </w:r>
            <w:r w:rsidR="00C8446C" w:rsidRPr="00427C54">
              <w:rPr>
                <w:lang w:val="de-CH"/>
              </w:rPr>
              <w:t>.5</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4F9F3908"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Einliefern einer Avisierung.</w:t>
            </w:r>
          </w:p>
          <w:p w14:paraId="1AF35E82" w14:textId="1D25984C" w:rsidR="00C8446C" w:rsidRPr="00427C54" w:rsidRDefault="008A6E31" w:rsidP="00CC7AB6">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O</w:t>
            </w:r>
            <w:r w:rsidR="00C8446C" w:rsidRPr="00427C54">
              <w:rPr>
                <w:lang w:val="de-CH"/>
              </w:rPr>
              <w:t>ptional falls der Rechnungssteller keine Avisierung</w:t>
            </w:r>
            <w:r w:rsidR="007657DF">
              <w:rPr>
                <w:lang w:val="de-CH"/>
              </w:rPr>
              <w:t>en</w:t>
            </w:r>
            <w:r w:rsidR="00C8446C" w:rsidRPr="00427C54">
              <w:rPr>
                <w:lang w:val="de-CH"/>
              </w:rPr>
              <w:t xml:space="preserve"> einliefert.</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83"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85" w14:textId="71E32221"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8A"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C8446C" w:rsidRPr="00427C54" w14:paraId="3EA85461"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6D85934A" w14:textId="57E4A791" w:rsidR="00C8446C" w:rsidRPr="00427C54" w:rsidRDefault="00D17371" w:rsidP="00CC7AB6">
            <w:pPr>
              <w:pStyle w:val="Tabelle"/>
              <w:rPr>
                <w:lang w:val="de-CH"/>
              </w:rPr>
            </w:pPr>
            <w:r>
              <w:rPr>
                <w:lang w:val="de-CH"/>
              </w:rPr>
              <w:t>10</w:t>
            </w:r>
            <w:r w:rsidR="00C8446C" w:rsidRPr="00427C54">
              <w:rPr>
                <w:lang w:val="de-CH"/>
              </w:rPr>
              <w:t>.6</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21AC3059"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Überrollende Rechnung.</w:t>
            </w:r>
          </w:p>
          <w:p w14:paraId="38706B34" w14:textId="7C32A3D5"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Einliefern einer Rechnung mit Referenz auf einen anderen GF desselben Rechnungsstellers.</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4BCD8454" w14:textId="076DB03E"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265A6D93" w14:textId="2AD4FA3E"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4503D251"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A04B33" w:rsidRPr="00427C54" w14:paraId="73B71A44"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40EBAC94" w14:textId="5B6A9F07" w:rsidR="00A04B33" w:rsidRPr="00427C54" w:rsidRDefault="00D17371" w:rsidP="006A6C17">
            <w:pPr>
              <w:pStyle w:val="Tabelle"/>
              <w:pageBreakBefore/>
              <w:rPr>
                <w:lang w:val="de-CH"/>
              </w:rPr>
            </w:pPr>
            <w:r>
              <w:rPr>
                <w:lang w:val="de-CH"/>
              </w:rPr>
              <w:lastRenderedPageBreak/>
              <w:t>10</w:t>
            </w:r>
            <w:r w:rsidR="00A04B33" w:rsidRPr="00427C54">
              <w:rPr>
                <w:lang w:val="de-CH"/>
              </w:rPr>
              <w:t>.7</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7A65034A" w14:textId="77777777" w:rsidR="00A04B33" w:rsidRPr="00427C54" w:rsidRDefault="00A04B33" w:rsidP="006A6C17">
            <w:pPr>
              <w:pStyle w:val="Tabelle"/>
              <w:pageBreakBefor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Einliefern einer Spendenanfrage.</w:t>
            </w:r>
          </w:p>
          <w:p w14:paraId="103C39A1" w14:textId="77777777" w:rsidR="00A04B33" w:rsidRPr="00427C54" w:rsidRDefault="00A04B33" w:rsidP="006A6C17">
            <w:pPr>
              <w:pStyle w:val="Tabelle"/>
              <w:pageBreakBefor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Ohne spezifischem Spendenzweck und Spendenbetrag.</w:t>
            </w:r>
          </w:p>
          <w:p w14:paraId="2C48913E" w14:textId="4ED98CE0" w:rsidR="00A04B33" w:rsidRPr="00427C54" w:rsidRDefault="00EC784C" w:rsidP="006A6C17">
            <w:pPr>
              <w:pStyle w:val="Tabelle"/>
              <w:pageBreakBefore/>
              <w:cnfStyle w:val="000000100000" w:firstRow="0" w:lastRow="0" w:firstColumn="0" w:lastColumn="0" w:oddVBand="0" w:evenVBand="0" w:oddHBand="1" w:evenHBand="0" w:firstRowFirstColumn="0" w:firstRowLastColumn="0" w:lastRowFirstColumn="0" w:lastRowLastColumn="0"/>
              <w:rPr>
                <w:lang w:val="de-CH"/>
              </w:rPr>
            </w:pPr>
            <w:r>
              <w:rPr>
                <w:lang w:val="de-CH"/>
              </w:rPr>
              <w:t>(o</w:t>
            </w:r>
            <w:r w:rsidR="00A04B33" w:rsidRPr="00427C54">
              <w:rPr>
                <w:lang w:val="de-CH"/>
              </w:rPr>
              <w:t>ptional falls der Rechnungssteller keine Spendenanfragen einliefert</w:t>
            </w:r>
            <w:r>
              <w:rPr>
                <w:lang w:val="de-CH"/>
              </w:rPr>
              <w:t>)</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76F8CB71" w14:textId="2B6487A0" w:rsidR="00A04B33" w:rsidRPr="00427C54" w:rsidRDefault="00EB13CE" w:rsidP="006A6C17">
            <w:pPr>
              <w:pStyle w:val="Tabelle"/>
              <w:pageBreakBefor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41A198AD" w14:textId="77777777" w:rsidR="00A04B33" w:rsidRPr="00427C54" w:rsidRDefault="00A04B33" w:rsidP="006A6C17">
            <w:pPr>
              <w:pStyle w:val="Tabelle"/>
              <w:pageBreakBefore/>
              <w:jc w:val="center"/>
              <w:cnfStyle w:val="000000100000" w:firstRow="0" w:lastRow="0" w:firstColumn="0" w:lastColumn="0" w:oddVBand="0" w:evenVBand="0" w:oddHBand="1"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6F6AEA9A" w14:textId="77777777" w:rsidR="00A04B33" w:rsidRPr="00427C54" w:rsidRDefault="00A04B33" w:rsidP="006A6C17">
            <w:pPr>
              <w:pStyle w:val="Tabelle"/>
              <w:pageBreakBefore/>
              <w:cnfStyle w:val="000000100000" w:firstRow="0" w:lastRow="0" w:firstColumn="0" w:lastColumn="0" w:oddVBand="0" w:evenVBand="0" w:oddHBand="1" w:evenHBand="0" w:firstRowFirstColumn="0" w:firstRowLastColumn="0" w:lastRowFirstColumn="0" w:lastRowLastColumn="0"/>
              <w:rPr>
                <w:lang w:val="de-CH"/>
              </w:rPr>
            </w:pPr>
          </w:p>
        </w:tc>
      </w:tr>
      <w:tr w:rsidR="00C8446C" w:rsidRPr="00427C54" w14:paraId="4E7C2FC8"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0D53B7A3" w14:textId="36535B5E" w:rsidR="00C8446C" w:rsidRPr="00427C54" w:rsidRDefault="00D17371" w:rsidP="00CC7AB6">
            <w:pPr>
              <w:pStyle w:val="Tabelle"/>
              <w:rPr>
                <w:lang w:val="de-CH"/>
              </w:rPr>
            </w:pPr>
            <w:r>
              <w:rPr>
                <w:lang w:val="de-CH"/>
              </w:rPr>
              <w:t>10</w:t>
            </w:r>
            <w:r w:rsidR="00C8446C" w:rsidRPr="00427C54">
              <w:rPr>
                <w:lang w:val="de-CH"/>
              </w:rPr>
              <w:t>.8</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73754329" w14:textId="5FE7739C" w:rsidR="00A04B33" w:rsidRPr="00427C54" w:rsidRDefault="00A04B33" w:rsidP="00CC7AB6">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Einliefern einer Spendenanfrage (</w:t>
            </w:r>
            <w:r w:rsidR="00A7396E">
              <w:rPr>
                <w:lang w:val="de-CH"/>
              </w:rPr>
              <w:t>z</w:t>
            </w:r>
            <w:r w:rsidRPr="00427C54">
              <w:rPr>
                <w:lang w:val="de-CH"/>
              </w:rPr>
              <w:t>weckgebunden).</w:t>
            </w:r>
          </w:p>
          <w:p w14:paraId="2BC66445" w14:textId="77777777" w:rsidR="00A7396E" w:rsidRPr="00427C54" w:rsidRDefault="00A04B33" w:rsidP="00A7396E">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Mit spezifische</w:t>
            </w:r>
            <w:r w:rsidR="00A7396E">
              <w:rPr>
                <w:lang w:val="de-CH"/>
              </w:rPr>
              <w:t>n</w:t>
            </w:r>
            <w:r w:rsidRPr="00427C54">
              <w:rPr>
                <w:lang w:val="de-CH"/>
              </w:rPr>
              <w:t xml:space="preserve"> Spendenzwecke</w:t>
            </w:r>
            <w:r w:rsidR="00A7396E">
              <w:rPr>
                <w:lang w:val="de-CH"/>
              </w:rPr>
              <w:t>n</w:t>
            </w:r>
            <w:r w:rsidRPr="00427C54">
              <w:rPr>
                <w:lang w:val="de-CH"/>
              </w:rPr>
              <w:t xml:space="preserve"> und Spendenbeträge</w:t>
            </w:r>
            <w:r w:rsidR="00A7396E">
              <w:rPr>
                <w:lang w:val="de-CH"/>
              </w:rPr>
              <w:t>n</w:t>
            </w:r>
            <w:r w:rsidRPr="00427C54">
              <w:rPr>
                <w:lang w:val="de-CH"/>
              </w:rPr>
              <w:t>.</w:t>
            </w:r>
          </w:p>
          <w:p w14:paraId="5FB8A282" w14:textId="4A9FE4AA" w:rsidR="00C8446C" w:rsidRPr="00427C54" w:rsidRDefault="00EC784C" w:rsidP="00A7396E">
            <w:pPr>
              <w:pStyle w:val="Tabelle"/>
              <w:cnfStyle w:val="000000000000" w:firstRow="0" w:lastRow="0" w:firstColumn="0" w:lastColumn="0" w:oddVBand="0" w:evenVBand="0" w:oddHBand="0" w:evenHBand="0" w:firstRowFirstColumn="0" w:firstRowLastColumn="0" w:lastRowFirstColumn="0" w:lastRowLastColumn="0"/>
              <w:rPr>
                <w:lang w:val="de-CH"/>
              </w:rPr>
            </w:pPr>
            <w:r>
              <w:rPr>
                <w:lang w:val="de-CH"/>
              </w:rPr>
              <w:t>(o</w:t>
            </w:r>
            <w:r w:rsidR="00A7396E" w:rsidRPr="00427C54">
              <w:rPr>
                <w:lang w:val="de-CH"/>
              </w:rPr>
              <w:t>ptional falls der Rechnungssteller keine Spendenanfragen einliefert</w:t>
            </w:r>
            <w:r>
              <w:rPr>
                <w:lang w:val="de-CH"/>
              </w:rPr>
              <w:t>)</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493F3B34" w14:textId="27912C39" w:rsidR="00C8446C" w:rsidRPr="00427C54" w:rsidRDefault="00EB13CE"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9CF1BE6"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396E1082"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C8446C" w:rsidRPr="00427C54" w14:paraId="1AF35E97"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8C" w14:textId="6375F688" w:rsidR="00C8446C" w:rsidRPr="00427C54" w:rsidRDefault="00D17371" w:rsidP="00CC7AB6">
            <w:pPr>
              <w:pStyle w:val="Tabelle"/>
              <w:rPr>
                <w:lang w:val="de-CH"/>
              </w:rPr>
            </w:pPr>
            <w:r>
              <w:rPr>
                <w:lang w:val="de-CH"/>
              </w:rPr>
              <w:t>10</w:t>
            </w:r>
            <w:r w:rsidR="00C8446C" w:rsidRPr="00427C54">
              <w:rPr>
                <w:lang w:val="de-CH"/>
              </w:rPr>
              <w:t>.9</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05E94F50" w14:textId="77777777" w:rsidR="008A6E31" w:rsidRPr="00427C54" w:rsidRDefault="008A6E31" w:rsidP="00CC7AB6">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Fehlerhafte Rechnung einliefern.</w:t>
            </w:r>
          </w:p>
          <w:p w14:paraId="1AF35E8F" w14:textId="73905266" w:rsidR="00C8446C" w:rsidRPr="00427C54" w:rsidRDefault="008A6E31" w:rsidP="00CC7AB6">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Rechnungsempfänger ist beim Rechnungssteller nicht angemeldet.</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90"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92" w14:textId="35801E01"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96"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8A6E31" w:rsidRPr="00427C54" w14:paraId="1AF35EA3"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98" w14:textId="0A39D823" w:rsidR="008A6E31" w:rsidRPr="00427C54" w:rsidRDefault="00D17371" w:rsidP="00CC7AB6">
            <w:pPr>
              <w:pStyle w:val="Tabelle"/>
              <w:rPr>
                <w:lang w:val="de-CH"/>
              </w:rPr>
            </w:pPr>
            <w:r>
              <w:rPr>
                <w:lang w:val="de-CH"/>
              </w:rPr>
              <w:t>10</w:t>
            </w:r>
            <w:r w:rsidR="008A6E31" w:rsidRPr="00427C54">
              <w:rPr>
                <w:lang w:val="de-CH"/>
              </w:rPr>
              <w:t>.10</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348380B9" w14:textId="77777777" w:rsidR="008A6E31" w:rsidRPr="00427C54" w:rsidRDefault="008A6E31" w:rsidP="00CC7AB6">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Fehlerhafte Rechnung einliefern.</w:t>
            </w:r>
          </w:p>
          <w:p w14:paraId="1AF35E9B" w14:textId="7C499753" w:rsidR="008A6E31" w:rsidRPr="00427C54" w:rsidRDefault="008A6E31" w:rsidP="00CC7AB6">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Mit einer falschen Identifikation.</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9C" w14:textId="77777777" w:rsidR="008A6E31" w:rsidRPr="00427C54" w:rsidRDefault="008A6E31"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9E" w14:textId="4D801048" w:rsidR="008A6E31" w:rsidRPr="00427C54" w:rsidRDefault="008A6E31"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A2" w14:textId="77777777" w:rsidR="008A6E31" w:rsidRPr="00427C54" w:rsidRDefault="008A6E31" w:rsidP="00CC7AB6">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1AF35EAC" w14:textId="77777777" w:rsidR="001C1956" w:rsidRPr="00427C54" w:rsidRDefault="001C1956">
      <w:pPr>
        <w:spacing w:line="240" w:lineRule="auto"/>
        <w:ind w:left="0"/>
        <w:rPr>
          <w:lang w:val="de-CH"/>
        </w:rPr>
      </w:pPr>
    </w:p>
    <w:p w14:paraId="1AF35EAD" w14:textId="77777777" w:rsidR="000E7D62" w:rsidRPr="00427C54" w:rsidRDefault="00E877DF" w:rsidP="00EC1183">
      <w:pPr>
        <w:pStyle w:val="Heading2"/>
        <w:pageBreakBefore/>
      </w:pPr>
      <w:bookmarkStart w:id="31" w:name="_Toc168578818"/>
      <w:r w:rsidRPr="00427C54">
        <w:lastRenderedPageBreak/>
        <w:t>Geschäftsfalldaten abfragen</w:t>
      </w:r>
      <w:bookmarkEnd w:id="31"/>
    </w:p>
    <w:p w14:paraId="1AF35EAE" w14:textId="795742B7" w:rsidR="000E7D62" w:rsidRPr="00427C54" w:rsidRDefault="00E877DF" w:rsidP="00D52F38">
      <w:pPr>
        <w:pStyle w:val="Fliesstext"/>
        <w:rPr>
          <w:lang w:val="de-CH"/>
        </w:rPr>
      </w:pPr>
      <w:r w:rsidRPr="00427C54">
        <w:rPr>
          <w:lang w:val="de-CH"/>
        </w:rPr>
        <w:t>Dieser Anwendungsfall ist ein unterstützendes Element der Dienstleistungserbringung von SIX und ermöglicht es dem Netzwerkpartner Informationen zu Geschäftsf</w:t>
      </w:r>
      <w:r w:rsidR="00FE198B" w:rsidRPr="00427C54">
        <w:rPr>
          <w:lang w:val="de-CH"/>
        </w:rPr>
        <w:t>ä</w:t>
      </w:r>
      <w:r w:rsidRPr="00427C54">
        <w:rPr>
          <w:lang w:val="de-CH"/>
        </w:rPr>
        <w:t>llen abzufragen, welche durch ihn eingeliefert worden sind.</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1AF35EB7"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EB0" w14:textId="77777777" w:rsidR="00906D1B" w:rsidRPr="00427C54" w:rsidRDefault="00906D1B" w:rsidP="00EC1183">
            <w:pPr>
              <w:pStyle w:val="Tabelle"/>
              <w:rPr>
                <w:lang w:val="de-CH"/>
              </w:rPr>
            </w:pPr>
            <w:r w:rsidRPr="00427C54">
              <w:rPr>
                <w:lang w:val="de-CH"/>
              </w:rP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1AF35EB1"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EB2"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42F0BC6C"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EB3" w14:textId="3C6F3653"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AF35EB6" w14:textId="34E2B0B9"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9F2123" w:rsidRPr="00427C54" w14:paraId="1AF35EC1"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B8" w14:textId="32C6E378" w:rsidR="009F2123" w:rsidRPr="00427C54" w:rsidRDefault="009F2123" w:rsidP="00EC1183">
            <w:pPr>
              <w:pStyle w:val="Tabelle"/>
              <w:rPr>
                <w:lang w:val="de-CH"/>
              </w:rPr>
            </w:pPr>
            <w:r w:rsidRPr="00427C54">
              <w:rPr>
                <w:lang w:val="de-CH"/>
              </w:rPr>
              <w:t>1</w:t>
            </w:r>
            <w:r w:rsidR="00D17371">
              <w:rPr>
                <w:lang w:val="de-CH"/>
              </w:rPr>
              <w:t>1</w:t>
            </w:r>
            <w:r w:rsidRPr="00427C54">
              <w:rPr>
                <w:lang w:val="de-CH"/>
              </w:rPr>
              <w:t>.1</w:t>
            </w:r>
          </w:p>
        </w:tc>
        <w:tc>
          <w:tcPr>
            <w:tcW w:w="3394" w:type="dxa"/>
            <w:tcBorders>
              <w:left w:val="none" w:sz="0" w:space="0" w:color="auto"/>
              <w:right w:val="none" w:sz="0" w:space="0" w:color="auto"/>
            </w:tcBorders>
            <w:shd w:val="clear" w:color="auto" w:fill="auto"/>
          </w:tcPr>
          <w:p w14:paraId="1AF35EBB" w14:textId="4ECAADB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Geschäftsfalldaten für eine Rechnung abfragen.</w:t>
            </w:r>
          </w:p>
        </w:tc>
        <w:tc>
          <w:tcPr>
            <w:tcW w:w="1518" w:type="dxa"/>
            <w:tcBorders>
              <w:left w:val="none" w:sz="0" w:space="0" w:color="auto"/>
              <w:right w:val="none" w:sz="0" w:space="0" w:color="auto"/>
            </w:tcBorders>
            <w:shd w:val="clear" w:color="auto" w:fill="auto"/>
          </w:tcPr>
          <w:p w14:paraId="1AF35EBC"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1AF35EBD" w14:textId="007BC2CE"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none" w:sz="0" w:space="0" w:color="auto"/>
              <w:right w:val="none" w:sz="0" w:space="0" w:color="auto"/>
            </w:tcBorders>
            <w:shd w:val="clear" w:color="auto" w:fill="auto"/>
          </w:tcPr>
          <w:p w14:paraId="1AF35EC0" w14:textId="7777777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9F2123" w:rsidRPr="00427C54" w14:paraId="1AF35ECB"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EC2" w14:textId="1E266830" w:rsidR="009F2123" w:rsidRPr="00427C54" w:rsidRDefault="009F2123" w:rsidP="00EC1183">
            <w:pPr>
              <w:pStyle w:val="Tabelle"/>
              <w:rPr>
                <w:lang w:val="de-CH"/>
              </w:rPr>
            </w:pPr>
            <w:r w:rsidRPr="00427C54">
              <w:rPr>
                <w:lang w:val="de-CH"/>
              </w:rPr>
              <w:t>1</w:t>
            </w:r>
            <w:r w:rsidR="00D17371">
              <w:rPr>
                <w:lang w:val="de-CH"/>
              </w:rPr>
              <w:t>1</w:t>
            </w:r>
            <w:r w:rsidRPr="00427C54">
              <w:rPr>
                <w:lang w:val="de-CH"/>
              </w:rPr>
              <w:t>.2</w:t>
            </w:r>
          </w:p>
        </w:tc>
        <w:tc>
          <w:tcPr>
            <w:tcW w:w="3394" w:type="dxa"/>
            <w:shd w:val="clear" w:color="auto" w:fill="auto"/>
          </w:tcPr>
          <w:p w14:paraId="1AF35EC5" w14:textId="50772CA8" w:rsidR="009F2123" w:rsidRPr="00427C54" w:rsidRDefault="009F2123"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Geschäftsfalldaten für eine Mahnung abfragen.</w:t>
            </w:r>
          </w:p>
        </w:tc>
        <w:tc>
          <w:tcPr>
            <w:tcW w:w="1518" w:type="dxa"/>
            <w:shd w:val="clear" w:color="auto" w:fill="auto"/>
          </w:tcPr>
          <w:p w14:paraId="1AF35EC6" w14:textId="77777777" w:rsidR="009F2123" w:rsidRPr="00427C54" w:rsidRDefault="009F2123"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shd w:val="clear" w:color="auto" w:fill="auto"/>
          </w:tcPr>
          <w:p w14:paraId="1AF35EC7" w14:textId="68506DE6" w:rsidR="009F2123" w:rsidRPr="00427C54" w:rsidRDefault="009F2123"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038" w:type="dxa"/>
            <w:shd w:val="clear" w:color="auto" w:fill="auto"/>
          </w:tcPr>
          <w:p w14:paraId="1AF35ECA" w14:textId="77777777" w:rsidR="009F2123" w:rsidRPr="00427C54" w:rsidRDefault="009F2123"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9F2123" w:rsidRPr="00427C54" w14:paraId="1AF35ED5"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CC" w14:textId="4F619A03" w:rsidR="009F2123" w:rsidRPr="00427C54" w:rsidRDefault="009F2123" w:rsidP="00EC1183">
            <w:pPr>
              <w:pStyle w:val="Tabelle"/>
              <w:rPr>
                <w:lang w:val="de-CH"/>
              </w:rPr>
            </w:pPr>
            <w:r w:rsidRPr="00427C54">
              <w:rPr>
                <w:lang w:val="de-CH"/>
              </w:rPr>
              <w:t>1</w:t>
            </w:r>
            <w:r w:rsidR="00D17371">
              <w:rPr>
                <w:lang w:val="de-CH"/>
              </w:rPr>
              <w:t>1</w:t>
            </w:r>
            <w:r w:rsidRPr="00427C54">
              <w:rPr>
                <w:lang w:val="de-CH"/>
              </w:rPr>
              <w:t>.3</w:t>
            </w:r>
          </w:p>
        </w:tc>
        <w:tc>
          <w:tcPr>
            <w:tcW w:w="3394" w:type="dxa"/>
            <w:tcBorders>
              <w:left w:val="none" w:sz="0" w:space="0" w:color="auto"/>
              <w:right w:val="none" w:sz="0" w:space="0" w:color="auto"/>
            </w:tcBorders>
            <w:shd w:val="clear" w:color="auto" w:fill="auto"/>
          </w:tcPr>
          <w:p w14:paraId="1AF35ECF" w14:textId="06F90772"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Geschäftsfalldaten für eine Ratenrechnung abfragen.</w:t>
            </w:r>
          </w:p>
        </w:tc>
        <w:tc>
          <w:tcPr>
            <w:tcW w:w="1518" w:type="dxa"/>
            <w:tcBorders>
              <w:left w:val="none" w:sz="0" w:space="0" w:color="auto"/>
              <w:right w:val="none" w:sz="0" w:space="0" w:color="auto"/>
            </w:tcBorders>
            <w:shd w:val="clear" w:color="auto" w:fill="auto"/>
          </w:tcPr>
          <w:p w14:paraId="1AF35ED0"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1AF35ED1" w14:textId="58B61235"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none" w:sz="0" w:space="0" w:color="auto"/>
              <w:right w:val="none" w:sz="0" w:space="0" w:color="auto"/>
            </w:tcBorders>
            <w:shd w:val="clear" w:color="auto" w:fill="auto"/>
          </w:tcPr>
          <w:p w14:paraId="1AF35ED4" w14:textId="7777777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C8446C" w:rsidRPr="00427C54" w14:paraId="2E06B802"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49E91902" w14:textId="0919069D" w:rsidR="00C8446C" w:rsidRPr="00427C54" w:rsidRDefault="00C8446C" w:rsidP="00EC1183">
            <w:pPr>
              <w:pStyle w:val="Tabelle"/>
              <w:rPr>
                <w:lang w:val="de-CH"/>
              </w:rPr>
            </w:pPr>
            <w:r w:rsidRPr="00427C54">
              <w:rPr>
                <w:lang w:val="de-CH"/>
              </w:rPr>
              <w:t>1</w:t>
            </w:r>
            <w:r w:rsidR="00D17371">
              <w:rPr>
                <w:lang w:val="de-CH"/>
              </w:rPr>
              <w:t>1</w:t>
            </w:r>
            <w:r w:rsidRPr="00427C54">
              <w:rPr>
                <w:lang w:val="de-CH"/>
              </w:rPr>
              <w:t>.4</w:t>
            </w:r>
          </w:p>
        </w:tc>
        <w:tc>
          <w:tcPr>
            <w:tcW w:w="3394" w:type="dxa"/>
            <w:shd w:val="clear" w:color="auto" w:fill="auto"/>
          </w:tcPr>
          <w:p w14:paraId="0E712B4F" w14:textId="7BD53C5B"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 xml:space="preserve">Geschäftsfalldaten für eine </w:t>
            </w:r>
            <w:r w:rsidR="00A04B33" w:rsidRPr="00427C54">
              <w:rPr>
                <w:lang w:val="de-CH"/>
              </w:rPr>
              <w:t>Spendenanfrage</w:t>
            </w:r>
            <w:r w:rsidRPr="00427C54">
              <w:rPr>
                <w:lang w:val="de-CH"/>
              </w:rPr>
              <w:t xml:space="preserve"> abfragen.</w:t>
            </w:r>
          </w:p>
        </w:tc>
        <w:tc>
          <w:tcPr>
            <w:tcW w:w="1518" w:type="dxa"/>
            <w:shd w:val="clear" w:color="auto" w:fill="auto"/>
          </w:tcPr>
          <w:p w14:paraId="2697376A" w14:textId="44550638" w:rsidR="00C8446C" w:rsidRPr="00427C54" w:rsidRDefault="00EB13CE"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shd w:val="clear" w:color="auto" w:fill="auto"/>
          </w:tcPr>
          <w:p w14:paraId="12359C73"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038" w:type="dxa"/>
            <w:shd w:val="clear" w:color="auto" w:fill="auto"/>
          </w:tcPr>
          <w:p w14:paraId="2DBFB16F" w14:textId="77777777"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1AF35EDE" w14:textId="77777777" w:rsidR="000E7D62" w:rsidRPr="00427C54" w:rsidRDefault="000E7D62" w:rsidP="00D52F38">
      <w:pPr>
        <w:pStyle w:val="Fliesstext"/>
        <w:rPr>
          <w:lang w:val="de-CH"/>
        </w:rPr>
      </w:pPr>
    </w:p>
    <w:p w14:paraId="1AF35EE2" w14:textId="77777777" w:rsidR="000E7D62" w:rsidRPr="00427C54" w:rsidRDefault="00E877DF" w:rsidP="00EC1183">
      <w:pPr>
        <w:pStyle w:val="Heading2"/>
        <w:pageBreakBefore/>
      </w:pPr>
      <w:bookmarkStart w:id="32" w:name="_Toc168578819"/>
      <w:r w:rsidRPr="00427C54">
        <w:lastRenderedPageBreak/>
        <w:t>Verarbeitungsevents von Geschäftsfällen abfragen</w:t>
      </w:r>
      <w:bookmarkEnd w:id="32"/>
    </w:p>
    <w:p w14:paraId="1AF35EE3" w14:textId="77777777" w:rsidR="000E7D62" w:rsidRPr="00427C54" w:rsidRDefault="00E877DF" w:rsidP="00D52F38">
      <w:pPr>
        <w:pStyle w:val="Fliesstext"/>
        <w:rPr>
          <w:lang w:val="de-CH"/>
        </w:rPr>
      </w:pPr>
      <w:r w:rsidRPr="00427C54">
        <w:rPr>
          <w:lang w:val="de-CH"/>
        </w:rPr>
        <w:t>Dieser Anwendungsfall ist ein unterstützendes Element der Dienstleistungserbringung von SIX und ermöglicht es dem Netzwerkpartner, Verarbeitungsevents von Geschäftsfällen abzufragen und die Informationen an seine Rechnungssteller weiterzuleiten.</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1AF35EEC"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EE5" w14:textId="77777777" w:rsidR="00906D1B" w:rsidRPr="00427C54" w:rsidRDefault="00906D1B" w:rsidP="00EC1183">
            <w:pPr>
              <w:pStyle w:val="Tabelle"/>
              <w:rPr>
                <w:lang w:val="de-CH"/>
              </w:rPr>
            </w:pPr>
            <w:r w:rsidRPr="00427C54">
              <w:rPr>
                <w:lang w:val="de-CH"/>
              </w:rP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1AF35EE6"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EE7"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208CB356"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EE8" w14:textId="0B6238B8"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AF35EEB" w14:textId="2F7EE10F"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F63404" w:rsidRPr="00427C54" w14:paraId="1AF35EF8"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ED" w14:textId="352C50C7" w:rsidR="00F63404" w:rsidRPr="00427C54" w:rsidRDefault="00F63404" w:rsidP="00EC1183">
            <w:pPr>
              <w:pStyle w:val="Tabelle"/>
              <w:rPr>
                <w:lang w:val="de-CH"/>
              </w:rPr>
            </w:pPr>
            <w:r w:rsidRPr="00427C54">
              <w:rPr>
                <w:lang w:val="de-CH"/>
              </w:rPr>
              <w:t>1</w:t>
            </w:r>
            <w:r w:rsidR="00D17371">
              <w:rPr>
                <w:lang w:val="de-CH"/>
              </w:rPr>
              <w:t>2</w:t>
            </w:r>
            <w:r w:rsidRPr="00427C54">
              <w:rPr>
                <w:lang w:val="de-CH"/>
              </w:rPr>
              <w:t>.1</w:t>
            </w:r>
          </w:p>
        </w:tc>
        <w:tc>
          <w:tcPr>
            <w:tcW w:w="3394" w:type="dxa"/>
            <w:tcBorders>
              <w:left w:val="none" w:sz="0" w:space="0" w:color="auto"/>
              <w:right w:val="none" w:sz="0" w:space="0" w:color="auto"/>
            </w:tcBorders>
            <w:shd w:val="clear" w:color="auto" w:fill="auto"/>
          </w:tcPr>
          <w:p w14:paraId="1AF35EF0" w14:textId="6831CD93" w:rsidR="00F63404" w:rsidRPr="00427C54" w:rsidRDefault="00F63404"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Statuswechsel von Geschäftsfällen abfragen (Rechnung und Mahnung).</w:t>
            </w:r>
          </w:p>
        </w:tc>
        <w:tc>
          <w:tcPr>
            <w:tcW w:w="1518" w:type="dxa"/>
            <w:tcBorders>
              <w:left w:val="none" w:sz="0" w:space="0" w:color="auto"/>
              <w:right w:val="none" w:sz="0" w:space="0" w:color="auto"/>
            </w:tcBorders>
            <w:shd w:val="clear" w:color="auto" w:fill="auto"/>
          </w:tcPr>
          <w:p w14:paraId="1AF35EF1" w14:textId="77777777" w:rsidR="00F63404" w:rsidRPr="00427C54" w:rsidRDefault="00F63404"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1AF35EF2" w14:textId="498AD5E2" w:rsidR="00F63404" w:rsidRPr="00427C54" w:rsidRDefault="00F63404"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none" w:sz="0" w:space="0" w:color="auto"/>
              <w:right w:val="none" w:sz="0" w:space="0" w:color="auto"/>
            </w:tcBorders>
            <w:shd w:val="clear" w:color="auto" w:fill="auto"/>
          </w:tcPr>
          <w:p w14:paraId="1AF35EF7" w14:textId="77777777" w:rsidR="00F63404" w:rsidRPr="00427C54" w:rsidRDefault="00F63404"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F63404" w:rsidRPr="00427C54" w14:paraId="3CB9608B"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bottom w:val="single" w:sz="4" w:space="0" w:color="auto"/>
            </w:tcBorders>
            <w:shd w:val="clear" w:color="auto" w:fill="auto"/>
          </w:tcPr>
          <w:p w14:paraId="085E15AC" w14:textId="6F837429" w:rsidR="00F63404" w:rsidRPr="00427C54" w:rsidRDefault="00F63404" w:rsidP="00EC1183">
            <w:pPr>
              <w:pStyle w:val="Tabelle"/>
              <w:rPr>
                <w:lang w:val="de-CH"/>
              </w:rPr>
            </w:pPr>
            <w:r w:rsidRPr="00427C54">
              <w:rPr>
                <w:lang w:val="de-CH"/>
              </w:rPr>
              <w:t>1</w:t>
            </w:r>
            <w:r w:rsidR="00D17371">
              <w:rPr>
                <w:lang w:val="de-CH"/>
              </w:rPr>
              <w:t>2</w:t>
            </w:r>
            <w:r w:rsidRPr="00427C54">
              <w:rPr>
                <w:lang w:val="de-CH"/>
              </w:rPr>
              <w:t>.</w:t>
            </w:r>
            <w:r w:rsidR="00A7396E">
              <w:rPr>
                <w:lang w:val="de-CH"/>
              </w:rPr>
              <w:t>2</w:t>
            </w:r>
          </w:p>
        </w:tc>
        <w:tc>
          <w:tcPr>
            <w:tcW w:w="3394" w:type="dxa"/>
            <w:tcBorders>
              <w:bottom w:val="single" w:sz="4" w:space="0" w:color="auto"/>
            </w:tcBorders>
            <w:shd w:val="clear" w:color="auto" w:fill="auto"/>
          </w:tcPr>
          <w:p w14:paraId="1C7226BA" w14:textId="408FFD2F" w:rsidR="00F63404" w:rsidRPr="00427C54" w:rsidRDefault="00F63404"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Statuswechsel von Geschäftsfällen abfragen (Spendenanfragen mit Angabe eines Spendenzwecks).</w:t>
            </w:r>
          </w:p>
        </w:tc>
        <w:tc>
          <w:tcPr>
            <w:tcW w:w="1518" w:type="dxa"/>
            <w:tcBorders>
              <w:bottom w:val="single" w:sz="4" w:space="0" w:color="auto"/>
            </w:tcBorders>
            <w:shd w:val="clear" w:color="auto" w:fill="auto"/>
          </w:tcPr>
          <w:p w14:paraId="62446CBC" w14:textId="0CDC6A2A" w:rsidR="00F63404" w:rsidRPr="00427C54" w:rsidRDefault="00EB13CE"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tcBorders>
              <w:bottom w:val="single" w:sz="4" w:space="0" w:color="auto"/>
            </w:tcBorders>
            <w:shd w:val="clear" w:color="auto" w:fill="auto"/>
          </w:tcPr>
          <w:p w14:paraId="760C46DA" w14:textId="77777777" w:rsidR="00F63404" w:rsidRPr="00427C54" w:rsidRDefault="00F63404"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038" w:type="dxa"/>
            <w:tcBorders>
              <w:bottom w:val="single" w:sz="4" w:space="0" w:color="auto"/>
            </w:tcBorders>
            <w:shd w:val="clear" w:color="auto" w:fill="auto"/>
          </w:tcPr>
          <w:p w14:paraId="5007223D" w14:textId="77777777" w:rsidR="00F63404" w:rsidRPr="00427C54" w:rsidRDefault="00F63404"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F63404" w:rsidRPr="00427C54" w14:paraId="1AF35F04"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1AF35EF9" w14:textId="437957F2" w:rsidR="00F63404" w:rsidRPr="00427C54" w:rsidRDefault="00F63404" w:rsidP="00EC1183">
            <w:pPr>
              <w:pStyle w:val="Tabelle"/>
              <w:rPr>
                <w:lang w:val="de-CH"/>
              </w:rPr>
            </w:pPr>
            <w:r w:rsidRPr="00427C54">
              <w:rPr>
                <w:lang w:val="de-CH"/>
              </w:rPr>
              <w:t>1</w:t>
            </w:r>
            <w:r w:rsidR="00D17371">
              <w:rPr>
                <w:lang w:val="de-CH"/>
              </w:rPr>
              <w:t>2</w:t>
            </w:r>
            <w:r w:rsidRPr="00427C54">
              <w:rPr>
                <w:lang w:val="de-CH"/>
              </w:rPr>
              <w:t>.3</w:t>
            </w:r>
          </w:p>
        </w:tc>
        <w:tc>
          <w:tcPr>
            <w:tcW w:w="3394" w:type="dxa"/>
            <w:tcBorders>
              <w:left w:val="single" w:sz="4" w:space="0" w:color="auto"/>
              <w:right w:val="single" w:sz="4" w:space="0" w:color="auto"/>
            </w:tcBorders>
            <w:shd w:val="clear" w:color="auto" w:fill="auto"/>
          </w:tcPr>
          <w:p w14:paraId="1AF35EFC" w14:textId="0FCA03CF" w:rsidR="00F63404" w:rsidRPr="00427C54" w:rsidRDefault="00F63404"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Statuswechsel von Geschäftsfällen abfragen (Ratenrechnung).</w:t>
            </w:r>
          </w:p>
        </w:tc>
        <w:tc>
          <w:tcPr>
            <w:tcW w:w="1518" w:type="dxa"/>
            <w:tcBorders>
              <w:left w:val="single" w:sz="4" w:space="0" w:color="auto"/>
              <w:right w:val="single" w:sz="4" w:space="0" w:color="auto"/>
            </w:tcBorders>
            <w:shd w:val="clear" w:color="auto" w:fill="auto"/>
          </w:tcPr>
          <w:p w14:paraId="1AF35EFD" w14:textId="77777777" w:rsidR="00F63404" w:rsidRPr="00427C54" w:rsidRDefault="00F63404"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single" w:sz="4" w:space="0" w:color="auto"/>
              <w:right w:val="single" w:sz="4" w:space="0" w:color="auto"/>
            </w:tcBorders>
            <w:shd w:val="clear" w:color="auto" w:fill="auto"/>
          </w:tcPr>
          <w:p w14:paraId="1AF35EFE" w14:textId="6B1B37EE" w:rsidR="00F63404" w:rsidRPr="00427C54" w:rsidRDefault="00F63404"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single" w:sz="4" w:space="0" w:color="auto"/>
              <w:right w:val="single" w:sz="4" w:space="0" w:color="auto"/>
            </w:tcBorders>
            <w:shd w:val="clear" w:color="auto" w:fill="auto"/>
          </w:tcPr>
          <w:p w14:paraId="1AF35F03" w14:textId="77777777" w:rsidR="00F63404" w:rsidRPr="00427C54" w:rsidRDefault="00F63404"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1AF35F0D" w14:textId="77777777" w:rsidR="000E7D62" w:rsidRPr="00427C54" w:rsidRDefault="000E7D62" w:rsidP="00D52F38">
      <w:pPr>
        <w:pStyle w:val="Fliesstext"/>
        <w:rPr>
          <w:lang w:val="de-CH"/>
        </w:rPr>
      </w:pPr>
    </w:p>
    <w:p w14:paraId="1AF35F3C" w14:textId="50B9679C" w:rsidR="000E7D62" w:rsidRPr="00427C54" w:rsidRDefault="00EC6336" w:rsidP="00EC1183">
      <w:pPr>
        <w:pStyle w:val="Heading2"/>
        <w:pageBreakBefore/>
      </w:pPr>
      <w:bookmarkStart w:id="33" w:name="_Toc168578820"/>
      <w:r w:rsidRPr="00427C54">
        <w:lastRenderedPageBreak/>
        <w:t xml:space="preserve">An- und </w:t>
      </w:r>
      <w:r w:rsidR="00E66FE7" w:rsidRPr="00427C54">
        <w:t>Abmelde</w:t>
      </w:r>
      <w:r w:rsidR="00AB2556" w:rsidRPr="00427C54">
        <w:t xml:space="preserve"> E</w:t>
      </w:r>
      <w:r w:rsidR="00E66FE7" w:rsidRPr="00427C54">
        <w:t>vents ab</w:t>
      </w:r>
      <w:r w:rsidR="00AB2556" w:rsidRPr="00427C54">
        <w:t>holen</w:t>
      </w:r>
      <w:r w:rsidR="00090131">
        <w:t xml:space="preserve"> (</w:t>
      </w:r>
      <w:r w:rsidR="008C2597" w:rsidRPr="00427C54">
        <w:rPr>
          <w:color w:val="FF0000"/>
        </w:rPr>
        <w:t>*</w:t>
      </w:r>
      <w:r w:rsidR="00090131">
        <w:t>)</w:t>
      </w:r>
      <w:bookmarkEnd w:id="33"/>
    </w:p>
    <w:p w14:paraId="1AF35F3D" w14:textId="69152E24" w:rsidR="000E7D62" w:rsidRPr="00427C54" w:rsidRDefault="00E66FE7" w:rsidP="00D52F38">
      <w:pPr>
        <w:pStyle w:val="Fliesstext"/>
        <w:rPr>
          <w:lang w:val="de-CH"/>
        </w:rPr>
      </w:pPr>
      <w:r w:rsidRPr="00427C54">
        <w:rPr>
          <w:lang w:val="de-CH"/>
        </w:rPr>
        <w:t>Dieser Anwendungsfall ist ein Element der Dienstleistungserbringung von SIX und ermöglicht es dem Netzwerkpartner Events zur erstellten Zustellerlaubnis zwischen Rechnungsempfänger und Rechnungssteller zu beziehen und die Information seinen Rechnungssteller</w:t>
      </w:r>
      <w:r w:rsidR="00E579CF" w:rsidRPr="00427C54">
        <w:rPr>
          <w:lang w:val="de-CH"/>
        </w:rPr>
        <w:t>n</w:t>
      </w:r>
      <w:r w:rsidRPr="00427C54">
        <w:rPr>
          <w:lang w:val="de-CH"/>
        </w:rPr>
        <w:t xml:space="preserve"> weiterzuleiten. Durch die Verarbeitung dieser Events können Validierungsfehler bei der Einlieferung vermieden werden.</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1AF35F46"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F3F" w14:textId="77777777" w:rsidR="00906D1B" w:rsidRPr="00427C54" w:rsidRDefault="00906D1B" w:rsidP="00EC1183">
            <w:pPr>
              <w:pStyle w:val="Tabelle"/>
              <w:rPr>
                <w:lang w:val="de-CH"/>
              </w:rPr>
            </w:pPr>
            <w:r w:rsidRPr="00427C54">
              <w:rPr>
                <w:lang w:val="de-CH"/>
              </w:rP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1AF35F40"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F41"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53C64AFB"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F42" w14:textId="63227AAA"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AF35F45" w14:textId="4B5A1905"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9F2123" w:rsidRPr="00427C54" w14:paraId="1AF35F50"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F47" w14:textId="3026562E" w:rsidR="009F2123" w:rsidRPr="00427C54" w:rsidRDefault="009F2123" w:rsidP="00EC1183">
            <w:pPr>
              <w:pStyle w:val="Tabelle"/>
              <w:rPr>
                <w:lang w:val="de-CH"/>
              </w:rPr>
            </w:pPr>
            <w:r w:rsidRPr="00427C54">
              <w:rPr>
                <w:lang w:val="de-CH"/>
              </w:rPr>
              <w:t>1</w:t>
            </w:r>
            <w:r w:rsidR="00D17371">
              <w:rPr>
                <w:lang w:val="de-CH"/>
              </w:rPr>
              <w:t>3</w:t>
            </w:r>
            <w:r w:rsidRPr="00427C54">
              <w:rPr>
                <w:lang w:val="de-CH"/>
              </w:rPr>
              <w:t>.1</w:t>
            </w:r>
          </w:p>
        </w:tc>
        <w:tc>
          <w:tcPr>
            <w:tcW w:w="3394" w:type="dxa"/>
            <w:tcBorders>
              <w:left w:val="none" w:sz="0" w:space="0" w:color="auto"/>
              <w:right w:val="none" w:sz="0" w:space="0" w:color="auto"/>
            </w:tcBorders>
            <w:shd w:val="clear" w:color="auto" w:fill="auto"/>
          </w:tcPr>
          <w:p w14:paraId="1AF35F48" w14:textId="03854C1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Events über die Zustellerlaubnis abfragen (Anmeldung).</w:t>
            </w:r>
          </w:p>
        </w:tc>
        <w:tc>
          <w:tcPr>
            <w:tcW w:w="1518" w:type="dxa"/>
            <w:tcBorders>
              <w:left w:val="none" w:sz="0" w:space="0" w:color="auto"/>
              <w:right w:val="none" w:sz="0" w:space="0" w:color="auto"/>
            </w:tcBorders>
            <w:shd w:val="clear" w:color="auto" w:fill="auto"/>
          </w:tcPr>
          <w:p w14:paraId="1AF35F49"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left w:val="none" w:sz="0" w:space="0" w:color="auto"/>
              <w:right w:val="none" w:sz="0" w:space="0" w:color="auto"/>
            </w:tcBorders>
            <w:shd w:val="clear" w:color="auto" w:fill="auto"/>
          </w:tcPr>
          <w:p w14:paraId="1AF35F4B"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none" w:sz="0" w:space="0" w:color="auto"/>
              <w:right w:val="none" w:sz="0" w:space="0" w:color="auto"/>
            </w:tcBorders>
            <w:shd w:val="clear" w:color="auto" w:fill="auto"/>
          </w:tcPr>
          <w:p w14:paraId="1AF35F4F" w14:textId="7777777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9F2123" w:rsidRPr="00427C54" w14:paraId="1AF35F5B"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F51" w14:textId="1392A4DB" w:rsidR="009F2123" w:rsidRPr="00427C54" w:rsidRDefault="009F2123" w:rsidP="00EC1183">
            <w:pPr>
              <w:pStyle w:val="Tabelle"/>
              <w:rPr>
                <w:lang w:val="de-CH"/>
              </w:rPr>
            </w:pPr>
            <w:r w:rsidRPr="00427C54">
              <w:rPr>
                <w:lang w:val="de-CH"/>
              </w:rPr>
              <w:t>1</w:t>
            </w:r>
            <w:r w:rsidR="00D17371">
              <w:rPr>
                <w:lang w:val="de-CH"/>
              </w:rPr>
              <w:t>3</w:t>
            </w:r>
            <w:r w:rsidRPr="00427C54">
              <w:rPr>
                <w:lang w:val="de-CH"/>
              </w:rPr>
              <w:t>.2</w:t>
            </w:r>
          </w:p>
        </w:tc>
        <w:tc>
          <w:tcPr>
            <w:tcW w:w="3394" w:type="dxa"/>
            <w:shd w:val="clear" w:color="auto" w:fill="auto"/>
          </w:tcPr>
          <w:p w14:paraId="1AF35F53" w14:textId="21BF6A61" w:rsidR="009F2123" w:rsidRPr="00427C54" w:rsidRDefault="009F2123"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Events über die Zustellerlaubnis abfragen (Abmeldung).</w:t>
            </w:r>
          </w:p>
        </w:tc>
        <w:tc>
          <w:tcPr>
            <w:tcW w:w="1518" w:type="dxa"/>
            <w:shd w:val="clear" w:color="auto" w:fill="auto"/>
          </w:tcPr>
          <w:p w14:paraId="1AF35F54" w14:textId="77777777" w:rsidR="009F2123" w:rsidRPr="00427C54" w:rsidRDefault="009F2123"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shd w:val="clear" w:color="auto" w:fill="auto"/>
          </w:tcPr>
          <w:p w14:paraId="1AF35F56" w14:textId="77777777" w:rsidR="009F2123" w:rsidRPr="00427C54" w:rsidRDefault="009F2123"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038" w:type="dxa"/>
            <w:shd w:val="clear" w:color="auto" w:fill="auto"/>
          </w:tcPr>
          <w:p w14:paraId="1AF35F5A" w14:textId="77777777" w:rsidR="009F2123" w:rsidRPr="00427C54" w:rsidRDefault="009F2123"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1AF35F64" w14:textId="77777777" w:rsidR="000E7D62" w:rsidRPr="00427C54" w:rsidRDefault="000E7D62" w:rsidP="00D52F38">
      <w:pPr>
        <w:pStyle w:val="Fliesstext"/>
        <w:rPr>
          <w:lang w:val="de-CH"/>
        </w:rPr>
      </w:pPr>
    </w:p>
    <w:p w14:paraId="1AF35F66" w14:textId="371417AF" w:rsidR="000E7D62" w:rsidRPr="00427C54" w:rsidRDefault="004D6AC9" w:rsidP="00EC1183">
      <w:pPr>
        <w:pStyle w:val="Heading2"/>
        <w:pageBreakBefore/>
      </w:pPr>
      <w:bookmarkStart w:id="34" w:name="_Toc168578821"/>
      <w:r w:rsidRPr="00427C54">
        <w:lastRenderedPageBreak/>
        <w:t xml:space="preserve">Geänderte </w:t>
      </w:r>
      <w:r w:rsidR="00EC784C">
        <w:t>E-Mail-</w:t>
      </w:r>
      <w:r w:rsidRPr="00427C54">
        <w:t>Adressen abfragen</w:t>
      </w:r>
      <w:bookmarkEnd w:id="34"/>
    </w:p>
    <w:p w14:paraId="1AF35F67" w14:textId="77777777" w:rsidR="004D6AC9" w:rsidRPr="00427C54" w:rsidRDefault="004D6AC9" w:rsidP="00D52F38">
      <w:pPr>
        <w:pStyle w:val="Fliesstext"/>
        <w:rPr>
          <w:lang w:val="de-CH"/>
        </w:rPr>
      </w:pPr>
      <w:r w:rsidRPr="00427C54">
        <w:rPr>
          <w:lang w:val="de-CH"/>
        </w:rPr>
        <w:t>Dieser Anwendungsfall ist ein unterstützendes Element der Dienstleistungserbringung von SIX und ermöglicht es dem Netzwerkpartner Events zu geänderten E-Mail Adressen zu beziehen und die Information seinen Rechnungsstellern weiterzuleiten. Durch die Verarbeitung dieser Events können Validierungsfehler bei der Einlieferung von Rechnungen vermieden werden</w:t>
      </w:r>
      <w:r w:rsidR="00C54B7F" w:rsidRPr="00427C54">
        <w:rPr>
          <w:lang w:val="de-CH"/>
        </w:rPr>
        <w:t>.</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1AF35F70"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F69" w14:textId="77777777" w:rsidR="00906D1B" w:rsidRPr="00427C54" w:rsidRDefault="00906D1B" w:rsidP="00EC1183">
            <w:pPr>
              <w:pStyle w:val="Tabelle"/>
              <w:rPr>
                <w:lang w:val="de-CH"/>
              </w:rPr>
            </w:pPr>
            <w:r w:rsidRPr="00427C54">
              <w:rPr>
                <w:lang w:val="de-CH"/>
              </w:rP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1AF35F6A"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F6B"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6E0DEB59"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F6C" w14:textId="7CC9FF1B"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AF35F6F" w14:textId="49DC8ABF"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9F2123" w:rsidRPr="00427C54" w14:paraId="1AF35F7D"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F71" w14:textId="2B883BB4" w:rsidR="009F2123" w:rsidRPr="00427C54" w:rsidRDefault="009F2123" w:rsidP="00EC1183">
            <w:pPr>
              <w:pStyle w:val="Tabelle"/>
              <w:rPr>
                <w:lang w:val="de-CH"/>
              </w:rPr>
            </w:pPr>
            <w:r w:rsidRPr="00427C54">
              <w:rPr>
                <w:lang w:val="de-CH"/>
              </w:rPr>
              <w:t>1</w:t>
            </w:r>
            <w:r w:rsidR="00EE205B">
              <w:rPr>
                <w:lang w:val="de-CH"/>
              </w:rPr>
              <w:t>4</w:t>
            </w:r>
            <w:r w:rsidRPr="00427C54">
              <w:rPr>
                <w:lang w:val="de-CH"/>
              </w:rPr>
              <w:t>.1</w:t>
            </w:r>
          </w:p>
        </w:tc>
        <w:tc>
          <w:tcPr>
            <w:tcW w:w="3394" w:type="dxa"/>
            <w:tcBorders>
              <w:left w:val="none" w:sz="0" w:space="0" w:color="auto"/>
              <w:right w:val="none" w:sz="0" w:space="0" w:color="auto"/>
            </w:tcBorders>
            <w:shd w:val="clear" w:color="auto" w:fill="auto"/>
          </w:tcPr>
          <w:p w14:paraId="1AF35F74" w14:textId="6EFA70C5" w:rsidR="00682B89"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 xml:space="preserve">Events über geänderte </w:t>
            </w:r>
            <w:r w:rsidR="00EC784C">
              <w:rPr>
                <w:lang w:val="de-CH"/>
              </w:rPr>
              <w:t>E-Mail-</w:t>
            </w:r>
            <w:r w:rsidRPr="00427C54">
              <w:rPr>
                <w:lang w:val="de-CH"/>
              </w:rPr>
              <w:t>Adressen abholen.</w:t>
            </w:r>
          </w:p>
        </w:tc>
        <w:tc>
          <w:tcPr>
            <w:tcW w:w="1518" w:type="dxa"/>
            <w:tcBorders>
              <w:left w:val="none" w:sz="0" w:space="0" w:color="auto"/>
              <w:right w:val="none" w:sz="0" w:space="0" w:color="auto"/>
            </w:tcBorders>
            <w:shd w:val="clear" w:color="auto" w:fill="auto"/>
          </w:tcPr>
          <w:p w14:paraId="1AF35F75"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1AF35F77" w14:textId="494766E0"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none" w:sz="0" w:space="0" w:color="auto"/>
              <w:right w:val="none" w:sz="0" w:space="0" w:color="auto"/>
            </w:tcBorders>
            <w:shd w:val="clear" w:color="auto" w:fill="auto"/>
          </w:tcPr>
          <w:p w14:paraId="1AF35F7C" w14:textId="7777777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bookmarkEnd w:id="14"/>
      <w:bookmarkEnd w:id="15"/>
      <w:bookmarkEnd w:id="16"/>
      <w:bookmarkEnd w:id="17"/>
    </w:tbl>
    <w:p w14:paraId="1AF35F86" w14:textId="77777777" w:rsidR="000E7D62" w:rsidRPr="00427C54" w:rsidRDefault="000E7D62" w:rsidP="00D52F38">
      <w:pPr>
        <w:pStyle w:val="Fliesstext"/>
        <w:rPr>
          <w:lang w:val="de-CH"/>
        </w:rPr>
      </w:pPr>
    </w:p>
    <w:p w14:paraId="28DAC45C" w14:textId="57C166A7" w:rsidR="00B82961" w:rsidRPr="00427C54" w:rsidRDefault="00B82961" w:rsidP="00EC1183">
      <w:pPr>
        <w:pStyle w:val="Heading2"/>
        <w:pageBreakBefore/>
      </w:pPr>
      <w:bookmarkStart w:id="35" w:name="_Toc168578822"/>
      <w:r w:rsidRPr="00427C54">
        <w:lastRenderedPageBreak/>
        <w:t>Rechnungsempfänger über Rechnungssteller-Website anmelden</w:t>
      </w:r>
      <w:bookmarkEnd w:id="35"/>
    </w:p>
    <w:p w14:paraId="61E4D067" w14:textId="3AF3BE82" w:rsidR="00B82961" w:rsidRPr="00427C54" w:rsidRDefault="00B82961" w:rsidP="00D52F38">
      <w:pPr>
        <w:pStyle w:val="Fliesstext"/>
        <w:rPr>
          <w:lang w:val="de-CH"/>
        </w:rPr>
      </w:pPr>
      <w:r w:rsidRPr="00427C54">
        <w:rPr>
          <w:lang w:val="de-CH"/>
        </w:rPr>
        <w:t>Dieser Service unterstützt eine durch den Rechnungsem</w:t>
      </w:r>
      <w:r w:rsidR="00A26EE5" w:rsidRPr="00427C54">
        <w:rPr>
          <w:lang w:val="de-CH"/>
        </w:rPr>
        <w:t>pf</w:t>
      </w:r>
      <w:r w:rsidRPr="00427C54">
        <w:rPr>
          <w:lang w:val="de-CH"/>
        </w:rPr>
        <w:t>änger initiierte Anmeldung beim Rechnungssteller über eine Website/Portal des Rechnungsstellers.</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669"/>
        <w:gridCol w:w="1518"/>
        <w:gridCol w:w="1800"/>
        <w:gridCol w:w="6763"/>
      </w:tblGrid>
      <w:tr w:rsidR="00906D1B" w:rsidRPr="00427C54" w14:paraId="377FF055"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627349AC" w14:textId="77777777" w:rsidR="00906D1B" w:rsidRPr="00427C54" w:rsidRDefault="00906D1B" w:rsidP="00EC1183">
            <w:pPr>
              <w:pStyle w:val="Tabelle"/>
              <w:rPr>
                <w:lang w:val="de-CH"/>
              </w:rPr>
            </w:pPr>
            <w:r w:rsidRPr="00427C54">
              <w:rPr>
                <w:lang w:val="de-CH"/>
              </w:rPr>
              <w:t>ID</w:t>
            </w:r>
          </w:p>
        </w:tc>
        <w:tc>
          <w:tcPr>
            <w:tcW w:w="3669" w:type="dxa"/>
            <w:tcBorders>
              <w:top w:val="none" w:sz="0" w:space="0" w:color="auto"/>
              <w:left w:val="none" w:sz="0" w:space="0" w:color="auto"/>
              <w:bottom w:val="none" w:sz="0" w:space="0" w:color="auto"/>
              <w:right w:val="none" w:sz="0" w:space="0" w:color="auto"/>
            </w:tcBorders>
            <w:shd w:val="clear" w:color="auto" w:fill="CDC7C1"/>
          </w:tcPr>
          <w:p w14:paraId="7BDE38F4"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73BD0F2"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6CCB8165"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562FE358" w14:textId="5D7B9019"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6763" w:type="dxa"/>
            <w:tcBorders>
              <w:top w:val="none" w:sz="0" w:space="0" w:color="auto"/>
              <w:left w:val="none" w:sz="0" w:space="0" w:color="auto"/>
              <w:bottom w:val="none" w:sz="0" w:space="0" w:color="auto"/>
              <w:right w:val="none" w:sz="0" w:space="0" w:color="auto"/>
            </w:tcBorders>
            <w:shd w:val="clear" w:color="auto" w:fill="CDC7C1"/>
          </w:tcPr>
          <w:p w14:paraId="06319724" w14:textId="1F6D7A84"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B82961" w:rsidRPr="00427C54" w14:paraId="117EEA79"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4233C5D2" w14:textId="4E45C567" w:rsidR="00B82961" w:rsidRPr="00427C54" w:rsidRDefault="00B82961" w:rsidP="00EC1183">
            <w:pPr>
              <w:pStyle w:val="Tabelle"/>
              <w:rPr>
                <w:lang w:val="de-CH"/>
              </w:rPr>
            </w:pPr>
            <w:r w:rsidRPr="00427C54">
              <w:rPr>
                <w:lang w:val="de-CH"/>
              </w:rPr>
              <w:t>1</w:t>
            </w:r>
            <w:r w:rsidR="00EE205B">
              <w:rPr>
                <w:lang w:val="de-CH"/>
              </w:rPr>
              <w:t>5</w:t>
            </w:r>
            <w:r w:rsidRPr="00427C54">
              <w:rPr>
                <w:lang w:val="de-CH"/>
              </w:rPr>
              <w:t>.1</w:t>
            </w:r>
          </w:p>
        </w:tc>
        <w:tc>
          <w:tcPr>
            <w:tcW w:w="3669" w:type="dxa"/>
            <w:tcBorders>
              <w:left w:val="none" w:sz="0" w:space="0" w:color="auto"/>
              <w:right w:val="none" w:sz="0" w:space="0" w:color="auto"/>
            </w:tcBorders>
            <w:shd w:val="clear" w:color="auto" w:fill="auto"/>
          </w:tcPr>
          <w:p w14:paraId="5738D411" w14:textId="72D6F88C" w:rsidR="00B82961"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Rechnungsempfänger kann sich direkt über die Website des Rechnungsstellers für eBill anmelden.</w:t>
            </w:r>
          </w:p>
        </w:tc>
        <w:tc>
          <w:tcPr>
            <w:tcW w:w="1518" w:type="dxa"/>
            <w:tcBorders>
              <w:left w:val="none" w:sz="0" w:space="0" w:color="auto"/>
              <w:right w:val="none" w:sz="0" w:space="0" w:color="auto"/>
            </w:tcBorders>
            <w:shd w:val="clear" w:color="auto" w:fill="auto"/>
          </w:tcPr>
          <w:p w14:paraId="3A2C74A8" w14:textId="77777777" w:rsidR="00B82961" w:rsidRPr="00427C54" w:rsidRDefault="00B82961"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56841AC2" w14:textId="77777777" w:rsidR="00B82961" w:rsidRPr="00427C54" w:rsidRDefault="00B82961"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763" w:type="dxa"/>
            <w:tcBorders>
              <w:left w:val="none" w:sz="0" w:space="0" w:color="auto"/>
              <w:right w:val="none" w:sz="0" w:space="0" w:color="auto"/>
            </w:tcBorders>
            <w:shd w:val="clear" w:color="auto" w:fill="auto"/>
          </w:tcPr>
          <w:p w14:paraId="25037A7E" w14:textId="77777777" w:rsidR="00B82961" w:rsidRPr="00427C54" w:rsidRDefault="00B82961"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B82961" w:rsidRPr="00427C54" w14:paraId="4DD7E423"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4CF5EE5C" w14:textId="1702D5A9" w:rsidR="00B82961" w:rsidRPr="00427C54" w:rsidRDefault="00B82961" w:rsidP="00EC1183">
            <w:pPr>
              <w:pStyle w:val="Tabelle"/>
              <w:rPr>
                <w:lang w:val="de-CH"/>
              </w:rPr>
            </w:pPr>
            <w:r w:rsidRPr="00427C54">
              <w:rPr>
                <w:lang w:val="de-CH"/>
              </w:rPr>
              <w:t>1</w:t>
            </w:r>
            <w:r w:rsidR="00EE205B">
              <w:rPr>
                <w:lang w:val="de-CH"/>
              </w:rPr>
              <w:t>5</w:t>
            </w:r>
            <w:r w:rsidRPr="00427C54">
              <w:rPr>
                <w:lang w:val="de-CH"/>
              </w:rPr>
              <w:t>.2</w:t>
            </w:r>
          </w:p>
        </w:tc>
        <w:tc>
          <w:tcPr>
            <w:tcW w:w="3669" w:type="dxa"/>
            <w:shd w:val="clear" w:color="auto" w:fill="auto"/>
          </w:tcPr>
          <w:p w14:paraId="11C6276D" w14:textId="4F316316" w:rsidR="00B82961"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Rechnungsempfänger über Rechnungssteller -Website mit falschem Verifizierungscode anmelden.</w:t>
            </w:r>
          </w:p>
        </w:tc>
        <w:tc>
          <w:tcPr>
            <w:tcW w:w="1518" w:type="dxa"/>
            <w:shd w:val="clear" w:color="auto" w:fill="auto"/>
          </w:tcPr>
          <w:p w14:paraId="79E33891" w14:textId="28AF4176" w:rsidR="00B82961" w:rsidRPr="00427C54" w:rsidRDefault="00B82961"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shd w:val="clear" w:color="auto" w:fill="auto"/>
          </w:tcPr>
          <w:p w14:paraId="1CFE06D1" w14:textId="77777777" w:rsidR="00B82961" w:rsidRPr="00427C54" w:rsidRDefault="00B82961"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6763" w:type="dxa"/>
            <w:shd w:val="clear" w:color="auto" w:fill="auto"/>
          </w:tcPr>
          <w:p w14:paraId="5858483B" w14:textId="77777777" w:rsidR="00B82961" w:rsidRPr="00427C54" w:rsidRDefault="00B82961"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4C63B9C6" w14:textId="118EF5D3" w:rsidR="0039550C" w:rsidRPr="00427C54" w:rsidRDefault="0039550C" w:rsidP="00D52F38">
      <w:pPr>
        <w:pStyle w:val="Fliesstext"/>
        <w:rPr>
          <w:lang w:val="de-CH"/>
        </w:rPr>
      </w:pPr>
    </w:p>
    <w:p w14:paraId="31C29451" w14:textId="6B2757D0" w:rsidR="00AB1219" w:rsidRPr="00427C54" w:rsidRDefault="00AB1219" w:rsidP="00EC1183">
      <w:pPr>
        <w:pStyle w:val="Heading2"/>
        <w:pageBreakBefore/>
      </w:pPr>
      <w:bookmarkStart w:id="36" w:name="_Toc62488650"/>
      <w:bookmarkStart w:id="37" w:name="_Toc168578823"/>
      <w:r w:rsidRPr="00427C54">
        <w:lastRenderedPageBreak/>
        <w:t>Prüfen ob Rechnungsempfänger in der eBill Infrastruktur vorhanden ist</w:t>
      </w:r>
      <w:bookmarkEnd w:id="36"/>
      <w:bookmarkEnd w:id="37"/>
    </w:p>
    <w:p w14:paraId="321B0D8B" w14:textId="12C08918" w:rsidR="00AB1219" w:rsidRPr="00427C54" w:rsidRDefault="00AB1219" w:rsidP="00D52F38">
      <w:pPr>
        <w:pStyle w:val="Fliesstext"/>
        <w:rPr>
          <w:lang w:val="de-CH"/>
        </w:rPr>
      </w:pPr>
      <w:r w:rsidRPr="00427C54">
        <w:rPr>
          <w:lang w:val="de-CH"/>
        </w:rPr>
        <w:t xml:space="preserve">Dieser Service ermöglicht einem Netzwerkpartner, anhand der Teilnehmernummer </w:t>
      </w:r>
      <w:r w:rsidR="00CC7AB6" w:rsidRPr="00427C54">
        <w:rPr>
          <w:lang w:val="de-CH"/>
        </w:rPr>
        <w:t>«</w:t>
      </w:r>
      <w:r w:rsidR="001746C4">
        <w:rPr>
          <w:lang w:val="de-CH"/>
        </w:rPr>
        <w:t>PID</w:t>
      </w:r>
      <w:r w:rsidR="00CC7AB6" w:rsidRPr="00427C54">
        <w:rPr>
          <w:lang w:val="de-CH"/>
        </w:rPr>
        <w:t>»</w:t>
      </w:r>
      <w:r w:rsidRPr="00427C54">
        <w:rPr>
          <w:lang w:val="de-CH"/>
        </w:rPr>
        <w:t xml:space="preserve"> zu überprüfen, ob ein Rechnungsempfänger in der eBill Infrastruktur vorhanden ist.</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669"/>
        <w:gridCol w:w="1518"/>
        <w:gridCol w:w="1800"/>
        <w:gridCol w:w="6763"/>
      </w:tblGrid>
      <w:tr w:rsidR="00906D1B" w:rsidRPr="00427C54" w14:paraId="36F40F2A"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45B1B274" w14:textId="77777777" w:rsidR="00906D1B" w:rsidRPr="00427C54" w:rsidRDefault="00906D1B" w:rsidP="00EC1183">
            <w:pPr>
              <w:pStyle w:val="Tabelle"/>
              <w:rPr>
                <w:lang w:val="de-CH"/>
              </w:rPr>
            </w:pPr>
            <w:r w:rsidRPr="00427C54">
              <w:rPr>
                <w:lang w:val="de-CH"/>
              </w:rPr>
              <w:t>ID</w:t>
            </w:r>
          </w:p>
        </w:tc>
        <w:tc>
          <w:tcPr>
            <w:tcW w:w="3669" w:type="dxa"/>
            <w:tcBorders>
              <w:top w:val="none" w:sz="0" w:space="0" w:color="auto"/>
              <w:left w:val="none" w:sz="0" w:space="0" w:color="auto"/>
              <w:bottom w:val="none" w:sz="0" w:space="0" w:color="auto"/>
              <w:right w:val="none" w:sz="0" w:space="0" w:color="auto"/>
            </w:tcBorders>
            <w:shd w:val="clear" w:color="auto" w:fill="CDC7C1"/>
          </w:tcPr>
          <w:p w14:paraId="4D17EAD9"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29997773"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F8850D6"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2B922EAF" w14:textId="791DD4BE"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6763" w:type="dxa"/>
            <w:tcBorders>
              <w:top w:val="none" w:sz="0" w:space="0" w:color="auto"/>
              <w:left w:val="none" w:sz="0" w:space="0" w:color="auto"/>
              <w:bottom w:val="none" w:sz="0" w:space="0" w:color="auto"/>
              <w:right w:val="none" w:sz="0" w:space="0" w:color="auto"/>
            </w:tcBorders>
            <w:shd w:val="clear" w:color="auto" w:fill="CDC7C1"/>
          </w:tcPr>
          <w:p w14:paraId="2215BCAD" w14:textId="50942B3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C8446C" w:rsidRPr="00427C54" w14:paraId="3578942D"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4BF6A1B0" w14:textId="71598166" w:rsidR="00C8446C" w:rsidRPr="00427C54" w:rsidRDefault="00FB5B53" w:rsidP="00EC1183">
            <w:pPr>
              <w:pStyle w:val="Tabelle"/>
              <w:rPr>
                <w:lang w:val="de-CH"/>
              </w:rPr>
            </w:pPr>
            <w:r>
              <w:rPr>
                <w:lang w:val="de-CH"/>
              </w:rPr>
              <w:t>1</w:t>
            </w:r>
            <w:r w:rsidR="00EE205B">
              <w:rPr>
                <w:lang w:val="de-CH"/>
              </w:rPr>
              <w:t>6</w:t>
            </w:r>
            <w:r w:rsidR="00C8446C" w:rsidRPr="00427C54">
              <w:rPr>
                <w:lang w:val="de-CH"/>
              </w:rPr>
              <w:t>.1</w:t>
            </w:r>
          </w:p>
        </w:tc>
        <w:tc>
          <w:tcPr>
            <w:tcW w:w="3669" w:type="dxa"/>
            <w:tcBorders>
              <w:left w:val="none" w:sz="0" w:space="0" w:color="auto"/>
              <w:right w:val="none" w:sz="0" w:space="0" w:color="auto"/>
            </w:tcBorders>
            <w:shd w:val="clear" w:color="auto" w:fill="auto"/>
          </w:tcPr>
          <w:p w14:paraId="4FA5B833" w14:textId="3B45DA14" w:rsidR="00C8446C"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Prüfen ob ein Rechnungsempfänger existiert. Kunde wird gefunden.</w:t>
            </w:r>
          </w:p>
        </w:tc>
        <w:tc>
          <w:tcPr>
            <w:tcW w:w="1518" w:type="dxa"/>
            <w:tcBorders>
              <w:left w:val="none" w:sz="0" w:space="0" w:color="auto"/>
              <w:right w:val="none" w:sz="0" w:space="0" w:color="auto"/>
            </w:tcBorders>
            <w:shd w:val="clear" w:color="auto" w:fill="auto"/>
          </w:tcPr>
          <w:p w14:paraId="23985F82" w14:textId="2A31EAF0"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r w:rsidR="00264BAE">
              <w:rPr>
                <w:lang w:val="de-CH"/>
              </w:rPr>
              <w:t>E</w:t>
            </w:r>
          </w:p>
        </w:tc>
        <w:tc>
          <w:tcPr>
            <w:tcW w:w="1800" w:type="dxa"/>
            <w:tcBorders>
              <w:left w:val="none" w:sz="0" w:space="0" w:color="auto"/>
              <w:right w:val="none" w:sz="0" w:space="0" w:color="auto"/>
            </w:tcBorders>
            <w:shd w:val="clear" w:color="auto" w:fill="auto"/>
          </w:tcPr>
          <w:p w14:paraId="2794D60B"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763" w:type="dxa"/>
            <w:tcBorders>
              <w:left w:val="none" w:sz="0" w:space="0" w:color="auto"/>
              <w:right w:val="none" w:sz="0" w:space="0" w:color="auto"/>
            </w:tcBorders>
            <w:shd w:val="clear" w:color="auto" w:fill="auto"/>
          </w:tcPr>
          <w:p w14:paraId="13E43958" w14:textId="77777777" w:rsidR="00C8446C"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C8446C" w:rsidRPr="00427C54" w14:paraId="0411C294"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6DD94674" w14:textId="54EBCA6C" w:rsidR="00C8446C" w:rsidRPr="00427C54" w:rsidRDefault="00FB5B53" w:rsidP="00EC1183">
            <w:pPr>
              <w:pStyle w:val="Tabelle"/>
              <w:rPr>
                <w:lang w:val="de-CH"/>
              </w:rPr>
            </w:pPr>
            <w:r>
              <w:rPr>
                <w:lang w:val="de-CH"/>
              </w:rPr>
              <w:t>1</w:t>
            </w:r>
            <w:r w:rsidR="00EE205B">
              <w:rPr>
                <w:lang w:val="de-CH"/>
              </w:rPr>
              <w:t>6</w:t>
            </w:r>
            <w:r w:rsidR="00C8446C" w:rsidRPr="00427C54">
              <w:rPr>
                <w:lang w:val="de-CH"/>
              </w:rPr>
              <w:t>.2</w:t>
            </w:r>
          </w:p>
        </w:tc>
        <w:tc>
          <w:tcPr>
            <w:tcW w:w="3669" w:type="dxa"/>
            <w:shd w:val="clear" w:color="auto" w:fill="auto"/>
          </w:tcPr>
          <w:p w14:paraId="4370D49D" w14:textId="2F3D22DB"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Prüfen ob ein Rechnungsempfänger existiert. Kunde wird nicht gefunden.</w:t>
            </w:r>
          </w:p>
        </w:tc>
        <w:tc>
          <w:tcPr>
            <w:tcW w:w="1518" w:type="dxa"/>
            <w:shd w:val="clear" w:color="auto" w:fill="auto"/>
          </w:tcPr>
          <w:p w14:paraId="5A996A45" w14:textId="3F8E92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r w:rsidR="00264BAE">
              <w:rPr>
                <w:lang w:val="de-CH"/>
              </w:rPr>
              <w:t>E</w:t>
            </w:r>
          </w:p>
        </w:tc>
        <w:tc>
          <w:tcPr>
            <w:tcW w:w="1800" w:type="dxa"/>
            <w:shd w:val="clear" w:color="auto" w:fill="auto"/>
          </w:tcPr>
          <w:p w14:paraId="4A8EADBC"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6763" w:type="dxa"/>
            <w:shd w:val="clear" w:color="auto" w:fill="auto"/>
          </w:tcPr>
          <w:p w14:paraId="5EABE8E0" w14:textId="77777777"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4CF8C574" w14:textId="7EBBD512" w:rsidR="00AB1219" w:rsidRPr="00427C54" w:rsidRDefault="00AB1219" w:rsidP="00D52F38">
      <w:pPr>
        <w:pStyle w:val="Fliesstext"/>
        <w:rPr>
          <w:lang w:val="de-CH"/>
        </w:rPr>
      </w:pPr>
    </w:p>
    <w:p w14:paraId="65849B29" w14:textId="74B54744" w:rsidR="00AB1219" w:rsidRPr="00427C54" w:rsidRDefault="00AB1219" w:rsidP="00EC1183">
      <w:pPr>
        <w:pStyle w:val="Heading2"/>
        <w:pageBreakBefore/>
      </w:pPr>
      <w:bookmarkStart w:id="38" w:name="_Toc62488651"/>
      <w:bookmarkStart w:id="39" w:name="_Toc168578824"/>
      <w:r w:rsidRPr="00427C54">
        <w:lastRenderedPageBreak/>
        <w:t>Anmeldeformular in der eBill Infrastruktur anlegen oder ändern</w:t>
      </w:r>
      <w:bookmarkEnd w:id="38"/>
      <w:bookmarkEnd w:id="39"/>
    </w:p>
    <w:p w14:paraId="07D942BA" w14:textId="3F892675" w:rsidR="00AB1219" w:rsidRPr="00427C54" w:rsidRDefault="00AB1219" w:rsidP="00D52F38">
      <w:pPr>
        <w:pStyle w:val="Fliesstext"/>
        <w:rPr>
          <w:lang w:val="de-CH"/>
        </w:rPr>
      </w:pPr>
      <w:r w:rsidRPr="00427C54">
        <w:rPr>
          <w:lang w:val="de-CH"/>
        </w:rPr>
        <w:t xml:space="preserve">Dieser Anwendungsfall ist ein </w:t>
      </w:r>
      <w:r w:rsidR="00365171" w:rsidRPr="00427C54">
        <w:rPr>
          <w:lang w:val="de-CH"/>
        </w:rPr>
        <w:t>unterstützendes</w:t>
      </w:r>
      <w:r w:rsidRPr="00427C54">
        <w:rPr>
          <w:lang w:val="de-CH"/>
        </w:rPr>
        <w:t xml:space="preserve"> Element der Dienstleistungserbringung von SIX und ermöglicht es einem NWP, für einen Rechnungssteller ein Anmeldeformular </w:t>
      </w:r>
      <w:r w:rsidR="00C17D1B" w:rsidRPr="00427C54">
        <w:rPr>
          <w:lang w:val="de-CH"/>
        </w:rPr>
        <w:t xml:space="preserve">direkt </w:t>
      </w:r>
      <w:r w:rsidRPr="00427C54">
        <w:rPr>
          <w:lang w:val="de-CH"/>
        </w:rPr>
        <w:t xml:space="preserve">in der eBill Infrastruktur zu hinterlegen. </w:t>
      </w:r>
      <w:r w:rsidR="00C17D1B" w:rsidRPr="00427C54">
        <w:rPr>
          <w:lang w:val="de-CH"/>
        </w:rPr>
        <w:t xml:space="preserve">Bei den zusätzlichen Feldern, sollen nur Felder angelegt werden, die zwingend benötigt werden </w:t>
      </w:r>
      <w:r w:rsidRPr="00427C54">
        <w:rPr>
          <w:lang w:val="de-CH"/>
        </w:rPr>
        <w:t>Ein solches Anmeldeformular wird immer dann aufgerufen, wenn sich ein Rechnungsempfänger bei einem Rechnungssteller anmelden möchte. Nur der primäre Netzwerkpartner eines Rechnungsstellers kann Anmeldeformulare für diesen hinterlegen.</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78A9EDFA"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34E17D50" w14:textId="77777777" w:rsidR="00906D1B" w:rsidRPr="00427C54" w:rsidRDefault="00906D1B" w:rsidP="00EC1183">
            <w:pPr>
              <w:pStyle w:val="Tabelle"/>
              <w:rPr>
                <w:lang w:val="de-CH"/>
              </w:rPr>
            </w:pPr>
            <w:r w:rsidRPr="00427C54">
              <w:rPr>
                <w:lang w:val="de-CH"/>
              </w:rP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49913230"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623F4A41"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31109241"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63C79E01" w14:textId="6C311EA0"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7C0576C2" w14:textId="519099BC"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AB1219" w:rsidRPr="00427C54" w14:paraId="170AB19C"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2A1B999D" w14:textId="65E62F88" w:rsidR="00AB1219" w:rsidRPr="00427C54" w:rsidRDefault="00BF76CF" w:rsidP="00EC1183">
            <w:pPr>
              <w:pStyle w:val="Tabelle"/>
              <w:rPr>
                <w:lang w:val="de-CH"/>
              </w:rPr>
            </w:pPr>
            <w:r>
              <w:rPr>
                <w:lang w:val="de-CH"/>
              </w:rPr>
              <w:t>1</w:t>
            </w:r>
            <w:r w:rsidR="00EE205B">
              <w:rPr>
                <w:lang w:val="de-CH"/>
              </w:rPr>
              <w:t>7</w:t>
            </w:r>
            <w:r w:rsidR="00AB1219" w:rsidRPr="00427C54">
              <w:rPr>
                <w:lang w:val="de-CH"/>
              </w:rPr>
              <w:t>.1</w:t>
            </w:r>
          </w:p>
        </w:tc>
        <w:tc>
          <w:tcPr>
            <w:tcW w:w="3394" w:type="dxa"/>
            <w:tcBorders>
              <w:left w:val="none" w:sz="0" w:space="0" w:color="auto"/>
              <w:right w:val="none" w:sz="0" w:space="0" w:color="auto"/>
            </w:tcBorders>
            <w:shd w:val="clear" w:color="auto" w:fill="auto"/>
          </w:tcPr>
          <w:p w14:paraId="7FE0F75F" w14:textId="393A7F3B" w:rsidR="00AB1219"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Anlegen eines Anmeldeformulars in der eBill Infrastruktur.</w:t>
            </w:r>
          </w:p>
        </w:tc>
        <w:tc>
          <w:tcPr>
            <w:tcW w:w="1518" w:type="dxa"/>
            <w:tcBorders>
              <w:left w:val="none" w:sz="0" w:space="0" w:color="auto"/>
              <w:right w:val="none" w:sz="0" w:space="0" w:color="auto"/>
            </w:tcBorders>
            <w:shd w:val="clear" w:color="auto" w:fill="auto"/>
          </w:tcPr>
          <w:p w14:paraId="747EE175" w14:textId="77777777" w:rsidR="00AB1219" w:rsidRPr="00427C54" w:rsidRDefault="00AB1219"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429C3FB6" w14:textId="77777777" w:rsidR="00AB1219" w:rsidRPr="00427C54" w:rsidRDefault="00AB1219"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none" w:sz="0" w:space="0" w:color="auto"/>
              <w:right w:val="none" w:sz="0" w:space="0" w:color="auto"/>
            </w:tcBorders>
            <w:shd w:val="clear" w:color="auto" w:fill="auto"/>
          </w:tcPr>
          <w:p w14:paraId="7F450CD8" w14:textId="77777777" w:rsidR="00AB1219" w:rsidRPr="00427C54" w:rsidRDefault="00AB1219"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C8446C" w:rsidRPr="00427C54" w14:paraId="7DF15D28"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bottom w:val="single" w:sz="4" w:space="0" w:color="auto"/>
            </w:tcBorders>
            <w:shd w:val="clear" w:color="auto" w:fill="auto"/>
          </w:tcPr>
          <w:p w14:paraId="4431A565" w14:textId="02EF0361" w:rsidR="00C8446C" w:rsidRPr="00427C54" w:rsidRDefault="00AC4051" w:rsidP="00EC1183">
            <w:pPr>
              <w:pStyle w:val="Tabelle"/>
              <w:rPr>
                <w:lang w:val="de-CH"/>
              </w:rPr>
            </w:pPr>
            <w:r>
              <w:rPr>
                <w:lang w:val="de-CH"/>
              </w:rPr>
              <w:t>1</w:t>
            </w:r>
            <w:r w:rsidR="00EE205B">
              <w:rPr>
                <w:lang w:val="de-CH"/>
              </w:rPr>
              <w:t>7</w:t>
            </w:r>
            <w:r w:rsidR="00C8446C" w:rsidRPr="00427C54">
              <w:rPr>
                <w:lang w:val="de-CH"/>
              </w:rPr>
              <w:t>.2</w:t>
            </w:r>
          </w:p>
        </w:tc>
        <w:tc>
          <w:tcPr>
            <w:tcW w:w="3394" w:type="dxa"/>
            <w:tcBorders>
              <w:bottom w:val="single" w:sz="4" w:space="0" w:color="auto"/>
            </w:tcBorders>
            <w:shd w:val="clear" w:color="auto" w:fill="auto"/>
          </w:tcPr>
          <w:p w14:paraId="3FA2FC71" w14:textId="29B09422"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Anlegen eines Anmeldeformulars für einen Spenden-Rechnungssteller in der eBill Infrastruktur.</w:t>
            </w:r>
          </w:p>
        </w:tc>
        <w:tc>
          <w:tcPr>
            <w:tcW w:w="1518" w:type="dxa"/>
            <w:tcBorders>
              <w:bottom w:val="single" w:sz="4" w:space="0" w:color="auto"/>
            </w:tcBorders>
            <w:shd w:val="clear" w:color="auto" w:fill="auto"/>
          </w:tcPr>
          <w:p w14:paraId="6ABB5257" w14:textId="2B6805BB" w:rsidR="00C8446C" w:rsidRPr="00427C54" w:rsidRDefault="00EB13CE"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tcBorders>
              <w:bottom w:val="single" w:sz="4" w:space="0" w:color="auto"/>
            </w:tcBorders>
            <w:shd w:val="clear" w:color="auto" w:fill="auto"/>
          </w:tcPr>
          <w:p w14:paraId="2F52C4E6"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038" w:type="dxa"/>
            <w:tcBorders>
              <w:bottom w:val="single" w:sz="4" w:space="0" w:color="auto"/>
            </w:tcBorders>
            <w:shd w:val="clear" w:color="auto" w:fill="auto"/>
          </w:tcPr>
          <w:p w14:paraId="1558779C" w14:textId="77777777"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C8446C" w:rsidRPr="00427C54" w14:paraId="12E4B63E"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bottom w:val="single" w:sz="4" w:space="0" w:color="auto"/>
              <w:right w:val="single" w:sz="4" w:space="0" w:color="auto"/>
            </w:tcBorders>
            <w:shd w:val="clear" w:color="auto" w:fill="auto"/>
          </w:tcPr>
          <w:p w14:paraId="104C59F5" w14:textId="0E9FEAAC" w:rsidR="00C8446C" w:rsidRPr="00427C54" w:rsidRDefault="00B701B5" w:rsidP="00EC1183">
            <w:pPr>
              <w:pStyle w:val="Tabelle"/>
              <w:rPr>
                <w:lang w:val="de-CH"/>
              </w:rPr>
            </w:pPr>
            <w:r>
              <w:rPr>
                <w:lang w:val="de-CH"/>
              </w:rPr>
              <w:t>1</w:t>
            </w:r>
            <w:r w:rsidR="00EE205B">
              <w:rPr>
                <w:lang w:val="de-CH"/>
              </w:rPr>
              <w:t>7</w:t>
            </w:r>
            <w:r w:rsidR="00C8446C" w:rsidRPr="00427C54">
              <w:rPr>
                <w:lang w:val="de-CH"/>
              </w:rPr>
              <w:t>.3</w:t>
            </w:r>
          </w:p>
        </w:tc>
        <w:tc>
          <w:tcPr>
            <w:tcW w:w="3394" w:type="dxa"/>
            <w:tcBorders>
              <w:left w:val="single" w:sz="4" w:space="0" w:color="auto"/>
              <w:bottom w:val="single" w:sz="4" w:space="0" w:color="auto"/>
              <w:right w:val="single" w:sz="4" w:space="0" w:color="auto"/>
            </w:tcBorders>
            <w:shd w:val="clear" w:color="auto" w:fill="auto"/>
          </w:tcPr>
          <w:p w14:paraId="5C23CCE4" w14:textId="35DB58A1" w:rsidR="00C8446C"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Ändern eines bestehenden Anmeldeformulars in der eBill Infrastruktur.</w:t>
            </w:r>
          </w:p>
        </w:tc>
        <w:tc>
          <w:tcPr>
            <w:tcW w:w="1518" w:type="dxa"/>
            <w:tcBorders>
              <w:left w:val="single" w:sz="4" w:space="0" w:color="auto"/>
              <w:bottom w:val="single" w:sz="4" w:space="0" w:color="auto"/>
              <w:right w:val="single" w:sz="4" w:space="0" w:color="auto"/>
            </w:tcBorders>
            <w:shd w:val="clear" w:color="auto" w:fill="auto"/>
          </w:tcPr>
          <w:p w14:paraId="64782C34"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single" w:sz="4" w:space="0" w:color="auto"/>
              <w:bottom w:val="single" w:sz="4" w:space="0" w:color="auto"/>
              <w:right w:val="single" w:sz="4" w:space="0" w:color="auto"/>
            </w:tcBorders>
            <w:shd w:val="clear" w:color="auto" w:fill="auto"/>
          </w:tcPr>
          <w:p w14:paraId="7144BDE0"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single" w:sz="4" w:space="0" w:color="auto"/>
              <w:bottom w:val="single" w:sz="4" w:space="0" w:color="auto"/>
              <w:right w:val="single" w:sz="4" w:space="0" w:color="auto"/>
            </w:tcBorders>
            <w:shd w:val="clear" w:color="auto" w:fill="auto"/>
          </w:tcPr>
          <w:p w14:paraId="7535254B" w14:textId="77777777" w:rsidR="00C8446C"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3B17E7AD" w14:textId="1F1FBC2E" w:rsidR="00AB1219" w:rsidRPr="00427C54" w:rsidRDefault="00AB1219" w:rsidP="00D52F38">
      <w:pPr>
        <w:pStyle w:val="Fliesstext"/>
        <w:rPr>
          <w:lang w:val="de-CH"/>
        </w:rPr>
      </w:pPr>
    </w:p>
    <w:p w14:paraId="01B38D54" w14:textId="1D321056" w:rsidR="00AB1219" w:rsidRPr="00427C54" w:rsidRDefault="00AB1219" w:rsidP="00EC1183">
      <w:pPr>
        <w:pStyle w:val="Heading2"/>
        <w:pageBreakBefore/>
      </w:pPr>
      <w:bookmarkStart w:id="40" w:name="_Toc168578825"/>
      <w:r w:rsidRPr="00427C54">
        <w:lastRenderedPageBreak/>
        <w:t>Anmeldeformular abfragen</w:t>
      </w:r>
      <w:bookmarkEnd w:id="40"/>
    </w:p>
    <w:p w14:paraId="532492F8" w14:textId="77777777" w:rsidR="00AB1219" w:rsidRPr="00427C54" w:rsidRDefault="00AB1219" w:rsidP="00D52F38">
      <w:pPr>
        <w:pStyle w:val="Fliesstext"/>
        <w:rPr>
          <w:lang w:val="de-CH"/>
        </w:rPr>
      </w:pPr>
      <w:r w:rsidRPr="00427C54">
        <w:rPr>
          <w:lang w:val="de-CH"/>
        </w:rPr>
        <w:t>Der Netzwerkpartner kann seine für einen Rechnungssteller hinterlegten Anmeldeformulare abfragen. Der Netzwerkpartner bekommt die hinterlegten Angaben zum gewünschten Anmeldeformular zurück. Nur der primäre Netzwerkpartner erhält die Daten zu einem Rechnungssteller zurück.</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536"/>
        <w:gridCol w:w="1518"/>
        <w:gridCol w:w="1800"/>
        <w:gridCol w:w="7038"/>
      </w:tblGrid>
      <w:tr w:rsidR="00906D1B" w:rsidRPr="00427C54" w14:paraId="0A5A4DD8"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shd w:val="clear" w:color="auto" w:fill="CDC7C1"/>
          </w:tcPr>
          <w:p w14:paraId="187EBEB9" w14:textId="77777777" w:rsidR="00906D1B" w:rsidRPr="00427C54" w:rsidRDefault="00906D1B" w:rsidP="00EC1183">
            <w:pPr>
              <w:pStyle w:val="Tabelle"/>
              <w:rPr>
                <w:lang w:val="de-CH"/>
              </w:rPr>
            </w:pPr>
            <w:r w:rsidRPr="00427C54">
              <w:rPr>
                <w:lang w:val="de-CH"/>
              </w:rPr>
              <w:t>ID</w:t>
            </w:r>
          </w:p>
        </w:tc>
        <w:tc>
          <w:tcPr>
            <w:tcW w:w="3536" w:type="dxa"/>
            <w:tcBorders>
              <w:top w:val="none" w:sz="0" w:space="0" w:color="auto"/>
              <w:left w:val="none" w:sz="0" w:space="0" w:color="auto"/>
              <w:bottom w:val="none" w:sz="0" w:space="0" w:color="auto"/>
              <w:right w:val="none" w:sz="0" w:space="0" w:color="auto"/>
            </w:tcBorders>
            <w:shd w:val="clear" w:color="auto" w:fill="CDC7C1"/>
          </w:tcPr>
          <w:p w14:paraId="51676C50"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07B3203E"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DE8A291"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60B18FC8" w14:textId="07D45C4F"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6E5D648" w14:textId="03575403"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C17525" w:rsidRPr="00427C54" w14:paraId="66F2E099"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left w:val="none" w:sz="0" w:space="0" w:color="auto"/>
              <w:right w:val="none" w:sz="0" w:space="0" w:color="auto"/>
            </w:tcBorders>
            <w:shd w:val="clear" w:color="auto" w:fill="auto"/>
          </w:tcPr>
          <w:p w14:paraId="45690819" w14:textId="47814C9C" w:rsidR="00C17525" w:rsidRPr="00427C54" w:rsidRDefault="00B74BB7" w:rsidP="00EC1183">
            <w:pPr>
              <w:pStyle w:val="Tabelle"/>
              <w:rPr>
                <w:lang w:val="de-CH"/>
              </w:rPr>
            </w:pPr>
            <w:r>
              <w:rPr>
                <w:lang w:val="de-CH"/>
              </w:rPr>
              <w:t>1</w:t>
            </w:r>
            <w:r w:rsidR="00EE205B">
              <w:rPr>
                <w:lang w:val="de-CH"/>
              </w:rPr>
              <w:t>8</w:t>
            </w:r>
            <w:r w:rsidR="00C17525" w:rsidRPr="00427C54">
              <w:rPr>
                <w:lang w:val="de-CH"/>
              </w:rPr>
              <w:t>.1</w:t>
            </w:r>
          </w:p>
        </w:tc>
        <w:tc>
          <w:tcPr>
            <w:tcW w:w="3536" w:type="dxa"/>
            <w:tcBorders>
              <w:left w:val="none" w:sz="0" w:space="0" w:color="auto"/>
              <w:right w:val="none" w:sz="0" w:space="0" w:color="auto"/>
            </w:tcBorders>
            <w:shd w:val="clear" w:color="auto" w:fill="auto"/>
          </w:tcPr>
          <w:p w14:paraId="69687C80" w14:textId="6D20FF66" w:rsidR="00C17525" w:rsidRPr="00427C54" w:rsidRDefault="00C17525"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Formulardaten eines Rechnungsstellers in der eBill Infrastruktur abfragen.</w:t>
            </w:r>
          </w:p>
        </w:tc>
        <w:tc>
          <w:tcPr>
            <w:tcW w:w="1518" w:type="dxa"/>
            <w:tcBorders>
              <w:left w:val="none" w:sz="0" w:space="0" w:color="auto"/>
              <w:right w:val="none" w:sz="0" w:space="0" w:color="auto"/>
            </w:tcBorders>
            <w:shd w:val="clear" w:color="auto" w:fill="auto"/>
          </w:tcPr>
          <w:p w14:paraId="687D1709" w14:textId="77777777" w:rsidR="00C17525" w:rsidRPr="00427C54" w:rsidRDefault="00C17525"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21E99AA0" w14:textId="77777777" w:rsidR="00C17525" w:rsidRPr="00427C54" w:rsidRDefault="00C17525"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none" w:sz="0" w:space="0" w:color="auto"/>
              <w:right w:val="none" w:sz="0" w:space="0" w:color="auto"/>
            </w:tcBorders>
            <w:shd w:val="clear" w:color="auto" w:fill="auto"/>
          </w:tcPr>
          <w:p w14:paraId="19DDA440" w14:textId="77777777" w:rsidR="00C17525" w:rsidRPr="00427C54" w:rsidRDefault="00C17525"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1F82EC82" w14:textId="7CB7E8C0" w:rsidR="00AB1219" w:rsidRPr="00427C54" w:rsidRDefault="00AB1219" w:rsidP="00D52F38">
      <w:pPr>
        <w:pStyle w:val="Fliesstext"/>
        <w:rPr>
          <w:lang w:val="de-CH"/>
        </w:rPr>
      </w:pPr>
    </w:p>
    <w:p w14:paraId="4521AE13" w14:textId="7A96BCD6" w:rsidR="00F237E0" w:rsidRPr="00427C54" w:rsidRDefault="00F237E0" w:rsidP="00EC1183">
      <w:pPr>
        <w:pStyle w:val="Heading2"/>
        <w:pageBreakBefore/>
      </w:pPr>
      <w:bookmarkStart w:id="41" w:name="_Toc168578826"/>
      <w:r w:rsidRPr="00427C54">
        <w:lastRenderedPageBreak/>
        <w:t>Anmeldeformulare löschen</w:t>
      </w:r>
      <w:bookmarkEnd w:id="41"/>
    </w:p>
    <w:p w14:paraId="4573368F" w14:textId="158F8440" w:rsidR="00F237E0" w:rsidRPr="00427C54" w:rsidRDefault="00F237E0" w:rsidP="00D52F38">
      <w:pPr>
        <w:pStyle w:val="Fliesstext"/>
        <w:rPr>
          <w:lang w:val="de-CH"/>
        </w:rPr>
      </w:pPr>
      <w:r w:rsidRPr="00427C54">
        <w:rPr>
          <w:lang w:val="de-CH"/>
        </w:rPr>
        <w:t>Der Netzwerkpartner kann seine für einen Rechnungssteller hinterlegten Anmeldeformulare löschen.</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251EBCB1"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5B585BB1" w14:textId="77777777" w:rsidR="00906D1B" w:rsidRPr="00427C54" w:rsidRDefault="00906D1B" w:rsidP="00EC1183">
            <w:pPr>
              <w:pStyle w:val="Tabelle"/>
              <w:rPr>
                <w:lang w:val="de-CH"/>
              </w:rPr>
            </w:pPr>
            <w:r w:rsidRPr="00427C54">
              <w:rPr>
                <w:lang w:val="de-CH"/>
              </w:rP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67C28444"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2C592548"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2F8094E"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3089E07C" w14:textId="2ABCFB8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3475C54C" w14:textId="24762D21"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C17525" w:rsidRPr="00427C54" w14:paraId="471BBCDF"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2739A21A" w14:textId="5257200E" w:rsidR="00C17525" w:rsidRPr="00427C54" w:rsidRDefault="007232ED" w:rsidP="00EC1183">
            <w:pPr>
              <w:pStyle w:val="Tabelle"/>
              <w:rPr>
                <w:lang w:val="de-CH"/>
              </w:rPr>
            </w:pPr>
            <w:r>
              <w:rPr>
                <w:lang w:val="de-CH"/>
              </w:rPr>
              <w:t>1</w:t>
            </w:r>
            <w:r w:rsidR="00EE205B">
              <w:rPr>
                <w:lang w:val="de-CH"/>
              </w:rPr>
              <w:t>9</w:t>
            </w:r>
            <w:r w:rsidR="00C17525" w:rsidRPr="00427C54">
              <w:rPr>
                <w:lang w:val="de-CH"/>
              </w:rPr>
              <w:t>.1</w:t>
            </w:r>
          </w:p>
        </w:tc>
        <w:tc>
          <w:tcPr>
            <w:tcW w:w="3394" w:type="dxa"/>
            <w:tcBorders>
              <w:left w:val="none" w:sz="0" w:space="0" w:color="auto"/>
              <w:right w:val="none" w:sz="0" w:space="0" w:color="auto"/>
            </w:tcBorders>
            <w:shd w:val="clear" w:color="auto" w:fill="auto"/>
          </w:tcPr>
          <w:p w14:paraId="690C8414" w14:textId="2B5A0C86" w:rsidR="00C17525" w:rsidRPr="00427C54" w:rsidRDefault="00C17525"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Anmeldeformular eines Rechnungsstellers in der eBill Infrastruktur löschen.</w:t>
            </w:r>
          </w:p>
        </w:tc>
        <w:tc>
          <w:tcPr>
            <w:tcW w:w="1518" w:type="dxa"/>
            <w:tcBorders>
              <w:left w:val="none" w:sz="0" w:space="0" w:color="auto"/>
              <w:right w:val="none" w:sz="0" w:space="0" w:color="auto"/>
            </w:tcBorders>
            <w:shd w:val="clear" w:color="auto" w:fill="auto"/>
          </w:tcPr>
          <w:p w14:paraId="2033DBCB" w14:textId="77777777" w:rsidR="00C17525" w:rsidRPr="00427C54" w:rsidRDefault="00C17525"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0083BD23" w14:textId="77777777" w:rsidR="00C17525" w:rsidRPr="00427C54" w:rsidRDefault="00C17525"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none" w:sz="0" w:space="0" w:color="auto"/>
              <w:right w:val="none" w:sz="0" w:space="0" w:color="auto"/>
            </w:tcBorders>
            <w:shd w:val="clear" w:color="auto" w:fill="auto"/>
          </w:tcPr>
          <w:p w14:paraId="58FB98A4" w14:textId="77777777" w:rsidR="00C17525" w:rsidRPr="00427C54" w:rsidRDefault="00C17525"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01BD4BD9" w14:textId="56137835" w:rsidR="00AB1219" w:rsidRDefault="00AB1219" w:rsidP="00D52F38">
      <w:pPr>
        <w:pStyle w:val="Fliesstext"/>
        <w:rPr>
          <w:lang w:val="de-CH"/>
        </w:rPr>
      </w:pPr>
    </w:p>
    <w:p w14:paraId="365612C7" w14:textId="77777777" w:rsidR="00F11295" w:rsidRDefault="00F11295" w:rsidP="00D52F38">
      <w:pPr>
        <w:pStyle w:val="Fliesstext"/>
        <w:rPr>
          <w:lang w:val="de-CH"/>
        </w:rPr>
      </w:pPr>
    </w:p>
    <w:p w14:paraId="460FBD39" w14:textId="3E6692BA" w:rsidR="00F11295" w:rsidRDefault="00F11295">
      <w:pPr>
        <w:spacing w:line="240" w:lineRule="auto"/>
        <w:ind w:left="0"/>
        <w:rPr>
          <w:lang w:val="de-CH"/>
        </w:rPr>
      </w:pPr>
      <w:r>
        <w:rPr>
          <w:lang w:val="de-CH"/>
        </w:rPr>
        <w:br w:type="page"/>
      </w:r>
    </w:p>
    <w:p w14:paraId="03AB1212" w14:textId="663E4E80" w:rsidR="00F11295" w:rsidRPr="00427C54" w:rsidRDefault="00F11295" w:rsidP="00F11295">
      <w:pPr>
        <w:pStyle w:val="Heading2"/>
        <w:pageBreakBefore/>
        <w:numPr>
          <w:ilvl w:val="1"/>
          <w:numId w:val="1"/>
        </w:numPr>
        <w:tabs>
          <w:tab w:val="clear" w:pos="1701"/>
          <w:tab w:val="num" w:pos="4112"/>
        </w:tabs>
        <w:ind w:left="851" w:hanging="851"/>
      </w:pPr>
      <w:bookmarkStart w:id="42" w:name="_Toc168578827"/>
      <w:r>
        <w:lastRenderedPageBreak/>
        <w:t>eBill Direct Debit</w:t>
      </w:r>
      <w:bookmarkEnd w:id="42"/>
    </w:p>
    <w:p w14:paraId="0017CAE8" w14:textId="66B31DD3" w:rsidR="00F11295" w:rsidRDefault="00712DCF" w:rsidP="00E4319E">
      <w:pPr>
        <w:pStyle w:val="Heading3"/>
        <w:numPr>
          <w:ilvl w:val="2"/>
          <w:numId w:val="1"/>
        </w:numPr>
        <w:tabs>
          <w:tab w:val="clear" w:pos="1701"/>
        </w:tabs>
        <w:ind w:left="709" w:hanging="851"/>
      </w:pPr>
      <w:bookmarkStart w:id="43" w:name="_Toc156202581"/>
      <w:bookmarkStart w:id="44" w:name="_Toc168578828"/>
      <w:r w:rsidRPr="005C2DC8">
        <w:t xml:space="preserve">Rechnungssteller </w:t>
      </w:r>
      <w:r>
        <w:t>registrieren und für eBill Direct Debit freischalten</w:t>
      </w:r>
      <w:bookmarkEnd w:id="43"/>
      <w:bookmarkEnd w:id="44"/>
    </w:p>
    <w:p w14:paraId="4CBF0DA0" w14:textId="243206C7" w:rsidR="00E4319E" w:rsidRDefault="005925EA" w:rsidP="00E4319E">
      <w:pPr>
        <w:pStyle w:val="Abstand11BZ"/>
        <w:rPr>
          <w:lang w:val="de-CH"/>
        </w:rPr>
      </w:pPr>
      <w:r w:rsidRPr="005C2DC8">
        <w:t>Dieser Anwendungsfall ist ein zentrales Element der Dienstleistungserbringung von SIX und ermöglicht das Onboarding von Rechnungsstellern für die Dienstleistung eBill</w:t>
      </w:r>
      <w:r>
        <w:t xml:space="preserve"> inklusive der Funktionalität eBill Direct Debit</w:t>
      </w:r>
      <w:r w:rsidRPr="005C2DC8">
        <w:t>.</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5925EA" w:rsidRPr="00427C54" w14:paraId="65BF8704"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4C654014" w14:textId="77777777" w:rsidR="005925EA" w:rsidRPr="00427C54" w:rsidRDefault="005925EA">
            <w:pPr>
              <w:pStyle w:val="Tabelle"/>
              <w:rPr>
                <w:lang w:val="de-CH"/>
              </w:rPr>
            </w:pPr>
            <w:r w:rsidRPr="00427C54">
              <w:rPr>
                <w:lang w:val="de-CH"/>
              </w:rP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635814FB" w14:textId="77777777" w:rsidR="005925EA" w:rsidRPr="00427C54" w:rsidRDefault="005925EA">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4529D998" w14:textId="77777777" w:rsidR="005925EA" w:rsidRPr="00427C54" w:rsidRDefault="005925EA">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18D7215" w14:textId="77777777" w:rsidR="005925EA" w:rsidRPr="00427C54" w:rsidRDefault="005925EA">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5A5E95F9" w14:textId="77777777" w:rsidR="005925EA" w:rsidRPr="00427C54" w:rsidRDefault="005925EA">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79AC6585" w14:textId="77777777" w:rsidR="005925EA" w:rsidRPr="00427C54" w:rsidRDefault="005925EA">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Pr>
                <w:lang w:val="de-CH"/>
              </w:rPr>
              <w:t>etc.</w:t>
            </w:r>
          </w:p>
        </w:tc>
      </w:tr>
      <w:tr w:rsidR="005925EA" w:rsidRPr="00427C54" w14:paraId="669C442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7FAB8D46" w14:textId="292BF7DD" w:rsidR="005925EA" w:rsidRPr="00427C54" w:rsidRDefault="00EE205B">
            <w:pPr>
              <w:pStyle w:val="Tabelle"/>
              <w:rPr>
                <w:lang w:val="de-CH"/>
              </w:rPr>
            </w:pPr>
            <w:r>
              <w:rPr>
                <w:lang w:val="de-CH"/>
              </w:rPr>
              <w:t>20</w:t>
            </w:r>
            <w:r w:rsidR="005925EA" w:rsidRPr="00427C54">
              <w:rPr>
                <w:lang w:val="de-CH"/>
              </w:rPr>
              <w:t>.1</w:t>
            </w:r>
          </w:p>
        </w:tc>
        <w:tc>
          <w:tcPr>
            <w:tcW w:w="3279" w:type="dxa"/>
            <w:tcBorders>
              <w:left w:val="none" w:sz="0" w:space="0" w:color="auto"/>
              <w:right w:val="none" w:sz="0" w:space="0" w:color="auto"/>
            </w:tcBorders>
            <w:shd w:val="clear" w:color="auto" w:fill="auto"/>
          </w:tcPr>
          <w:p w14:paraId="4F4DBA4A" w14:textId="17842A90" w:rsidR="002D36EF" w:rsidRPr="002D36EF" w:rsidRDefault="002D36EF" w:rsidP="002D36EF">
            <w:pPr>
              <w:pStyle w:val="Fliesstext"/>
              <w:ind w:left="0"/>
              <w:cnfStyle w:val="000000100000" w:firstRow="0" w:lastRow="0" w:firstColumn="0" w:lastColumn="0" w:oddVBand="0" w:evenVBand="0" w:oddHBand="1" w:evenHBand="0" w:firstRowFirstColumn="0" w:firstRowLastColumn="0" w:lastRowFirstColumn="0" w:lastRowLastColumn="0"/>
              <w:rPr>
                <w:rFonts w:cs="Noto Sans"/>
              </w:rPr>
            </w:pPr>
            <w:r w:rsidRPr="002D36EF">
              <w:rPr>
                <w:rFonts w:cs="Noto Sans"/>
              </w:rPr>
              <w:t>Anlegen/Registrieren eines neuen Rechnungsstellers.</w:t>
            </w:r>
          </w:p>
          <w:p w14:paraId="7357BB0D" w14:textId="73F0965A" w:rsidR="005925EA" w:rsidRPr="00427C54" w:rsidRDefault="002D36EF" w:rsidP="002D36EF">
            <w:pPr>
              <w:pStyle w:val="Tabelle"/>
              <w:cnfStyle w:val="000000100000" w:firstRow="0" w:lastRow="0" w:firstColumn="0" w:lastColumn="0" w:oddVBand="0" w:evenVBand="0" w:oddHBand="1" w:evenHBand="0" w:firstRowFirstColumn="0" w:firstRowLastColumn="0" w:lastRowFirstColumn="0" w:lastRowLastColumn="0"/>
              <w:rPr>
                <w:lang w:val="de-CH"/>
              </w:rPr>
            </w:pPr>
            <w:r w:rsidRPr="002D36EF">
              <w:rPr>
                <w:rFonts w:cs="Noto Sans"/>
              </w:rPr>
              <w:t>Der Rechnungssteller wird für die Funktion eBill Direct Debit freigeschaltet.</w:t>
            </w:r>
          </w:p>
        </w:tc>
        <w:tc>
          <w:tcPr>
            <w:tcW w:w="1518" w:type="dxa"/>
            <w:tcBorders>
              <w:left w:val="none" w:sz="0" w:space="0" w:color="auto"/>
              <w:right w:val="none" w:sz="0" w:space="0" w:color="auto"/>
            </w:tcBorders>
            <w:shd w:val="clear" w:color="auto" w:fill="auto"/>
          </w:tcPr>
          <w:p w14:paraId="07AFCF0C" w14:textId="41E9FD51" w:rsidR="005925EA" w:rsidRPr="00427C54" w:rsidRDefault="005925EA">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7EA6B36E" w14:textId="77777777" w:rsidR="005925EA" w:rsidRPr="00427C54" w:rsidRDefault="005925EA">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right w:val="none" w:sz="0" w:space="0" w:color="auto"/>
            </w:tcBorders>
            <w:shd w:val="clear" w:color="auto" w:fill="auto"/>
          </w:tcPr>
          <w:p w14:paraId="5C3E8C61" w14:textId="77777777" w:rsidR="005925EA" w:rsidRPr="00427C54" w:rsidRDefault="005925EA">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485A2292" w14:textId="77777777" w:rsidR="00E4319E" w:rsidRDefault="00E4319E" w:rsidP="00E4319E">
      <w:pPr>
        <w:pStyle w:val="Abstand11BZ"/>
        <w:rPr>
          <w:lang w:val="de-CH"/>
        </w:rPr>
      </w:pPr>
    </w:p>
    <w:p w14:paraId="17F2BD48" w14:textId="091F640F" w:rsidR="00A34B23" w:rsidRDefault="00A34B23">
      <w:pPr>
        <w:spacing w:line="240" w:lineRule="auto"/>
        <w:ind w:left="0"/>
        <w:rPr>
          <w:lang w:val="de-CH"/>
        </w:rPr>
      </w:pPr>
      <w:r>
        <w:rPr>
          <w:lang w:val="de-CH"/>
        </w:rPr>
        <w:br w:type="page"/>
      </w:r>
    </w:p>
    <w:p w14:paraId="34989763" w14:textId="77777777" w:rsidR="00A34B23" w:rsidRDefault="00A34B23" w:rsidP="00A34B23">
      <w:pPr>
        <w:pStyle w:val="Heading3"/>
        <w:numPr>
          <w:ilvl w:val="2"/>
          <w:numId w:val="1"/>
        </w:numPr>
        <w:tabs>
          <w:tab w:val="clear" w:pos="1701"/>
        </w:tabs>
        <w:ind w:left="709" w:hanging="851"/>
      </w:pPr>
      <w:bookmarkStart w:id="45" w:name="_Toc156202582"/>
      <w:bookmarkStart w:id="46" w:name="_Toc168578829"/>
      <w:r w:rsidRPr="005C2DC8">
        <w:lastRenderedPageBreak/>
        <w:t>Rechnungssteller</w:t>
      </w:r>
      <w:r>
        <w:t>: Eintrag für eBill Direct Debit bewirtschaften</w:t>
      </w:r>
      <w:bookmarkEnd w:id="45"/>
      <w:bookmarkEnd w:id="46"/>
    </w:p>
    <w:p w14:paraId="5CF4900C" w14:textId="070CBCFD" w:rsidR="00A34B23" w:rsidRPr="001A2E4A" w:rsidRDefault="00A34B23" w:rsidP="00A34B23">
      <w:pPr>
        <w:pStyle w:val="Abstand11BZ"/>
      </w:pPr>
      <w:r>
        <w:t xml:space="preserve">Die Einstellung ob ein Rechnungssteller eBill Direct Debit unterstützt wird aktiviert oder </w:t>
      </w:r>
      <w:r w:rsidR="00B376E7">
        <w:t>deaktiviert</w:t>
      </w:r>
      <w:r>
        <w:t xml:space="preserve">. </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A34B23" w:rsidRPr="00427C54" w14:paraId="0A21053A"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C2941AD" w14:textId="77777777" w:rsidR="00A34B23" w:rsidRPr="00427C54" w:rsidRDefault="00A34B23">
            <w:pPr>
              <w:pStyle w:val="Tabelle"/>
              <w:rPr>
                <w:lang w:val="de-CH"/>
              </w:rPr>
            </w:pPr>
            <w:r w:rsidRPr="00427C54">
              <w:rPr>
                <w:lang w:val="de-CH"/>
              </w:rP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75C956A5" w14:textId="77777777" w:rsidR="00A34B23" w:rsidRPr="00427C54" w:rsidRDefault="00A34B2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480DFF1D" w14:textId="77777777" w:rsidR="00A34B23" w:rsidRPr="00427C54" w:rsidRDefault="00A34B23">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5C00C916" w14:textId="77777777" w:rsidR="00A34B23" w:rsidRPr="00427C54" w:rsidRDefault="00A34B23">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252F2AC2" w14:textId="77777777" w:rsidR="00A34B23" w:rsidRPr="00427C54" w:rsidRDefault="00A34B23">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1D881F2F" w14:textId="77777777" w:rsidR="00A34B23" w:rsidRPr="00427C54" w:rsidRDefault="00A34B2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Pr>
                <w:lang w:val="de-CH"/>
              </w:rPr>
              <w:t>etc.</w:t>
            </w:r>
          </w:p>
        </w:tc>
      </w:tr>
      <w:tr w:rsidR="00A364DF" w:rsidRPr="00427C54" w14:paraId="179FEA3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2FD2298F" w14:textId="13E14C96" w:rsidR="00A364DF" w:rsidRPr="00427C54" w:rsidRDefault="00A364DF" w:rsidP="00A364DF">
            <w:pPr>
              <w:pStyle w:val="Tabelle"/>
              <w:rPr>
                <w:lang w:val="de-CH"/>
              </w:rPr>
            </w:pPr>
            <w:r>
              <w:rPr>
                <w:lang w:val="de-CH"/>
              </w:rPr>
              <w:t>2</w:t>
            </w:r>
            <w:r w:rsidR="00EE205B">
              <w:rPr>
                <w:lang w:val="de-CH"/>
              </w:rPr>
              <w:t>1</w:t>
            </w:r>
            <w:r w:rsidRPr="00427C54">
              <w:rPr>
                <w:lang w:val="de-CH"/>
              </w:rPr>
              <w:t>.1</w:t>
            </w:r>
          </w:p>
        </w:tc>
        <w:tc>
          <w:tcPr>
            <w:tcW w:w="3279" w:type="dxa"/>
            <w:tcBorders>
              <w:left w:val="none" w:sz="0" w:space="0" w:color="auto"/>
              <w:right w:val="none" w:sz="0" w:space="0" w:color="auto"/>
            </w:tcBorders>
            <w:shd w:val="clear" w:color="auto" w:fill="auto"/>
          </w:tcPr>
          <w:p w14:paraId="6FBDEDE8" w14:textId="77777777" w:rsidR="00A364DF" w:rsidRPr="009706FF" w:rsidRDefault="00A364DF" w:rsidP="00A364DF">
            <w:pPr>
              <w:pStyle w:val="Fliesstext"/>
              <w:pageBreakBefore/>
              <w:ind w:left="0"/>
              <w:cnfStyle w:val="000000100000" w:firstRow="0" w:lastRow="0" w:firstColumn="0" w:lastColumn="0" w:oddVBand="0" w:evenVBand="0" w:oddHBand="1" w:evenHBand="0" w:firstRowFirstColumn="0" w:firstRowLastColumn="0" w:lastRowFirstColumn="0" w:lastRowLastColumn="0"/>
              <w:rPr>
                <w:rFonts w:cs="Noto Sans"/>
              </w:rPr>
            </w:pPr>
            <w:r w:rsidRPr="009706FF">
              <w:rPr>
                <w:rFonts w:cs="Noto Sans"/>
              </w:rPr>
              <w:t>eBill Direct Debit Konfiguration für den Rechnungssteller ändern.</w:t>
            </w:r>
          </w:p>
          <w:p w14:paraId="645CBDF0" w14:textId="209EAE6D" w:rsidR="00A364DF" w:rsidRPr="009706FF" w:rsidRDefault="00736888" w:rsidP="00A364DF">
            <w:pPr>
              <w:pStyle w:val="Fliesstext"/>
              <w:pageBreakBefore/>
              <w:ind w:left="0"/>
              <w:cnfStyle w:val="000000100000" w:firstRow="0" w:lastRow="0" w:firstColumn="0" w:lastColumn="0" w:oddVBand="0" w:evenVBand="0" w:oddHBand="1" w:evenHBand="0" w:firstRowFirstColumn="0" w:firstRowLastColumn="0" w:lastRowFirstColumn="0" w:lastRowLastColumn="0"/>
              <w:rPr>
                <w:rFonts w:cs="Noto Sans"/>
              </w:rPr>
            </w:pPr>
            <w:r w:rsidRPr="00736888">
              <w:rPr>
                <w:rFonts w:cs="Noto Sans"/>
              </w:rPr>
              <w:t>Konfiguration für eBill Direct Debit von aktiviert auf deaktiviert setzen.</w:t>
            </w:r>
          </w:p>
          <w:p w14:paraId="56DAC54A" w14:textId="0C730C3F" w:rsidR="00A364DF" w:rsidRPr="009706FF" w:rsidRDefault="00A364DF" w:rsidP="00A364DF">
            <w:pPr>
              <w:pStyle w:val="Tabelle"/>
              <w:cnfStyle w:val="000000100000" w:firstRow="0" w:lastRow="0" w:firstColumn="0" w:lastColumn="0" w:oddVBand="0" w:evenVBand="0" w:oddHBand="1" w:evenHBand="0" w:firstRowFirstColumn="0" w:firstRowLastColumn="0" w:lastRowFirstColumn="0" w:lastRowLastColumn="0"/>
              <w:rPr>
                <w:lang w:val="de-CH"/>
              </w:rPr>
            </w:pPr>
          </w:p>
        </w:tc>
        <w:tc>
          <w:tcPr>
            <w:tcW w:w="1518" w:type="dxa"/>
            <w:tcBorders>
              <w:left w:val="none" w:sz="0" w:space="0" w:color="auto"/>
              <w:right w:val="none" w:sz="0" w:space="0" w:color="auto"/>
            </w:tcBorders>
            <w:shd w:val="clear" w:color="auto" w:fill="auto"/>
          </w:tcPr>
          <w:p w14:paraId="21CF86E5" w14:textId="1F8620AA" w:rsidR="00A364DF" w:rsidRPr="00427C54" w:rsidRDefault="00A364DF" w:rsidP="00A364DF">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3176BEF5" w14:textId="77777777" w:rsidR="00A364DF" w:rsidRPr="00427C54" w:rsidRDefault="00A364DF" w:rsidP="00A364DF">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right w:val="none" w:sz="0" w:space="0" w:color="auto"/>
            </w:tcBorders>
            <w:shd w:val="clear" w:color="auto" w:fill="auto"/>
          </w:tcPr>
          <w:p w14:paraId="33888696" w14:textId="77777777" w:rsidR="00A364DF" w:rsidRPr="00427C54" w:rsidRDefault="00A364DF" w:rsidP="00A364DF">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A364DF" w:rsidRPr="00427C54" w14:paraId="21B3F104" w14:textId="77777777">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6CE8B231" w14:textId="2C11798B" w:rsidR="00A364DF" w:rsidRPr="00427C54" w:rsidRDefault="00A364DF" w:rsidP="00A364DF">
            <w:pPr>
              <w:pStyle w:val="Tabelle"/>
              <w:rPr>
                <w:lang w:val="de-CH"/>
              </w:rPr>
            </w:pPr>
            <w:r>
              <w:rPr>
                <w:lang w:val="de-CH"/>
              </w:rPr>
              <w:t>2</w:t>
            </w:r>
            <w:r w:rsidR="00EE205B">
              <w:rPr>
                <w:lang w:val="de-CH"/>
              </w:rPr>
              <w:t>1</w:t>
            </w:r>
            <w:r w:rsidRPr="00427C54">
              <w:rPr>
                <w:lang w:val="de-CH"/>
              </w:rPr>
              <w:t>.2</w:t>
            </w:r>
          </w:p>
        </w:tc>
        <w:tc>
          <w:tcPr>
            <w:tcW w:w="3279" w:type="dxa"/>
            <w:shd w:val="clear" w:color="auto" w:fill="auto"/>
          </w:tcPr>
          <w:p w14:paraId="749B497D" w14:textId="77777777" w:rsidR="009706FF" w:rsidRPr="009706FF" w:rsidRDefault="009706FF" w:rsidP="009706FF">
            <w:pPr>
              <w:pStyle w:val="Fliesstext"/>
              <w:pageBreakBefore/>
              <w:ind w:left="0"/>
              <w:cnfStyle w:val="000000000000" w:firstRow="0" w:lastRow="0" w:firstColumn="0" w:lastColumn="0" w:oddVBand="0" w:evenVBand="0" w:oddHBand="0" w:evenHBand="0" w:firstRowFirstColumn="0" w:firstRowLastColumn="0" w:lastRowFirstColumn="0" w:lastRowLastColumn="0"/>
              <w:rPr>
                <w:rFonts w:cs="Noto Sans"/>
              </w:rPr>
            </w:pPr>
            <w:r w:rsidRPr="009706FF">
              <w:rPr>
                <w:rFonts w:cs="Noto Sans"/>
              </w:rPr>
              <w:t>eBill Direct Debit Konfiguration für den Rechnungssteller ändern.</w:t>
            </w:r>
          </w:p>
          <w:p w14:paraId="045F2E55" w14:textId="5AA6C14F" w:rsidR="009706FF" w:rsidRPr="009706FF" w:rsidRDefault="009706FF" w:rsidP="009706FF">
            <w:pPr>
              <w:pStyle w:val="Fliesstext"/>
              <w:pageBreakBefore/>
              <w:ind w:left="0"/>
              <w:cnfStyle w:val="000000000000" w:firstRow="0" w:lastRow="0" w:firstColumn="0" w:lastColumn="0" w:oddVBand="0" w:evenVBand="0" w:oddHBand="0" w:evenHBand="0" w:firstRowFirstColumn="0" w:firstRowLastColumn="0" w:lastRowFirstColumn="0" w:lastRowLastColumn="0"/>
              <w:rPr>
                <w:rFonts w:cs="Noto Sans"/>
              </w:rPr>
            </w:pPr>
            <w:r w:rsidRPr="009706FF">
              <w:rPr>
                <w:rFonts w:cs="Noto Sans"/>
              </w:rPr>
              <w:t xml:space="preserve">Konfiguration für eBill Direct Debit von </w:t>
            </w:r>
            <w:r w:rsidR="00736888">
              <w:rPr>
                <w:rFonts w:cs="Noto Sans"/>
              </w:rPr>
              <w:t>deaktiviert</w:t>
            </w:r>
            <w:r w:rsidRPr="009706FF">
              <w:rPr>
                <w:rFonts w:cs="Noto Sans"/>
              </w:rPr>
              <w:t xml:space="preserve"> auf aktiv</w:t>
            </w:r>
            <w:r w:rsidR="00B376E7">
              <w:rPr>
                <w:rFonts w:cs="Noto Sans"/>
              </w:rPr>
              <w:t>iert</w:t>
            </w:r>
            <w:r w:rsidRPr="009706FF">
              <w:rPr>
                <w:rFonts w:cs="Noto Sans"/>
              </w:rPr>
              <w:t xml:space="preserve"> setzen.</w:t>
            </w:r>
          </w:p>
          <w:p w14:paraId="3608F1D2" w14:textId="77777777" w:rsidR="00A364DF" w:rsidRPr="009706FF" w:rsidRDefault="00A364DF" w:rsidP="00A364DF">
            <w:pPr>
              <w:pStyle w:val="Tabelle"/>
              <w:cnfStyle w:val="000000000000" w:firstRow="0" w:lastRow="0" w:firstColumn="0" w:lastColumn="0" w:oddVBand="0" w:evenVBand="0" w:oddHBand="0" w:evenHBand="0" w:firstRowFirstColumn="0" w:firstRowLastColumn="0" w:lastRowFirstColumn="0" w:lastRowLastColumn="0"/>
            </w:pPr>
          </w:p>
        </w:tc>
        <w:tc>
          <w:tcPr>
            <w:tcW w:w="1518" w:type="dxa"/>
            <w:shd w:val="clear" w:color="auto" w:fill="auto"/>
          </w:tcPr>
          <w:p w14:paraId="1031CE0C" w14:textId="2E541D73" w:rsidR="00A364DF" w:rsidRPr="00427C54" w:rsidRDefault="00A364DF" w:rsidP="00A364DF">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shd w:val="clear" w:color="auto" w:fill="auto"/>
          </w:tcPr>
          <w:p w14:paraId="61BA6425" w14:textId="77777777" w:rsidR="00A364DF" w:rsidRPr="00427C54" w:rsidRDefault="00A364DF" w:rsidP="00A364DF">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153" w:type="dxa"/>
            <w:shd w:val="clear" w:color="auto" w:fill="auto"/>
          </w:tcPr>
          <w:p w14:paraId="46A0CBB6" w14:textId="77777777" w:rsidR="00A364DF" w:rsidRPr="00427C54" w:rsidRDefault="00A364DF" w:rsidP="00A364DF">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144E3B9D" w14:textId="77777777" w:rsidR="00E4319E" w:rsidRPr="00A34B23" w:rsidRDefault="00E4319E" w:rsidP="00E4319E">
      <w:pPr>
        <w:pStyle w:val="Abstand11BZ"/>
      </w:pPr>
    </w:p>
    <w:p w14:paraId="45D94CF9" w14:textId="1AB1AC7E" w:rsidR="0003665B" w:rsidRDefault="0003665B">
      <w:pPr>
        <w:spacing w:line="240" w:lineRule="auto"/>
        <w:ind w:left="0"/>
      </w:pPr>
      <w:r>
        <w:br w:type="page"/>
      </w:r>
    </w:p>
    <w:p w14:paraId="5432BBC6" w14:textId="6F319C93" w:rsidR="0085614F" w:rsidRDefault="0085614F" w:rsidP="0085614F">
      <w:pPr>
        <w:pStyle w:val="Heading3"/>
        <w:numPr>
          <w:ilvl w:val="2"/>
          <w:numId w:val="1"/>
        </w:numPr>
        <w:tabs>
          <w:tab w:val="clear" w:pos="1701"/>
        </w:tabs>
        <w:ind w:left="709" w:hanging="851"/>
      </w:pPr>
      <w:bookmarkStart w:id="47" w:name="_Toc168578830"/>
      <w:r>
        <w:lastRenderedPageBreak/>
        <w:t>eBill Direct Debit Einladungen zusammen mit Look Up</w:t>
      </w:r>
      <w:bookmarkEnd w:id="47"/>
    </w:p>
    <w:p w14:paraId="395A8361" w14:textId="77777777" w:rsidR="0085614F" w:rsidRPr="002E08DE" w:rsidRDefault="0085614F" w:rsidP="0085614F">
      <w:pPr>
        <w:pStyle w:val="Abstand11BZ"/>
      </w:pPr>
      <w:r>
        <w:t>Ein Rechnungssteller kann einen Rechnungsempfänger dazu einladen, eBill Direct Debit zu unterstützen und somit eBill Direct Debit Forderungen zu erhalten.</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85614F" w:rsidRPr="00427C54" w14:paraId="14D54493" w14:textId="77777777" w:rsidTr="008561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single" w:sz="4" w:space="0" w:color="auto"/>
              <w:right w:val="none" w:sz="0" w:space="0" w:color="auto"/>
            </w:tcBorders>
            <w:shd w:val="clear" w:color="auto" w:fill="CDC7C1"/>
          </w:tcPr>
          <w:p w14:paraId="606F0205" w14:textId="77777777" w:rsidR="0085614F" w:rsidRPr="00427C54" w:rsidRDefault="0085614F">
            <w:pPr>
              <w:pStyle w:val="Tabelle"/>
              <w:rPr>
                <w:lang w:val="de-CH"/>
              </w:rPr>
            </w:pPr>
            <w:r w:rsidRPr="00427C54">
              <w:rPr>
                <w:lang w:val="de-CH"/>
              </w:rPr>
              <w:t>ID</w:t>
            </w:r>
          </w:p>
        </w:tc>
        <w:tc>
          <w:tcPr>
            <w:tcW w:w="3279" w:type="dxa"/>
            <w:tcBorders>
              <w:top w:val="none" w:sz="0" w:space="0" w:color="auto"/>
              <w:left w:val="none" w:sz="0" w:space="0" w:color="auto"/>
              <w:bottom w:val="single" w:sz="4" w:space="0" w:color="auto"/>
              <w:right w:val="none" w:sz="0" w:space="0" w:color="auto"/>
            </w:tcBorders>
            <w:shd w:val="clear" w:color="auto" w:fill="CDC7C1"/>
          </w:tcPr>
          <w:p w14:paraId="1DAD553B" w14:textId="77777777" w:rsidR="0085614F" w:rsidRPr="00427C54" w:rsidRDefault="0085614F">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single" w:sz="4" w:space="0" w:color="auto"/>
              <w:right w:val="none" w:sz="0" w:space="0" w:color="auto"/>
            </w:tcBorders>
            <w:shd w:val="clear" w:color="auto" w:fill="CDC7C1"/>
          </w:tcPr>
          <w:p w14:paraId="1DAB82FD" w14:textId="77777777" w:rsidR="0085614F" w:rsidRPr="00427C54" w:rsidRDefault="0085614F">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single" w:sz="4" w:space="0" w:color="auto"/>
              <w:right w:val="none" w:sz="0" w:space="0" w:color="auto"/>
            </w:tcBorders>
            <w:shd w:val="clear" w:color="auto" w:fill="CDC7C1"/>
          </w:tcPr>
          <w:p w14:paraId="57CCF37C" w14:textId="77777777" w:rsidR="0085614F" w:rsidRPr="00427C54" w:rsidRDefault="0085614F">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6CA5B223" w14:textId="77777777" w:rsidR="0085614F" w:rsidRPr="00427C54" w:rsidRDefault="0085614F">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(OK/NOK/Skip)</w:t>
            </w:r>
          </w:p>
        </w:tc>
        <w:tc>
          <w:tcPr>
            <w:tcW w:w="7153" w:type="dxa"/>
            <w:tcBorders>
              <w:top w:val="none" w:sz="0" w:space="0" w:color="auto"/>
              <w:left w:val="none" w:sz="0" w:space="0" w:color="auto"/>
              <w:bottom w:val="single" w:sz="4" w:space="0" w:color="auto"/>
              <w:right w:val="none" w:sz="0" w:space="0" w:color="auto"/>
            </w:tcBorders>
            <w:shd w:val="clear" w:color="auto" w:fill="CDC7C1"/>
          </w:tcPr>
          <w:p w14:paraId="2BAFDD9B" w14:textId="77777777" w:rsidR="0085614F" w:rsidRPr="00427C54" w:rsidRDefault="0085614F">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Pr>
                <w:lang w:val="de-CH"/>
              </w:rPr>
              <w:t>etc.</w:t>
            </w:r>
          </w:p>
        </w:tc>
      </w:tr>
      <w:tr w:rsidR="0085614F" w:rsidRPr="00427C54" w14:paraId="290D3604" w14:textId="77777777" w:rsidTr="008561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34F8EA7A" w14:textId="077B1EC0" w:rsidR="0085614F" w:rsidRDefault="0085614F">
            <w:pPr>
              <w:pStyle w:val="Tabelle"/>
              <w:rPr>
                <w:lang w:val="de-CH"/>
              </w:rPr>
            </w:pPr>
            <w:r>
              <w:rPr>
                <w:lang w:val="de-CH"/>
              </w:rPr>
              <w:t>2</w:t>
            </w:r>
            <w:r w:rsidR="00EE205B">
              <w:rPr>
                <w:lang w:val="de-CH"/>
              </w:rPr>
              <w:t>2</w:t>
            </w:r>
            <w:r>
              <w:rPr>
                <w:lang w:val="de-CH"/>
              </w:rPr>
              <w:t>.1</w:t>
            </w:r>
          </w:p>
        </w:tc>
        <w:tc>
          <w:tcPr>
            <w:tcW w:w="3279" w:type="dxa"/>
            <w:tcBorders>
              <w:left w:val="single" w:sz="4" w:space="0" w:color="auto"/>
              <w:right w:val="single" w:sz="4" w:space="0" w:color="auto"/>
            </w:tcBorders>
            <w:shd w:val="clear" w:color="auto" w:fill="auto"/>
          </w:tcPr>
          <w:p w14:paraId="4C481686" w14:textId="1DEA0F08" w:rsidR="0085614F" w:rsidRPr="00C564F3" w:rsidRDefault="00AD5E45" w:rsidP="00AD5E45">
            <w:pPr>
              <w:pStyle w:val="Tabelle"/>
              <w:cnfStyle w:val="000000100000" w:firstRow="0" w:lastRow="0" w:firstColumn="0" w:lastColumn="0" w:oddVBand="0" w:evenVBand="0" w:oddHBand="1" w:evenHBand="0" w:firstRowFirstColumn="0" w:firstRowLastColumn="0" w:lastRowFirstColumn="0" w:lastRowLastColumn="0"/>
              <w:rPr>
                <w:rFonts w:cs="Noto Sans"/>
              </w:rPr>
            </w:pPr>
            <w:r w:rsidRPr="00AD5E45">
              <w:rPr>
                <w:rFonts w:cs="Noto Sans"/>
              </w:rPr>
              <w:t>Prüfen, ob ein Rechnungs</w:t>
            </w:r>
            <w:r w:rsidRPr="00AD5E45">
              <w:rPr>
                <w:rFonts w:cs="Noto Sans"/>
              </w:rPr>
              <w:softHyphen/>
              <w:t>empfänger existiert. Rechnungsempfänger wird gefunden.</w:t>
            </w:r>
          </w:p>
        </w:tc>
        <w:tc>
          <w:tcPr>
            <w:tcW w:w="1518" w:type="dxa"/>
            <w:tcBorders>
              <w:left w:val="single" w:sz="4" w:space="0" w:color="auto"/>
              <w:right w:val="single" w:sz="4" w:space="0" w:color="auto"/>
            </w:tcBorders>
            <w:shd w:val="clear" w:color="auto" w:fill="auto"/>
          </w:tcPr>
          <w:p w14:paraId="0494E21C" w14:textId="7FA93635" w:rsidR="0085614F" w:rsidRPr="00427C54" w:rsidRDefault="00A63952">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Pr>
                <w:lang w:val="de-CH"/>
              </w:rPr>
              <w:t>SD</w:t>
            </w:r>
          </w:p>
        </w:tc>
        <w:tc>
          <w:tcPr>
            <w:tcW w:w="1800" w:type="dxa"/>
            <w:tcBorders>
              <w:left w:val="single" w:sz="4" w:space="0" w:color="auto"/>
              <w:right w:val="single" w:sz="4" w:space="0" w:color="auto"/>
            </w:tcBorders>
            <w:shd w:val="clear" w:color="auto" w:fill="auto"/>
          </w:tcPr>
          <w:p w14:paraId="5EB2EDF7" w14:textId="77777777" w:rsidR="0085614F" w:rsidRPr="00427C54" w:rsidRDefault="0085614F">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single" w:sz="4" w:space="0" w:color="auto"/>
              <w:right w:val="single" w:sz="4" w:space="0" w:color="auto"/>
            </w:tcBorders>
            <w:shd w:val="clear" w:color="auto" w:fill="auto"/>
          </w:tcPr>
          <w:p w14:paraId="115FF380" w14:textId="77777777" w:rsidR="0085614F" w:rsidRPr="00427C54" w:rsidRDefault="0085614F">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85614F" w:rsidRPr="00427C54" w14:paraId="6419FCBE" w14:textId="77777777">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54B476E5" w14:textId="0698D6BA" w:rsidR="0085614F" w:rsidRPr="00427C54" w:rsidRDefault="0085614F">
            <w:pPr>
              <w:pStyle w:val="Tabelle"/>
              <w:rPr>
                <w:lang w:val="de-CH"/>
              </w:rPr>
            </w:pPr>
            <w:r>
              <w:rPr>
                <w:lang w:val="de-CH"/>
              </w:rPr>
              <w:t>2</w:t>
            </w:r>
            <w:r w:rsidR="00EE205B">
              <w:rPr>
                <w:lang w:val="de-CH"/>
              </w:rPr>
              <w:t>2</w:t>
            </w:r>
            <w:r w:rsidR="00174A36">
              <w:rPr>
                <w:lang w:val="de-CH"/>
              </w:rPr>
              <w:t>.2</w:t>
            </w:r>
          </w:p>
        </w:tc>
        <w:tc>
          <w:tcPr>
            <w:tcW w:w="3279" w:type="dxa"/>
            <w:shd w:val="clear" w:color="auto" w:fill="auto"/>
          </w:tcPr>
          <w:p w14:paraId="6EF81255" w14:textId="77777777" w:rsidR="002D789C" w:rsidRDefault="002D789C" w:rsidP="002D789C">
            <w:pPr>
              <w:pStyle w:val="Tabelle"/>
              <w:cnfStyle w:val="000000000000" w:firstRow="0" w:lastRow="0" w:firstColumn="0" w:lastColumn="0" w:oddVBand="0" w:evenVBand="0" w:oddHBand="0" w:evenHBand="0" w:firstRowFirstColumn="0" w:firstRowLastColumn="0" w:lastRowFirstColumn="0" w:lastRowLastColumn="0"/>
              <w:rPr>
                <w:rFonts w:cs="Noto Sans"/>
              </w:rPr>
            </w:pPr>
            <w:r w:rsidRPr="002D789C">
              <w:rPr>
                <w:rFonts w:cs="Noto Sans"/>
              </w:rPr>
              <w:t>Einliefern einer eBill Direct Debit Einladung.</w:t>
            </w:r>
          </w:p>
          <w:p w14:paraId="5C1912A3" w14:textId="77777777" w:rsidR="00023F00" w:rsidRPr="002D789C" w:rsidRDefault="00023F00" w:rsidP="002D789C">
            <w:pPr>
              <w:pStyle w:val="Tabelle"/>
              <w:cnfStyle w:val="000000000000" w:firstRow="0" w:lastRow="0" w:firstColumn="0" w:lastColumn="0" w:oddVBand="0" w:evenVBand="0" w:oddHBand="0" w:evenHBand="0" w:firstRowFirstColumn="0" w:firstRowLastColumn="0" w:lastRowFirstColumn="0" w:lastRowLastColumn="0"/>
              <w:rPr>
                <w:rFonts w:cs="Noto Sans"/>
              </w:rPr>
            </w:pPr>
          </w:p>
          <w:p w14:paraId="43A8FAD6" w14:textId="3DE42ECE" w:rsidR="0085614F" w:rsidRPr="002D789C" w:rsidRDefault="002D789C" w:rsidP="002D789C">
            <w:pPr>
              <w:pStyle w:val="Tabelle"/>
              <w:cnfStyle w:val="000000000000" w:firstRow="0" w:lastRow="0" w:firstColumn="0" w:lastColumn="0" w:oddVBand="0" w:evenVBand="0" w:oddHBand="0" w:evenHBand="0" w:firstRowFirstColumn="0" w:firstRowLastColumn="0" w:lastRowFirstColumn="0" w:lastRowLastColumn="0"/>
              <w:rPr>
                <w:rFonts w:cs="Noto Sans"/>
              </w:rPr>
            </w:pPr>
            <w:r w:rsidRPr="002D789C">
              <w:rPr>
                <w:rFonts w:cs="Noto Sans"/>
              </w:rPr>
              <w:t>Rechnungsempfänger ist in der eBill Infrastruktur vorhanden und möchte eBill Direct Debit Einladungen erhalten.</w:t>
            </w:r>
          </w:p>
        </w:tc>
        <w:tc>
          <w:tcPr>
            <w:tcW w:w="1518" w:type="dxa"/>
            <w:shd w:val="clear" w:color="auto" w:fill="auto"/>
          </w:tcPr>
          <w:p w14:paraId="44ABB3B1" w14:textId="1C871E43" w:rsidR="0085614F" w:rsidRPr="00427C54" w:rsidRDefault="0085614F">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shd w:val="clear" w:color="auto" w:fill="auto"/>
          </w:tcPr>
          <w:p w14:paraId="0A195FE0" w14:textId="77777777" w:rsidR="0085614F" w:rsidRPr="00427C54" w:rsidRDefault="0085614F">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153" w:type="dxa"/>
            <w:shd w:val="clear" w:color="auto" w:fill="auto"/>
          </w:tcPr>
          <w:p w14:paraId="0A7FCE4C" w14:textId="77777777" w:rsidR="0085614F" w:rsidRPr="00427C54" w:rsidRDefault="0085614F">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4381E260" w14:textId="77777777" w:rsidR="0085614F" w:rsidRPr="004B2CF6" w:rsidRDefault="0085614F" w:rsidP="0085614F">
      <w:pPr>
        <w:pStyle w:val="Abstand11BZ"/>
      </w:pPr>
    </w:p>
    <w:p w14:paraId="2D33123A" w14:textId="5C2F94EC" w:rsidR="00A50DC9" w:rsidRDefault="00A50DC9">
      <w:pPr>
        <w:spacing w:line="240" w:lineRule="auto"/>
        <w:ind w:left="0"/>
      </w:pPr>
      <w:r>
        <w:br w:type="page"/>
      </w:r>
    </w:p>
    <w:p w14:paraId="32BDA5D9" w14:textId="77777777" w:rsidR="00A50DC9" w:rsidRDefault="00A50DC9" w:rsidP="00A50DC9">
      <w:pPr>
        <w:pStyle w:val="Heading3"/>
        <w:numPr>
          <w:ilvl w:val="2"/>
          <w:numId w:val="1"/>
        </w:numPr>
        <w:tabs>
          <w:tab w:val="clear" w:pos="1701"/>
        </w:tabs>
        <w:ind w:left="709" w:hanging="851"/>
      </w:pPr>
      <w:bookmarkStart w:id="48" w:name="_Toc168578831"/>
      <w:r>
        <w:lastRenderedPageBreak/>
        <w:t>eBill Direct Debit Forderung einliefern</w:t>
      </w:r>
      <w:bookmarkEnd w:id="48"/>
    </w:p>
    <w:p w14:paraId="30904C73" w14:textId="77777777" w:rsidR="00A50DC9" w:rsidRPr="0079237D" w:rsidRDefault="00A50DC9" w:rsidP="00A50DC9">
      <w:pPr>
        <w:pStyle w:val="Abstand11BZ"/>
      </w:pPr>
      <w:r>
        <w:t>Einliefern von eBill Direct Debit Forderungen für einen bestimmten Rechnungsempfänger.</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A50DC9" w:rsidRPr="00427C54" w14:paraId="24BABEF9"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2AD1B0B8" w14:textId="77777777" w:rsidR="00A50DC9" w:rsidRPr="00427C54" w:rsidRDefault="00A50DC9">
            <w:pPr>
              <w:pStyle w:val="Tabelle"/>
              <w:rPr>
                <w:lang w:val="de-CH"/>
              </w:rPr>
            </w:pPr>
            <w:r w:rsidRPr="00427C54">
              <w:rPr>
                <w:lang w:val="de-CH"/>
              </w:rP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49754D9F" w14:textId="77777777" w:rsidR="00A50DC9" w:rsidRPr="00427C54" w:rsidRDefault="00A50DC9">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342FB13E" w14:textId="77777777" w:rsidR="00A50DC9" w:rsidRPr="00427C54" w:rsidRDefault="00A50DC9">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24AF6141" w14:textId="77777777" w:rsidR="00A50DC9" w:rsidRPr="00427C54" w:rsidRDefault="00A50DC9">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7732CA42" w14:textId="77777777" w:rsidR="00A50DC9" w:rsidRPr="00427C54" w:rsidRDefault="00A50DC9">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72864966" w14:textId="77777777" w:rsidR="00A50DC9" w:rsidRPr="00427C54" w:rsidRDefault="00A50DC9">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Pr>
                <w:lang w:val="de-CH"/>
              </w:rPr>
              <w:t>etc.</w:t>
            </w:r>
          </w:p>
        </w:tc>
      </w:tr>
      <w:tr w:rsidR="00A50DC9" w:rsidRPr="00427C54" w14:paraId="7DCDF01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2B3D261B" w14:textId="01887377" w:rsidR="00A50DC9" w:rsidRPr="00427C54" w:rsidRDefault="00A50DC9">
            <w:pPr>
              <w:pStyle w:val="Tabelle"/>
              <w:rPr>
                <w:lang w:val="de-CH"/>
              </w:rPr>
            </w:pPr>
            <w:r>
              <w:rPr>
                <w:lang w:val="de-CH"/>
              </w:rPr>
              <w:t>2</w:t>
            </w:r>
            <w:r w:rsidR="00EE205B">
              <w:rPr>
                <w:lang w:val="de-CH"/>
              </w:rPr>
              <w:t>3</w:t>
            </w:r>
            <w:r w:rsidRPr="00427C54">
              <w:rPr>
                <w:lang w:val="de-CH"/>
              </w:rPr>
              <w:t>.1</w:t>
            </w:r>
          </w:p>
        </w:tc>
        <w:tc>
          <w:tcPr>
            <w:tcW w:w="3279" w:type="dxa"/>
            <w:tcBorders>
              <w:left w:val="none" w:sz="0" w:space="0" w:color="auto"/>
              <w:right w:val="none" w:sz="0" w:space="0" w:color="auto"/>
            </w:tcBorders>
            <w:shd w:val="clear" w:color="auto" w:fill="auto"/>
          </w:tcPr>
          <w:p w14:paraId="63EBB6DE" w14:textId="77777777" w:rsidR="00A50DC9" w:rsidRPr="003A38B5" w:rsidRDefault="00A50DC9">
            <w:pPr>
              <w:pStyle w:val="Tabelle"/>
              <w:cnfStyle w:val="000000100000" w:firstRow="0" w:lastRow="0" w:firstColumn="0" w:lastColumn="0" w:oddVBand="0" w:evenVBand="0" w:oddHBand="1" w:evenHBand="0" w:firstRowFirstColumn="0" w:firstRowLastColumn="0" w:lastRowFirstColumn="0" w:lastRowLastColumn="0"/>
              <w:rPr>
                <w:lang w:val="de-CH"/>
              </w:rPr>
            </w:pPr>
            <w:r w:rsidRPr="003A38B5">
              <w:rPr>
                <w:rFonts w:cs="Noto Sans"/>
              </w:rPr>
              <w:t>Einliefern einer eBill Direct Debit Forderung.</w:t>
            </w:r>
          </w:p>
        </w:tc>
        <w:tc>
          <w:tcPr>
            <w:tcW w:w="1518" w:type="dxa"/>
            <w:tcBorders>
              <w:left w:val="none" w:sz="0" w:space="0" w:color="auto"/>
              <w:right w:val="none" w:sz="0" w:space="0" w:color="auto"/>
            </w:tcBorders>
            <w:shd w:val="clear" w:color="auto" w:fill="auto"/>
          </w:tcPr>
          <w:p w14:paraId="64D3536A" w14:textId="6DB258F5" w:rsidR="00A50DC9" w:rsidRPr="00427C54" w:rsidRDefault="00A50DC9">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1A33F183" w14:textId="77777777" w:rsidR="00A50DC9" w:rsidRPr="00427C54" w:rsidRDefault="00A50DC9">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right w:val="none" w:sz="0" w:space="0" w:color="auto"/>
            </w:tcBorders>
            <w:shd w:val="clear" w:color="auto" w:fill="auto"/>
          </w:tcPr>
          <w:p w14:paraId="55C4E68F" w14:textId="77777777" w:rsidR="00A50DC9" w:rsidRPr="00427C54" w:rsidRDefault="00A50DC9">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60806AA9" w14:textId="77777777" w:rsidR="00A50DC9" w:rsidRPr="00F03167" w:rsidRDefault="00A50DC9" w:rsidP="00A50DC9">
      <w:pPr>
        <w:pStyle w:val="Abstand11BZ"/>
      </w:pPr>
    </w:p>
    <w:p w14:paraId="3988BA2C" w14:textId="77777777" w:rsidR="00A50DC9" w:rsidRDefault="00A50DC9" w:rsidP="00A50DC9">
      <w:pPr>
        <w:pStyle w:val="Abstand11BZ"/>
        <w:rPr>
          <w:lang w:val="de-CH"/>
        </w:rPr>
      </w:pPr>
    </w:p>
    <w:p w14:paraId="28710936" w14:textId="77777777" w:rsidR="0003665B" w:rsidRDefault="0003665B" w:rsidP="00E4319E">
      <w:pPr>
        <w:pStyle w:val="Abstand11BZ"/>
      </w:pPr>
    </w:p>
    <w:p w14:paraId="50AAAEE0" w14:textId="77777777" w:rsidR="0003665B" w:rsidRDefault="0003665B" w:rsidP="00E4319E">
      <w:pPr>
        <w:pStyle w:val="Abstand11BZ"/>
      </w:pPr>
    </w:p>
    <w:p w14:paraId="5CAB6AB2" w14:textId="77777777" w:rsidR="0003665B" w:rsidRPr="00A34B23" w:rsidRDefault="0003665B" w:rsidP="00E4319E">
      <w:pPr>
        <w:pStyle w:val="Abstand11BZ"/>
      </w:pPr>
    </w:p>
    <w:p w14:paraId="0B168704" w14:textId="77777777" w:rsidR="008C0394" w:rsidRDefault="008C0394">
      <w:pPr>
        <w:spacing w:line="240" w:lineRule="auto"/>
        <w:ind w:left="0"/>
        <w:rPr>
          <w:rFonts w:cs="Noto Sans"/>
          <w:b/>
          <w:sz w:val="24"/>
          <w:szCs w:val="24"/>
          <w:lang w:val="de-CH"/>
        </w:rPr>
      </w:pPr>
      <w:bookmarkStart w:id="49" w:name="_Toc156202583"/>
      <w:r>
        <w:br w:type="page"/>
      </w:r>
    </w:p>
    <w:p w14:paraId="668C2B65" w14:textId="1A8568EA" w:rsidR="00445CF7" w:rsidRDefault="00445CF7" w:rsidP="00445CF7">
      <w:pPr>
        <w:pStyle w:val="Heading3"/>
        <w:numPr>
          <w:ilvl w:val="2"/>
          <w:numId w:val="1"/>
        </w:numPr>
        <w:tabs>
          <w:tab w:val="clear" w:pos="1701"/>
        </w:tabs>
        <w:ind w:left="709" w:hanging="851"/>
      </w:pPr>
      <w:bookmarkStart w:id="50" w:name="_Toc168578832"/>
      <w:r>
        <w:lastRenderedPageBreak/>
        <w:t>Events für eBill Direct Debit Ermächtigungen und Rückforderungen abholen</w:t>
      </w:r>
      <w:bookmarkEnd w:id="49"/>
      <w:bookmarkEnd w:id="50"/>
    </w:p>
    <w:p w14:paraId="2A69B9A7" w14:textId="77777777" w:rsidR="00445CF7" w:rsidRPr="000F7824" w:rsidRDefault="00445CF7" w:rsidP="00445CF7">
      <w:pPr>
        <w:pStyle w:val="Abstand11BZ"/>
      </w:pPr>
      <w:r>
        <w:t>Abholen und verarbeiten von Events welche Einfluss auf die eBill Direct Debit Verarbeitung haben.</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445CF7" w:rsidRPr="00427C54" w14:paraId="053B9206"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B979A7F" w14:textId="77777777" w:rsidR="00445CF7" w:rsidRPr="00427C54" w:rsidRDefault="00445CF7">
            <w:pPr>
              <w:pStyle w:val="Tabelle"/>
              <w:rPr>
                <w:lang w:val="de-CH"/>
              </w:rPr>
            </w:pPr>
            <w:r w:rsidRPr="00427C54">
              <w:rPr>
                <w:lang w:val="de-CH"/>
              </w:rP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220EBEB3" w14:textId="77777777" w:rsidR="00445CF7" w:rsidRPr="00427C54" w:rsidRDefault="00445CF7">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2AB69439" w14:textId="77777777" w:rsidR="00445CF7" w:rsidRPr="00427C54" w:rsidRDefault="00445CF7">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39611537" w14:textId="77777777" w:rsidR="00445CF7" w:rsidRPr="00427C54" w:rsidRDefault="00445CF7">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5C77B5E5" w14:textId="77777777" w:rsidR="00445CF7" w:rsidRPr="00427C54" w:rsidRDefault="00445CF7">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778A0700" w14:textId="77777777" w:rsidR="00445CF7" w:rsidRPr="00427C54" w:rsidRDefault="00445CF7">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Pr>
                <w:lang w:val="de-CH"/>
              </w:rPr>
              <w:t>etc.</w:t>
            </w:r>
          </w:p>
        </w:tc>
      </w:tr>
      <w:tr w:rsidR="00445CF7" w:rsidRPr="00427C54" w14:paraId="11351E1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595DAFF1" w14:textId="02869758" w:rsidR="00445CF7" w:rsidRPr="00427C54" w:rsidRDefault="008C0394">
            <w:pPr>
              <w:pStyle w:val="Tabelle"/>
              <w:rPr>
                <w:lang w:val="de-CH"/>
              </w:rPr>
            </w:pPr>
            <w:r>
              <w:rPr>
                <w:lang w:val="de-CH"/>
              </w:rPr>
              <w:t>2</w:t>
            </w:r>
            <w:r w:rsidR="00EE205B">
              <w:rPr>
                <w:lang w:val="de-CH"/>
              </w:rPr>
              <w:t>4</w:t>
            </w:r>
            <w:r w:rsidR="00445CF7" w:rsidRPr="00427C54">
              <w:rPr>
                <w:lang w:val="de-CH"/>
              </w:rPr>
              <w:t>.1</w:t>
            </w:r>
          </w:p>
        </w:tc>
        <w:tc>
          <w:tcPr>
            <w:tcW w:w="3279" w:type="dxa"/>
            <w:tcBorders>
              <w:left w:val="none" w:sz="0" w:space="0" w:color="auto"/>
              <w:right w:val="none" w:sz="0" w:space="0" w:color="auto"/>
            </w:tcBorders>
            <w:shd w:val="clear" w:color="auto" w:fill="auto"/>
          </w:tcPr>
          <w:p w14:paraId="7A33A07E" w14:textId="774992AA" w:rsidR="00445CF7" w:rsidRPr="00691C5A" w:rsidRDefault="005054DC">
            <w:pPr>
              <w:pStyle w:val="Tabelle"/>
              <w:cnfStyle w:val="000000100000" w:firstRow="0" w:lastRow="0" w:firstColumn="0" w:lastColumn="0" w:oddVBand="0" w:evenVBand="0" w:oddHBand="1" w:evenHBand="0" w:firstRowFirstColumn="0" w:firstRowLastColumn="0" w:lastRowFirstColumn="0" w:lastRowLastColumn="0"/>
              <w:rPr>
                <w:lang w:val="de-CH"/>
              </w:rPr>
            </w:pPr>
            <w:r w:rsidRPr="00691C5A">
              <w:rPr>
                <w:rFonts w:cs="Noto Sans"/>
              </w:rPr>
              <w:t>Events über die eBill Direct Debit Ermächtigung abfragen (Ermächtigung wurde angelegt).</w:t>
            </w:r>
          </w:p>
        </w:tc>
        <w:tc>
          <w:tcPr>
            <w:tcW w:w="1518" w:type="dxa"/>
            <w:tcBorders>
              <w:left w:val="none" w:sz="0" w:space="0" w:color="auto"/>
              <w:right w:val="none" w:sz="0" w:space="0" w:color="auto"/>
            </w:tcBorders>
            <w:shd w:val="clear" w:color="auto" w:fill="auto"/>
          </w:tcPr>
          <w:p w14:paraId="29A0E9DA" w14:textId="64FC5100" w:rsidR="00445CF7" w:rsidRPr="00427C54" w:rsidRDefault="00445CF7">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1D380F36" w14:textId="77777777" w:rsidR="00445CF7" w:rsidRPr="00427C54" w:rsidRDefault="00445CF7">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right w:val="none" w:sz="0" w:space="0" w:color="auto"/>
            </w:tcBorders>
            <w:shd w:val="clear" w:color="auto" w:fill="auto"/>
          </w:tcPr>
          <w:p w14:paraId="0AAC5B3E" w14:textId="77777777" w:rsidR="00445CF7" w:rsidRPr="00427C54" w:rsidRDefault="00445CF7">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445CF7" w:rsidRPr="00427C54" w14:paraId="540C7076" w14:textId="77777777">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3DCFED30" w14:textId="51165529" w:rsidR="00445CF7" w:rsidRPr="00427C54" w:rsidRDefault="008C0394">
            <w:pPr>
              <w:pStyle w:val="Tabelle"/>
              <w:rPr>
                <w:lang w:val="de-CH"/>
              </w:rPr>
            </w:pPr>
            <w:r>
              <w:rPr>
                <w:lang w:val="de-CH"/>
              </w:rPr>
              <w:t>2</w:t>
            </w:r>
            <w:r w:rsidR="00EE205B">
              <w:rPr>
                <w:lang w:val="de-CH"/>
              </w:rPr>
              <w:t>4</w:t>
            </w:r>
            <w:r w:rsidR="00445CF7" w:rsidRPr="00427C54">
              <w:rPr>
                <w:lang w:val="de-CH"/>
              </w:rPr>
              <w:t>.2</w:t>
            </w:r>
          </w:p>
        </w:tc>
        <w:tc>
          <w:tcPr>
            <w:tcW w:w="3279" w:type="dxa"/>
            <w:shd w:val="clear" w:color="auto" w:fill="auto"/>
          </w:tcPr>
          <w:p w14:paraId="6CCB10F1" w14:textId="1E0DA827" w:rsidR="00445CF7" w:rsidRPr="00691C5A" w:rsidRDefault="008930D8">
            <w:pPr>
              <w:pStyle w:val="Tabelle"/>
              <w:cnfStyle w:val="000000000000" w:firstRow="0" w:lastRow="0" w:firstColumn="0" w:lastColumn="0" w:oddVBand="0" w:evenVBand="0" w:oddHBand="0" w:evenHBand="0" w:firstRowFirstColumn="0" w:firstRowLastColumn="0" w:lastRowFirstColumn="0" w:lastRowLastColumn="0"/>
              <w:rPr>
                <w:lang w:val="de-CH"/>
              </w:rPr>
            </w:pPr>
            <w:r w:rsidRPr="00691C5A">
              <w:rPr>
                <w:rFonts w:cs="Noto Sans"/>
              </w:rPr>
              <w:t>Events über die eBill Direct Debit Ermächtigung abfragen (Ermächtigung wurde gelöscht).</w:t>
            </w:r>
          </w:p>
        </w:tc>
        <w:tc>
          <w:tcPr>
            <w:tcW w:w="1518" w:type="dxa"/>
            <w:shd w:val="clear" w:color="auto" w:fill="auto"/>
          </w:tcPr>
          <w:p w14:paraId="4555EAD5" w14:textId="54066D75" w:rsidR="00445CF7" w:rsidRPr="00427C54" w:rsidRDefault="00445CF7">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shd w:val="clear" w:color="auto" w:fill="auto"/>
          </w:tcPr>
          <w:p w14:paraId="0C1EBBD5" w14:textId="77777777" w:rsidR="00445CF7" w:rsidRPr="00427C54" w:rsidRDefault="00445CF7">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153" w:type="dxa"/>
            <w:shd w:val="clear" w:color="auto" w:fill="auto"/>
          </w:tcPr>
          <w:p w14:paraId="121894AD" w14:textId="77777777" w:rsidR="00445CF7" w:rsidRPr="00427C54" w:rsidRDefault="00445CF7">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445CF7" w:rsidRPr="00427C54" w14:paraId="1C192D9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7C4340DF" w14:textId="59792182" w:rsidR="00445CF7" w:rsidRPr="00427C54" w:rsidRDefault="008C0394">
            <w:pPr>
              <w:pStyle w:val="Tabelle"/>
              <w:rPr>
                <w:lang w:val="de-CH"/>
              </w:rPr>
            </w:pPr>
            <w:r>
              <w:rPr>
                <w:lang w:val="de-CH"/>
              </w:rPr>
              <w:t>2</w:t>
            </w:r>
            <w:r w:rsidR="00EE205B">
              <w:rPr>
                <w:lang w:val="de-CH"/>
              </w:rPr>
              <w:t>4</w:t>
            </w:r>
            <w:r w:rsidR="00445CF7" w:rsidRPr="00427C54">
              <w:rPr>
                <w:lang w:val="de-CH"/>
              </w:rPr>
              <w:t>.3</w:t>
            </w:r>
          </w:p>
        </w:tc>
        <w:tc>
          <w:tcPr>
            <w:tcW w:w="3279" w:type="dxa"/>
            <w:tcBorders>
              <w:left w:val="none" w:sz="0" w:space="0" w:color="auto"/>
              <w:right w:val="none" w:sz="0" w:space="0" w:color="auto"/>
            </w:tcBorders>
            <w:shd w:val="clear" w:color="auto" w:fill="auto"/>
          </w:tcPr>
          <w:p w14:paraId="5D1E572D" w14:textId="77777777" w:rsidR="00691C5A" w:rsidRPr="00691C5A" w:rsidRDefault="00691C5A" w:rsidP="00691C5A">
            <w:pPr>
              <w:pStyle w:val="Fliesstext"/>
              <w:pageBreakBefore/>
              <w:ind w:left="0"/>
              <w:cnfStyle w:val="000000100000" w:firstRow="0" w:lastRow="0" w:firstColumn="0" w:lastColumn="0" w:oddVBand="0" w:evenVBand="0" w:oddHBand="1" w:evenHBand="0" w:firstRowFirstColumn="0" w:firstRowLastColumn="0" w:lastRowFirstColumn="0" w:lastRowLastColumn="0"/>
              <w:rPr>
                <w:rFonts w:cs="Noto Sans"/>
              </w:rPr>
            </w:pPr>
            <w:r w:rsidRPr="00691C5A">
              <w:rPr>
                <w:rFonts w:cs="Noto Sans"/>
              </w:rPr>
              <w:t>Statuswechsel von Geschäftsfällen abfragen.</w:t>
            </w:r>
          </w:p>
          <w:p w14:paraId="3B1C9B54" w14:textId="70032F83" w:rsidR="00445CF7" w:rsidRPr="00691C5A" w:rsidRDefault="00691C5A" w:rsidP="00691C5A">
            <w:pPr>
              <w:pStyle w:val="Tabelle"/>
              <w:cnfStyle w:val="000000100000" w:firstRow="0" w:lastRow="0" w:firstColumn="0" w:lastColumn="0" w:oddVBand="0" w:evenVBand="0" w:oddHBand="1" w:evenHBand="0" w:firstRowFirstColumn="0" w:firstRowLastColumn="0" w:lastRowFirstColumn="0" w:lastRowLastColumn="0"/>
              <w:rPr>
                <w:lang w:val="de-CH"/>
              </w:rPr>
            </w:pPr>
            <w:r w:rsidRPr="00691C5A">
              <w:rPr>
                <w:rFonts w:cs="Noto Sans"/>
              </w:rPr>
              <w:t>Eine Rückforderung für eine eBill Direct Debit Forderung wurde ausgelöst.</w:t>
            </w:r>
          </w:p>
        </w:tc>
        <w:tc>
          <w:tcPr>
            <w:tcW w:w="1518" w:type="dxa"/>
            <w:tcBorders>
              <w:left w:val="none" w:sz="0" w:space="0" w:color="auto"/>
              <w:right w:val="none" w:sz="0" w:space="0" w:color="auto"/>
            </w:tcBorders>
            <w:shd w:val="clear" w:color="auto" w:fill="auto"/>
          </w:tcPr>
          <w:p w14:paraId="537FCA25" w14:textId="73310D7E" w:rsidR="00445CF7" w:rsidRPr="00427C54" w:rsidRDefault="00445CF7">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687AC51B" w14:textId="77777777" w:rsidR="00445CF7" w:rsidRPr="00427C54" w:rsidRDefault="00445CF7">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right w:val="none" w:sz="0" w:space="0" w:color="auto"/>
            </w:tcBorders>
            <w:shd w:val="clear" w:color="auto" w:fill="auto"/>
          </w:tcPr>
          <w:p w14:paraId="48E88A94" w14:textId="77777777" w:rsidR="00445CF7" w:rsidRPr="00427C54" w:rsidRDefault="00445CF7">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4F60F2B9" w14:textId="77777777" w:rsidR="00E4319E" w:rsidRDefault="00E4319E" w:rsidP="00E4319E">
      <w:pPr>
        <w:pStyle w:val="Abstand11BZ"/>
      </w:pPr>
    </w:p>
    <w:p w14:paraId="2815ABF0" w14:textId="6DE59F2E" w:rsidR="005C0969" w:rsidRPr="00754A9F" w:rsidRDefault="005C0969" w:rsidP="005C0969">
      <w:pPr>
        <w:pStyle w:val="Heading2"/>
        <w:pageBreakBefore/>
      </w:pPr>
      <w:bookmarkStart w:id="51" w:name="_Toc168578833"/>
      <w:r w:rsidRPr="00754A9F">
        <w:lastRenderedPageBreak/>
        <w:t>Anmeld</w:t>
      </w:r>
      <w:r w:rsidR="00E7285E" w:rsidRPr="00754A9F">
        <w:t>ung beim RS über einen QR-Code</w:t>
      </w:r>
      <w:bookmarkEnd w:id="51"/>
    </w:p>
    <w:p w14:paraId="6271D341" w14:textId="40E66DFF" w:rsidR="005C0969" w:rsidRPr="00E86331" w:rsidRDefault="00E86331" w:rsidP="00E86331">
      <w:pPr>
        <w:pStyle w:val="Fliesstext"/>
      </w:pPr>
      <w:r w:rsidRPr="00754A9F">
        <w:t>Der RS kann einen QR-Code generieren und seinen RE’s zur Verfügung stellen. Über einen solchen QR-Code kann ein RE die Anmeldung bei einem RS initiieren.</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5C0969" w:rsidRPr="00427C54" w14:paraId="0F9E0E8D" w14:textId="77777777" w:rsidTr="00C00E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43C23FE0" w14:textId="77777777" w:rsidR="005C0969" w:rsidRPr="00427C54" w:rsidRDefault="005C0969" w:rsidP="00C00EDC">
            <w:pPr>
              <w:pStyle w:val="Tabelle"/>
              <w:rPr>
                <w:lang w:val="de-CH"/>
              </w:rPr>
            </w:pPr>
            <w:r w:rsidRPr="00427C54">
              <w:rPr>
                <w:lang w:val="de-CH"/>
              </w:rP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0E19575C" w14:textId="77777777" w:rsidR="005C0969" w:rsidRPr="00427C54" w:rsidRDefault="005C0969" w:rsidP="00C00EDC">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7D3915DF" w14:textId="77777777" w:rsidR="005C0969" w:rsidRPr="00427C54" w:rsidRDefault="005C0969" w:rsidP="00C00EDC">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120907B9" w14:textId="77777777" w:rsidR="005C0969" w:rsidRPr="00427C54" w:rsidRDefault="005C0969" w:rsidP="00C00EDC">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7F79F37C" w14:textId="77777777" w:rsidR="005C0969" w:rsidRPr="00427C54" w:rsidRDefault="005C0969" w:rsidP="00C00EDC">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(OK/NOK/Skip)</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047ECD7E" w14:textId="77777777" w:rsidR="005C0969" w:rsidRPr="00427C54" w:rsidRDefault="005C0969" w:rsidP="00C00EDC">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Pr>
                <w:lang w:val="de-CH"/>
              </w:rPr>
              <w:t>etc.</w:t>
            </w:r>
          </w:p>
        </w:tc>
      </w:tr>
      <w:tr w:rsidR="005C0969" w:rsidRPr="00427C54" w14:paraId="716C4D0E" w14:textId="77777777" w:rsidTr="00C00E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3DA0FE68" w14:textId="67A5BF25" w:rsidR="005C0969" w:rsidRPr="00427C54" w:rsidRDefault="00E86331" w:rsidP="00C00EDC">
            <w:pPr>
              <w:pStyle w:val="Tabelle"/>
              <w:rPr>
                <w:lang w:val="de-CH"/>
              </w:rPr>
            </w:pPr>
            <w:r>
              <w:rPr>
                <w:lang w:val="de-CH"/>
              </w:rPr>
              <w:t>2</w:t>
            </w:r>
            <w:r w:rsidR="00EE205B">
              <w:rPr>
                <w:lang w:val="de-CH"/>
              </w:rPr>
              <w:t>5</w:t>
            </w:r>
            <w:r w:rsidR="005C0969" w:rsidRPr="00427C54">
              <w:rPr>
                <w:lang w:val="de-CH"/>
              </w:rPr>
              <w:t>.1</w:t>
            </w:r>
          </w:p>
        </w:tc>
        <w:tc>
          <w:tcPr>
            <w:tcW w:w="3394" w:type="dxa"/>
            <w:tcBorders>
              <w:left w:val="none" w:sz="0" w:space="0" w:color="auto"/>
              <w:right w:val="none" w:sz="0" w:space="0" w:color="auto"/>
            </w:tcBorders>
            <w:shd w:val="clear" w:color="auto" w:fill="auto"/>
          </w:tcPr>
          <w:p w14:paraId="644CA4AF" w14:textId="18B1741A" w:rsidR="005C0969" w:rsidRPr="00FD4FCC" w:rsidRDefault="00FD4FCC" w:rsidP="00C00EDC">
            <w:pPr>
              <w:pStyle w:val="Tabelle"/>
              <w:cnfStyle w:val="000000100000" w:firstRow="0" w:lastRow="0" w:firstColumn="0" w:lastColumn="0" w:oddVBand="0" w:evenVBand="0" w:oddHBand="1" w:evenHBand="0" w:firstRowFirstColumn="0" w:firstRowLastColumn="0" w:lastRowFirstColumn="0" w:lastRowLastColumn="0"/>
              <w:rPr>
                <w:rFonts w:cs="Noto Sans"/>
              </w:rPr>
            </w:pPr>
            <w:r w:rsidRPr="00FD4FCC">
              <w:rPr>
                <w:rFonts w:cs="Noto Sans"/>
              </w:rPr>
              <w:t>Generieren einer URL ohne Formfelder und ohne Referenz-Nr.</w:t>
            </w:r>
          </w:p>
        </w:tc>
        <w:tc>
          <w:tcPr>
            <w:tcW w:w="1518" w:type="dxa"/>
            <w:tcBorders>
              <w:left w:val="none" w:sz="0" w:space="0" w:color="auto"/>
              <w:right w:val="none" w:sz="0" w:space="0" w:color="auto"/>
            </w:tcBorders>
            <w:shd w:val="clear" w:color="auto" w:fill="auto"/>
          </w:tcPr>
          <w:p w14:paraId="6B56C3A9" w14:textId="214984BA" w:rsidR="005C0969" w:rsidRPr="00427C54" w:rsidRDefault="005C0969" w:rsidP="00C00EDC">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r w:rsidR="00E86331">
              <w:rPr>
                <w:lang w:val="de-CH"/>
              </w:rPr>
              <w:t>E</w:t>
            </w:r>
          </w:p>
        </w:tc>
        <w:tc>
          <w:tcPr>
            <w:tcW w:w="1800" w:type="dxa"/>
            <w:tcBorders>
              <w:left w:val="none" w:sz="0" w:space="0" w:color="auto"/>
              <w:right w:val="none" w:sz="0" w:space="0" w:color="auto"/>
            </w:tcBorders>
            <w:shd w:val="clear" w:color="auto" w:fill="auto"/>
          </w:tcPr>
          <w:p w14:paraId="7A9D0E6C" w14:textId="77777777" w:rsidR="005C0969" w:rsidRPr="00427C54" w:rsidRDefault="005C0969" w:rsidP="00C00EDC">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none" w:sz="0" w:space="0" w:color="auto"/>
              <w:right w:val="none" w:sz="0" w:space="0" w:color="auto"/>
            </w:tcBorders>
            <w:shd w:val="clear" w:color="auto" w:fill="auto"/>
          </w:tcPr>
          <w:p w14:paraId="763F31F4" w14:textId="77777777" w:rsidR="005C0969" w:rsidRPr="00427C54" w:rsidRDefault="005C0969" w:rsidP="00C00EDC">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E86331" w:rsidRPr="00427C54" w14:paraId="45C38E3D" w14:textId="77777777" w:rsidTr="00E86331">
        <w:tc>
          <w:tcPr>
            <w:cnfStyle w:val="001000000000" w:firstRow="0" w:lastRow="0" w:firstColumn="1" w:lastColumn="0" w:oddVBand="0" w:evenVBand="0" w:oddHBand="0" w:evenHBand="0" w:firstRowFirstColumn="0" w:firstRowLastColumn="0" w:lastRowFirstColumn="0" w:lastRowLastColumn="0"/>
            <w:tcW w:w="959" w:type="dxa"/>
            <w:tcBorders>
              <w:bottom w:val="single" w:sz="4" w:space="0" w:color="auto"/>
            </w:tcBorders>
            <w:shd w:val="clear" w:color="auto" w:fill="auto"/>
          </w:tcPr>
          <w:p w14:paraId="49C10E7B" w14:textId="5DCF4953" w:rsidR="00E86331" w:rsidRDefault="00E86331" w:rsidP="00C00EDC">
            <w:pPr>
              <w:pStyle w:val="Tabelle"/>
              <w:rPr>
                <w:lang w:val="de-CH"/>
              </w:rPr>
            </w:pPr>
            <w:r>
              <w:rPr>
                <w:lang w:val="de-CH"/>
              </w:rPr>
              <w:t>2</w:t>
            </w:r>
            <w:r w:rsidR="00EE205B">
              <w:rPr>
                <w:lang w:val="de-CH"/>
              </w:rPr>
              <w:t>5</w:t>
            </w:r>
            <w:r>
              <w:rPr>
                <w:lang w:val="de-CH"/>
              </w:rPr>
              <w:t>.2</w:t>
            </w:r>
          </w:p>
        </w:tc>
        <w:tc>
          <w:tcPr>
            <w:tcW w:w="3394" w:type="dxa"/>
            <w:tcBorders>
              <w:bottom w:val="single" w:sz="4" w:space="0" w:color="auto"/>
            </w:tcBorders>
            <w:shd w:val="clear" w:color="auto" w:fill="auto"/>
          </w:tcPr>
          <w:p w14:paraId="0E55741B" w14:textId="1C45DA5A" w:rsidR="00E86331" w:rsidRPr="00FF02F1" w:rsidRDefault="006C1956" w:rsidP="00C00EDC">
            <w:pPr>
              <w:pStyle w:val="Tabelle"/>
              <w:cnfStyle w:val="000000000000" w:firstRow="0" w:lastRow="0" w:firstColumn="0" w:lastColumn="0" w:oddVBand="0" w:evenVBand="0" w:oddHBand="0" w:evenHBand="0" w:firstRowFirstColumn="0" w:firstRowLastColumn="0" w:lastRowFirstColumn="0" w:lastRowLastColumn="0"/>
              <w:rPr>
                <w:rFonts w:cs="Noto Sans"/>
              </w:rPr>
            </w:pPr>
            <w:r w:rsidRPr="00FF02F1">
              <w:rPr>
                <w:rFonts w:cs="Noto Sans"/>
              </w:rPr>
              <w:t>Generieren einer URL ohne Formfelder aber mit Referenz-Nr.</w:t>
            </w:r>
          </w:p>
        </w:tc>
        <w:tc>
          <w:tcPr>
            <w:tcW w:w="1518" w:type="dxa"/>
            <w:tcBorders>
              <w:bottom w:val="single" w:sz="4" w:space="0" w:color="auto"/>
            </w:tcBorders>
            <w:shd w:val="clear" w:color="auto" w:fill="auto"/>
          </w:tcPr>
          <w:p w14:paraId="7F53E71A" w14:textId="0033B512" w:rsidR="00E86331" w:rsidRPr="00427C54" w:rsidRDefault="00FF02F1" w:rsidP="00C00EDC">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Pr>
                <w:lang w:val="de-CH"/>
              </w:rPr>
              <w:t>SDE</w:t>
            </w:r>
          </w:p>
        </w:tc>
        <w:tc>
          <w:tcPr>
            <w:tcW w:w="1800" w:type="dxa"/>
            <w:tcBorders>
              <w:bottom w:val="single" w:sz="4" w:space="0" w:color="auto"/>
            </w:tcBorders>
            <w:shd w:val="clear" w:color="auto" w:fill="auto"/>
          </w:tcPr>
          <w:p w14:paraId="50D5D298" w14:textId="77777777" w:rsidR="00E86331" w:rsidRPr="00427C54" w:rsidRDefault="00E86331" w:rsidP="00C00EDC">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038" w:type="dxa"/>
            <w:tcBorders>
              <w:bottom w:val="single" w:sz="4" w:space="0" w:color="auto"/>
            </w:tcBorders>
            <w:shd w:val="clear" w:color="auto" w:fill="auto"/>
          </w:tcPr>
          <w:p w14:paraId="35FCFEB1" w14:textId="77777777" w:rsidR="00E86331" w:rsidRPr="00427C54" w:rsidRDefault="00E86331" w:rsidP="00C00EDC">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E86331" w:rsidRPr="00427C54" w14:paraId="322042C8" w14:textId="77777777" w:rsidTr="00E863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3B253034" w14:textId="726A2A9C" w:rsidR="00E86331" w:rsidRDefault="00E86331" w:rsidP="00C00EDC">
            <w:pPr>
              <w:pStyle w:val="Tabelle"/>
              <w:rPr>
                <w:lang w:val="de-CH"/>
              </w:rPr>
            </w:pPr>
            <w:r>
              <w:rPr>
                <w:lang w:val="de-CH"/>
              </w:rPr>
              <w:t>2</w:t>
            </w:r>
            <w:r w:rsidR="00EE205B">
              <w:rPr>
                <w:lang w:val="de-CH"/>
              </w:rPr>
              <w:t>5</w:t>
            </w:r>
            <w:r>
              <w:rPr>
                <w:lang w:val="de-CH"/>
              </w:rPr>
              <w:t>.3</w:t>
            </w:r>
          </w:p>
        </w:tc>
        <w:tc>
          <w:tcPr>
            <w:tcW w:w="3394" w:type="dxa"/>
            <w:tcBorders>
              <w:left w:val="single" w:sz="4" w:space="0" w:color="auto"/>
              <w:right w:val="single" w:sz="4" w:space="0" w:color="auto"/>
            </w:tcBorders>
            <w:shd w:val="clear" w:color="auto" w:fill="auto"/>
          </w:tcPr>
          <w:p w14:paraId="1CB70632" w14:textId="046C0524" w:rsidR="00E86331" w:rsidRPr="00FF02F1" w:rsidRDefault="00C24893" w:rsidP="00C00EDC">
            <w:pPr>
              <w:pStyle w:val="Tabelle"/>
              <w:cnfStyle w:val="000000100000" w:firstRow="0" w:lastRow="0" w:firstColumn="0" w:lastColumn="0" w:oddVBand="0" w:evenVBand="0" w:oddHBand="1" w:evenHBand="0" w:firstRowFirstColumn="0" w:firstRowLastColumn="0" w:lastRowFirstColumn="0" w:lastRowLastColumn="0"/>
              <w:rPr>
                <w:rFonts w:cs="Noto Sans"/>
              </w:rPr>
            </w:pPr>
            <w:r w:rsidRPr="00FF02F1">
              <w:rPr>
                <w:rFonts w:cs="Noto Sans"/>
              </w:rPr>
              <w:t>Generieren einer URL mit Formularfelder ohne Referenz-Nr.</w:t>
            </w:r>
          </w:p>
        </w:tc>
        <w:tc>
          <w:tcPr>
            <w:tcW w:w="1518" w:type="dxa"/>
            <w:tcBorders>
              <w:left w:val="single" w:sz="4" w:space="0" w:color="auto"/>
              <w:right w:val="single" w:sz="4" w:space="0" w:color="auto"/>
            </w:tcBorders>
            <w:shd w:val="clear" w:color="auto" w:fill="auto"/>
          </w:tcPr>
          <w:p w14:paraId="347574B2" w14:textId="2962914C" w:rsidR="00E86331" w:rsidRPr="00427C54" w:rsidRDefault="00FF02F1" w:rsidP="00C00EDC">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Pr>
                <w:lang w:val="de-CH"/>
              </w:rPr>
              <w:t>SDE</w:t>
            </w:r>
          </w:p>
        </w:tc>
        <w:tc>
          <w:tcPr>
            <w:tcW w:w="1800" w:type="dxa"/>
            <w:tcBorders>
              <w:left w:val="single" w:sz="4" w:space="0" w:color="auto"/>
              <w:right w:val="single" w:sz="4" w:space="0" w:color="auto"/>
            </w:tcBorders>
            <w:shd w:val="clear" w:color="auto" w:fill="auto"/>
          </w:tcPr>
          <w:p w14:paraId="190AA3E9" w14:textId="77777777" w:rsidR="00E86331" w:rsidRPr="00427C54" w:rsidRDefault="00E86331" w:rsidP="00C00EDC">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single" w:sz="4" w:space="0" w:color="auto"/>
              <w:right w:val="single" w:sz="4" w:space="0" w:color="auto"/>
            </w:tcBorders>
            <w:shd w:val="clear" w:color="auto" w:fill="auto"/>
          </w:tcPr>
          <w:p w14:paraId="483EF3EA" w14:textId="77777777" w:rsidR="00E86331" w:rsidRPr="00427C54" w:rsidRDefault="00E86331" w:rsidP="00C00EDC">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E86331" w:rsidRPr="00427C54" w14:paraId="5A2C2460" w14:textId="77777777" w:rsidTr="00C00EDC">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6F8D0FF8" w14:textId="10E63581" w:rsidR="00E86331" w:rsidRDefault="00E86331" w:rsidP="00C00EDC">
            <w:pPr>
              <w:pStyle w:val="Tabelle"/>
              <w:rPr>
                <w:lang w:val="de-CH"/>
              </w:rPr>
            </w:pPr>
            <w:r>
              <w:rPr>
                <w:lang w:val="de-CH"/>
              </w:rPr>
              <w:t>2</w:t>
            </w:r>
            <w:r w:rsidR="00EE205B">
              <w:rPr>
                <w:lang w:val="de-CH"/>
              </w:rPr>
              <w:t>5</w:t>
            </w:r>
            <w:r>
              <w:rPr>
                <w:lang w:val="de-CH"/>
              </w:rPr>
              <w:t>.4</w:t>
            </w:r>
          </w:p>
        </w:tc>
        <w:tc>
          <w:tcPr>
            <w:tcW w:w="3394" w:type="dxa"/>
            <w:shd w:val="clear" w:color="auto" w:fill="auto"/>
          </w:tcPr>
          <w:p w14:paraId="11AAA23F" w14:textId="05DAA157" w:rsidR="00E86331" w:rsidRPr="00FF02F1" w:rsidRDefault="00FF02F1" w:rsidP="00C00EDC">
            <w:pPr>
              <w:pStyle w:val="Tabelle"/>
              <w:cnfStyle w:val="000000000000" w:firstRow="0" w:lastRow="0" w:firstColumn="0" w:lastColumn="0" w:oddVBand="0" w:evenVBand="0" w:oddHBand="0" w:evenHBand="0" w:firstRowFirstColumn="0" w:firstRowLastColumn="0" w:lastRowFirstColumn="0" w:lastRowLastColumn="0"/>
              <w:rPr>
                <w:rFonts w:cs="Noto Sans"/>
              </w:rPr>
            </w:pPr>
            <w:r w:rsidRPr="00FF02F1">
              <w:rPr>
                <w:rFonts w:cs="Noto Sans"/>
              </w:rPr>
              <w:t>Generieren einer URL mit Formularfelder und Referenz-Nr.</w:t>
            </w:r>
          </w:p>
        </w:tc>
        <w:tc>
          <w:tcPr>
            <w:tcW w:w="1518" w:type="dxa"/>
            <w:shd w:val="clear" w:color="auto" w:fill="auto"/>
          </w:tcPr>
          <w:p w14:paraId="5A1EF5D2" w14:textId="36955B09" w:rsidR="00E86331" w:rsidRPr="00427C54" w:rsidRDefault="00FF02F1" w:rsidP="00C00EDC">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Pr>
                <w:lang w:val="de-CH"/>
              </w:rPr>
              <w:t>SDE</w:t>
            </w:r>
          </w:p>
        </w:tc>
        <w:tc>
          <w:tcPr>
            <w:tcW w:w="1800" w:type="dxa"/>
            <w:shd w:val="clear" w:color="auto" w:fill="auto"/>
          </w:tcPr>
          <w:p w14:paraId="70C95633" w14:textId="77777777" w:rsidR="00E86331" w:rsidRPr="00427C54" w:rsidRDefault="00E86331" w:rsidP="00C00EDC">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038" w:type="dxa"/>
            <w:shd w:val="clear" w:color="auto" w:fill="auto"/>
          </w:tcPr>
          <w:p w14:paraId="76FCC55B" w14:textId="77777777" w:rsidR="00E86331" w:rsidRPr="00427C54" w:rsidRDefault="00E86331" w:rsidP="00C00EDC">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5DCEBD01" w14:textId="77777777" w:rsidR="005C0969" w:rsidRPr="00445CF7" w:rsidRDefault="005C0969" w:rsidP="00E4319E">
      <w:pPr>
        <w:pStyle w:val="Abstand11BZ"/>
      </w:pPr>
    </w:p>
    <w:p w14:paraId="3FBACCE5" w14:textId="77777777" w:rsidR="00AB1219" w:rsidRPr="00427C54" w:rsidRDefault="00AB1219" w:rsidP="00E4319E">
      <w:pPr>
        <w:pStyle w:val="Abstand11BZ"/>
        <w:rPr>
          <w:lang w:val="de-CH"/>
        </w:rPr>
      </w:pPr>
    </w:p>
    <w:sectPr w:rsidR="00AB1219" w:rsidRPr="00427C54" w:rsidSect="00642ADD">
      <w:headerReference w:type="default" r:id="rId23"/>
      <w:footerReference w:type="default" r:id="rId24"/>
      <w:pgSz w:w="16838" w:h="11906" w:orient="landscape" w:code="9"/>
      <w:pgMar w:top="851" w:right="1245" w:bottom="851" w:left="964" w:header="680" w:footer="454" w:gutter="85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DE172" w14:textId="77777777" w:rsidR="005E3A06" w:rsidRDefault="005E3A06" w:rsidP="004C2BA7">
      <w:pPr>
        <w:spacing w:line="240" w:lineRule="auto"/>
      </w:pPr>
      <w:r>
        <w:separator/>
      </w:r>
    </w:p>
  </w:endnote>
  <w:endnote w:type="continuationSeparator" w:id="0">
    <w:p w14:paraId="7AA01074" w14:textId="77777777" w:rsidR="005E3A06" w:rsidRDefault="005E3A06" w:rsidP="004C2BA7">
      <w:pPr>
        <w:spacing w:line="240" w:lineRule="auto"/>
      </w:pPr>
      <w:r>
        <w:continuationSeparator/>
      </w:r>
    </w:p>
  </w:endnote>
  <w:endnote w:type="continuationNotice" w:id="1">
    <w:p w14:paraId="5CCFD8D5" w14:textId="77777777" w:rsidR="005E3A06" w:rsidRDefault="005E3A0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w:panose1 w:val="020B0502040504020204"/>
    <w:charset w:val="00"/>
    <w:family w:val="swiss"/>
    <w:pitch w:val="variable"/>
    <w:sig w:usb0="E00082FF" w:usb1="400078FF" w:usb2="0800002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Frutiger 45 Light">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Noto Serif">
    <w:panose1 w:val="020B0502040504020204"/>
    <w:charset w:val="00"/>
    <w:family w:val="swiss"/>
    <w:pitch w:val="variable"/>
    <w:sig w:usb0="E00002FF" w:usb1="00000000"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C0" w14:textId="265AE43C" w:rsidR="00C8446C" w:rsidRDefault="00C8446C">
    <w:pPr>
      <w:pStyle w:val="Footer"/>
      <w:pBdr>
        <w:top w:val="single" w:sz="6" w:space="1" w:color="auto"/>
      </w:pBdr>
      <w:tabs>
        <w:tab w:val="clear" w:pos="8505"/>
        <w:tab w:val="right" w:pos="9356"/>
      </w:tabs>
    </w:pPr>
    <w:r>
      <w:rPr>
        <w:b/>
      </w:rPr>
      <w:fldChar w:fldCharType="begin"/>
    </w:r>
    <w:r w:rsidRPr="00634CCD">
      <w:rPr>
        <w:b/>
        <w:lang w:val="de-CH"/>
      </w:rPr>
      <w:instrText xml:space="preserve"> PAGE </w:instrText>
    </w:r>
    <w:r>
      <w:rPr>
        <w:b/>
      </w:rPr>
      <w:fldChar w:fldCharType="separate"/>
    </w:r>
    <w:r>
      <w:rPr>
        <w:b/>
        <w:noProof/>
        <w:lang w:val="de-CH"/>
      </w:rPr>
      <w:t>13</w:t>
    </w:r>
    <w:r>
      <w:rPr>
        <w:b/>
      </w:rPr>
      <w:fldChar w:fldCharType="end"/>
    </w:r>
    <w:r w:rsidRPr="00634CCD">
      <w:rPr>
        <w:lang w:val="de-CH"/>
      </w:rPr>
      <w:tab/>
    </w:r>
    <w:r>
      <w:fldChar w:fldCharType="begin"/>
    </w:r>
    <w:r w:rsidRPr="00634CCD">
      <w:rPr>
        <w:lang w:val="de-CH"/>
      </w:rPr>
      <w:instrText xml:space="preserve"> DOCPROPERTY "Version"  \* MERGEFORMAT </w:instrText>
    </w:r>
    <w:r>
      <w:fldChar w:fldCharType="separate"/>
    </w:r>
    <w:r w:rsidR="00004673" w:rsidRPr="00004673">
      <w:rPr>
        <w:b/>
        <w:bCs/>
      </w:rPr>
      <w:t>Version</w:t>
    </w:r>
    <w:r w:rsidR="00004673">
      <w:rPr>
        <w:lang w:val="de-CH"/>
      </w:rPr>
      <w:t xml:space="preserve"> 1.5</w:t>
    </w:r>
    <w:r>
      <w:fldChar w:fldCharType="end"/>
    </w:r>
    <w:r w:rsidRPr="00634CCD">
      <w:rPr>
        <w:i/>
        <w:lang w:val="de-CH"/>
      </w:rPr>
      <w:t xml:space="preserve"> </w:t>
    </w:r>
    <w:r w:rsidRPr="006439DE">
      <w:rPr>
        <w:i/>
        <w:lang w:val="en-US"/>
      </w:rPr>
      <w:t xml:space="preserve">/ </w:t>
    </w:r>
    <w:r>
      <w:fldChar w:fldCharType="begin"/>
    </w:r>
    <w:r w:rsidRPr="006439DE">
      <w:rPr>
        <w:lang w:val="en-US"/>
      </w:rPr>
      <w:instrText xml:space="preserve"> DOCPROPERTY "Ausgabedatum"  \* MERGEFORMAT </w:instrText>
    </w:r>
    <w:r>
      <w:fldChar w:fldCharType="separate"/>
    </w:r>
    <w:r w:rsidR="00004673" w:rsidRPr="00004673">
      <w:rPr>
        <w:b/>
        <w:bCs/>
      </w:rPr>
      <w:t>27.10.2021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C1" w14:textId="4B8117B4" w:rsidR="00C8446C" w:rsidRDefault="00C8446C" w:rsidP="00282ECB">
    <w:pPr>
      <w:pStyle w:val="Footer"/>
      <w:pBdr>
        <w:top w:val="single" w:sz="6" w:space="1" w:color="auto"/>
      </w:pBdr>
      <w:tabs>
        <w:tab w:val="clear" w:pos="8505"/>
        <w:tab w:val="left" w:pos="4962"/>
        <w:tab w:val="right" w:pos="9356"/>
        <w:tab w:val="right" w:pos="14884"/>
      </w:tabs>
      <w:rPr>
        <w:sz w:val="18"/>
      </w:rPr>
    </w:pPr>
    <w:r>
      <w:rPr>
        <w:noProof/>
      </w:rPr>
      <mc:AlternateContent>
        <mc:Choice Requires="wps">
          <w:drawing>
            <wp:anchor distT="0" distB="0" distL="114300" distR="114300" simplePos="0" relativeHeight="251658241" behindDoc="0" locked="0" layoutInCell="0" allowOverlap="1" wp14:anchorId="33D2A33C" wp14:editId="62E5B124">
              <wp:simplePos x="0" y="0"/>
              <wp:positionH relativeFrom="page">
                <wp:align>left</wp:align>
              </wp:positionH>
              <wp:positionV relativeFrom="page">
                <wp:align>bottom</wp:align>
              </wp:positionV>
              <wp:extent cx="7772400" cy="457200"/>
              <wp:effectExtent l="0" t="0" r="0" b="0"/>
              <wp:wrapNone/>
              <wp:docPr id="1" name="Textfeld 1" descr="{&quot;HashCode&quot;:1216842255,&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9F02569" w14:textId="7F569EFA" w:rsidR="00C8446C" w:rsidRPr="002F72F2" w:rsidRDefault="002F72F2" w:rsidP="002F72F2">
                          <w:pPr>
                            <w:ind w:left="0"/>
                            <w:rPr>
                              <w:rFonts w:ascii="Calibri" w:hAnsi="Calibri" w:cs="Calibri"/>
                            </w:rPr>
                          </w:pPr>
                          <w:r w:rsidRPr="002F72F2">
                            <w:rPr>
                              <w:rFonts w:ascii="Calibri" w:hAnsi="Calibri" w:cs="Calibri"/>
                            </w:rPr>
                            <w:t>Sensitivity: C2 Internal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33D2A33C" id="_x0000_t202" coordsize="21600,21600" o:spt="202" path="m,l,21600r21600,l21600,xe">
              <v:stroke joinstyle="miter"/>
              <v:path gradientshapeok="t" o:connecttype="rect"/>
            </v:shapetype>
            <v:shape id="Textfeld 1" o:spid="_x0000_s1026" type="#_x0000_t202" alt="{&quot;HashCode&quot;:1216842255,&quot;Height&quot;:9999999.0,&quot;Width&quot;:9999999.0,&quot;Placement&quot;:&quot;Footer&quot;,&quot;Index&quot;:&quot;Primary&quot;,&quot;Section&quot;:1,&quot;Top&quot;:0.0,&quot;Left&quot;:0.0}" style="position:absolute;margin-left:0;margin-top:0;width:612pt;height:36pt;z-index:251658241;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" o:allowincell="f" filled="f" stroked="f" strokeweight=".5pt">
              <v:textbox inset="20pt,0,,0">
                <w:txbxContent>
                  <w:p w14:paraId="29F02569" w14:textId="7F569EFA" w:rsidR="00C8446C" w:rsidRPr="002F72F2" w:rsidRDefault="002F72F2" w:rsidP="002F72F2">
                    <w:pPr>
                      <w:ind w:left="0"/>
                      <w:rPr>
                        <w:rFonts w:ascii="Calibri" w:hAnsi="Calibri" w:cs="Calibri"/>
                      </w:rPr>
                    </w:pPr>
                    <w:r w:rsidRPr="002F72F2">
                      <w:rPr>
                        <w:rFonts w:ascii="Calibri" w:hAnsi="Calibri" w:cs="Calibri"/>
                      </w:rPr>
                      <w:t>Sensitivity: C2 Internal</w:t>
                    </w:r>
                  </w:p>
                </w:txbxContent>
              </v:textbox>
              <w10:wrap anchorx="page" anchory="page"/>
            </v:shape>
          </w:pict>
        </mc:Fallback>
      </mc:AlternateContent>
    </w:r>
    <w:r w:rsidR="004E1024">
      <w:rPr>
        <w:sz w:val="18"/>
        <w:szCs w:val="18"/>
      </w:rPr>
      <w:t>Version 1.5 –18.10.2021</w:t>
    </w:r>
    <w:r w:rsidRPr="00807AFE">
      <w:rPr>
        <w:b/>
        <w:sz w:val="18"/>
      </w:rPr>
      <w:tab/>
    </w:r>
    <w:r>
      <w:rPr>
        <w:b/>
        <w:sz w:val="18"/>
      </w:rPr>
      <w:tab/>
    </w:r>
    <w:r w:rsidRPr="00807AFE">
      <w:rPr>
        <w:i/>
        <w:sz w:val="18"/>
      </w:rPr>
      <w:tab/>
    </w:r>
    <w:r w:rsidRPr="00B43A23">
      <w:rPr>
        <w:sz w:val="18"/>
      </w:rPr>
      <w:t xml:space="preserve">Seite </w:t>
    </w:r>
    <w:r w:rsidRPr="00B43A23">
      <w:rPr>
        <w:sz w:val="18"/>
      </w:rPr>
      <w:fldChar w:fldCharType="begin"/>
    </w:r>
    <w:r w:rsidRPr="00B43A23">
      <w:rPr>
        <w:sz w:val="18"/>
      </w:rPr>
      <w:instrText xml:space="preserve"> PAGE </w:instrText>
    </w:r>
    <w:r w:rsidRPr="00B43A23">
      <w:rPr>
        <w:sz w:val="18"/>
      </w:rPr>
      <w:fldChar w:fldCharType="separate"/>
    </w:r>
    <w:r>
      <w:rPr>
        <w:noProof/>
        <w:sz w:val="18"/>
      </w:rPr>
      <w:t>8</w:t>
    </w:r>
    <w:r w:rsidRPr="00B43A23">
      <w:rPr>
        <w:sz w:val="18"/>
      </w:rPr>
      <w:fldChar w:fldCharType="end"/>
    </w:r>
    <w:r w:rsidRPr="00B43A23">
      <w:rPr>
        <w:sz w:val="18"/>
      </w:rPr>
      <w:t xml:space="preserve"> von </w:t>
    </w:r>
    <w:r w:rsidRPr="00B43A23">
      <w:rPr>
        <w:sz w:val="18"/>
      </w:rPr>
      <w:fldChar w:fldCharType="begin"/>
    </w:r>
    <w:r w:rsidRPr="00B43A23">
      <w:rPr>
        <w:sz w:val="18"/>
      </w:rPr>
      <w:instrText xml:space="preserve"> NUMPAGES   \* MERGEFORMAT </w:instrText>
    </w:r>
    <w:r w:rsidRPr="00B43A23">
      <w:rPr>
        <w:sz w:val="18"/>
      </w:rPr>
      <w:fldChar w:fldCharType="separate"/>
    </w:r>
    <w:r>
      <w:rPr>
        <w:noProof/>
        <w:sz w:val="18"/>
      </w:rPr>
      <w:t>24</w:t>
    </w:r>
    <w:r w:rsidRPr="00B43A23">
      <w:rPr>
        <w:sz w:val="18"/>
      </w:rPr>
      <w:fldChar w:fldCharType="end"/>
    </w:r>
  </w:p>
  <w:p w14:paraId="03414696" w14:textId="5750F6D4" w:rsidR="00C8446C" w:rsidRPr="00282ECB" w:rsidRDefault="00C8446C" w:rsidP="00282ECB">
    <w:pPr>
      <w:pStyle w:val="Footer"/>
      <w:pBdr>
        <w:top w:val="single" w:sz="6" w:space="1" w:color="auto"/>
      </w:pBdr>
      <w:tabs>
        <w:tab w:val="clear" w:pos="8505"/>
        <w:tab w:val="left" w:pos="4962"/>
        <w:tab w:val="right" w:pos="9356"/>
        <w:tab w:val="right" w:pos="14884"/>
      </w:tabs>
      <w:rPr>
        <w:i/>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C3" w14:textId="50D0822D" w:rsidR="00C8446C" w:rsidRPr="00BC0165" w:rsidRDefault="002F72F2" w:rsidP="00BC0165">
    <w:pPr>
      <w:tabs>
        <w:tab w:val="left" w:pos="1701"/>
        <w:tab w:val="right" w:pos="8505"/>
      </w:tabs>
      <w:spacing w:before="60"/>
      <w:ind w:left="0"/>
      <w:rPr>
        <w:lang w:val="en-US"/>
      </w:rPr>
    </w:pPr>
    <w:r>
      <w:rPr>
        <w:noProof/>
        <w:lang w:val="en-US"/>
      </w:rPr>
      <mc:AlternateContent>
        <mc:Choice Requires="wps">
          <w:drawing>
            <wp:anchor distT="0" distB="0" distL="114300" distR="114300" simplePos="0" relativeHeight="251658242" behindDoc="0" locked="0" layoutInCell="0" allowOverlap="1" wp14:anchorId="14710F2F" wp14:editId="051F5AF8">
              <wp:simplePos x="0" y="0"/>
              <wp:positionH relativeFrom="page">
                <wp:align>left</wp:align>
              </wp:positionH>
              <wp:positionV relativeFrom="page">
                <wp:align>bottom</wp:align>
              </wp:positionV>
              <wp:extent cx="7772400" cy="463550"/>
              <wp:effectExtent l="0" t="0" r="0" b="12700"/>
              <wp:wrapNone/>
              <wp:docPr id="2" name="Textfeld 2" descr="{&quot;HashCode&quot;:1216842255,&quot;Height&quot;:9999999.0,&quot;Width&quot;:9999999.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4E42B" w14:textId="53769937" w:rsidR="002F72F2" w:rsidRPr="002F72F2" w:rsidRDefault="002F72F2" w:rsidP="002F72F2">
                          <w:pPr>
                            <w:ind w:left="0"/>
                            <w:rPr>
                              <w:rFonts w:ascii="Calibri" w:hAnsi="Calibri" w:cs="Calibri"/>
                            </w:rPr>
                          </w:pPr>
                          <w:r w:rsidRPr="002F72F2">
                            <w:rPr>
                              <w:rFonts w:ascii="Calibri" w:hAnsi="Calibri" w:cs="Calibri"/>
                            </w:rPr>
                            <w:t>Sensitivity: C2 Internal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14710F2F" id="_x0000_t202" coordsize="21600,21600" o:spt="202" path="m,l,21600r21600,l21600,xe">
              <v:stroke joinstyle="miter"/>
              <v:path gradientshapeok="t" o:connecttype="rect"/>
            </v:shapetype>
            <v:shape id="Textfeld 2" o:spid="_x0000_s1027" type="#_x0000_t202" alt="{&quot;HashCode&quot;:1216842255,&quot;Height&quot;:9999999.0,&quot;Width&quot;:9999999.0,&quot;Placement&quot;:&quot;Footer&quot;,&quot;Index&quot;:&quot;FirstPage&quot;,&quot;Section&quot;:1,&quot;Top&quot;:0.0,&quot;Left&quot;:0.0}" style="position:absolute;margin-left:0;margin-top:0;width:612pt;height:36.5pt;z-index:251658242;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" o:allowincell="f" filled="f" stroked="f" strokeweight=".5pt">
              <v:textbox inset="20pt,0,,0">
                <w:txbxContent>
                  <w:p w14:paraId="3F24E42B" w14:textId="53769937" w:rsidR="002F72F2" w:rsidRPr="002F72F2" w:rsidRDefault="002F72F2" w:rsidP="002F72F2">
                    <w:pPr>
                      <w:ind w:left="0"/>
                      <w:rPr>
                        <w:rFonts w:ascii="Calibri" w:hAnsi="Calibri" w:cs="Calibri"/>
                      </w:rPr>
                    </w:pPr>
                    <w:r w:rsidRPr="002F72F2">
                      <w:rPr>
                        <w:rFonts w:ascii="Calibri" w:hAnsi="Calibri" w:cs="Calibri"/>
                      </w:rPr>
                      <w:t>Sensitivity: C2 Internal</w:t>
                    </w:r>
                  </w:p>
                </w:txbxContent>
              </v:textbox>
              <w10:wrap anchorx="page" anchory="page"/>
            </v:shape>
          </w:pict>
        </mc:Fallback>
      </mc:AlternateContent>
    </w:r>
    <w:r w:rsidR="00BC0165" w:rsidRPr="00BC0165">
      <w:rPr>
        <w:noProof/>
        <w:lang w:val="en-US"/>
      </w:rPr>
      <w:tab/>
    </w:r>
    <w:r w:rsidR="00BC0165" w:rsidRPr="00BC0165">
      <w:rPr>
        <w:noProof/>
        <w:lang w:val="en-US"/>
      </w:rPr>
      <w:fldChar w:fldCharType="begin"/>
    </w:r>
    <w:r w:rsidR="00BC0165" w:rsidRPr="00BC0165">
      <w:rPr>
        <w:noProof/>
        <w:lang w:val="en-US"/>
      </w:rPr>
      <w:instrText xml:space="preserve"> DOCPROPERTY  Version  \* MERGEFORMAT </w:instrText>
    </w:r>
    <w:r w:rsidR="00BC0165" w:rsidRPr="00BC0165">
      <w:rPr>
        <w:noProof/>
        <w:lang w:val="en-US"/>
      </w:rPr>
      <w:fldChar w:fldCharType="separate"/>
    </w:r>
    <w:r w:rsidR="007B4EDB">
      <w:rPr>
        <w:noProof/>
        <w:lang w:val="en-US"/>
      </w:rPr>
      <w:t>Version 1.</w:t>
    </w:r>
    <w:r w:rsidR="00BC0165" w:rsidRPr="00BC0165">
      <w:rPr>
        <w:noProof/>
        <w:lang w:val="en-US"/>
      </w:rPr>
      <w:fldChar w:fldCharType="end"/>
    </w:r>
    <w:r w:rsidR="005D33A4">
      <w:rPr>
        <w:noProof/>
        <w:lang w:val="en-US"/>
      </w:rPr>
      <w:t>9</w:t>
    </w:r>
    <w:r w:rsidR="00BC0165" w:rsidRPr="00BC0165">
      <w:rPr>
        <w:noProof/>
        <w:lang w:val="en-US"/>
      </w:rPr>
      <w:t xml:space="preserve"> – </w:t>
    </w:r>
    <w:r w:rsidR="00BC0165" w:rsidRPr="00BC0165">
      <w:rPr>
        <w:noProof/>
        <w:lang w:val="en-US"/>
      </w:rPr>
      <w:fldChar w:fldCharType="begin"/>
    </w:r>
    <w:r w:rsidR="00BC0165" w:rsidRPr="00BC0165">
      <w:rPr>
        <w:noProof/>
        <w:lang w:val="en-US"/>
      </w:rPr>
      <w:instrText xml:space="preserve"> DOCPROPERTY  Ausgabedatum  \* MERGEFORMAT </w:instrText>
    </w:r>
    <w:r w:rsidR="00BC0165" w:rsidRPr="00BC0165">
      <w:rPr>
        <w:noProof/>
        <w:lang w:val="en-US"/>
      </w:rPr>
      <w:fldChar w:fldCharType="separate"/>
    </w:r>
    <w:r w:rsidR="007B4EDB">
      <w:rPr>
        <w:noProof/>
        <w:lang w:val="en-US"/>
      </w:rPr>
      <w:t>01.0</w:t>
    </w:r>
    <w:r w:rsidR="005D33A4">
      <w:rPr>
        <w:noProof/>
        <w:lang w:val="en-US"/>
      </w:rPr>
      <w:t>7</w:t>
    </w:r>
    <w:r w:rsidR="007B4EDB">
      <w:rPr>
        <w:noProof/>
        <w:lang w:val="en-US"/>
      </w:rPr>
      <w:t>.202</w:t>
    </w:r>
    <w:r w:rsidR="00BC0165" w:rsidRPr="00BC0165">
      <w:rPr>
        <w:noProof/>
        <w:lang w:val="en-US"/>
      </w:rPr>
      <w:fldChar w:fldCharType="end"/>
    </w:r>
    <w:r w:rsidR="00FB7BF1">
      <w:rPr>
        <w:noProof/>
        <w:lang w:val="en-US"/>
      </w:rPr>
      <w:t>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886C3" w14:textId="45073441" w:rsidR="004F1680" w:rsidRPr="003C264F" w:rsidRDefault="002F72F2" w:rsidP="003C264F">
    <w:pPr>
      <w:pBdr>
        <w:top w:val="single" w:sz="6" w:space="1" w:color="auto"/>
      </w:pBdr>
      <w:tabs>
        <w:tab w:val="center" w:pos="4678"/>
        <w:tab w:val="right" w:pos="9356"/>
      </w:tabs>
      <w:spacing w:before="60" w:line="260" w:lineRule="atLeast"/>
      <w:ind w:left="0"/>
      <w:rPr>
        <w:color w:val="auto"/>
        <w:sz w:val="19"/>
        <w:lang w:val="de-CH"/>
      </w:rPr>
    </w:pPr>
    <w:r>
      <w:rPr>
        <w:noProof/>
        <w:color w:val="auto"/>
        <w:sz w:val="19"/>
        <w:lang w:val="de-CH"/>
      </w:rPr>
      <mc:AlternateContent>
        <mc:Choice Requires="wps">
          <w:drawing>
            <wp:anchor distT="0" distB="0" distL="114300" distR="114300" simplePos="0" relativeHeight="251658243" behindDoc="0" locked="0" layoutInCell="0" allowOverlap="1" wp14:anchorId="5801A868" wp14:editId="3998D3F8">
              <wp:simplePos x="0" y="0"/>
              <wp:positionH relativeFrom="page">
                <wp:align>left</wp:align>
              </wp:positionH>
              <wp:positionV relativeFrom="page">
                <wp:align>bottom</wp:align>
              </wp:positionV>
              <wp:extent cx="7772400" cy="463550"/>
              <wp:effectExtent l="0" t="0" r="0" b="12700"/>
              <wp:wrapNone/>
              <wp:docPr id="3" name="Textfeld 3" descr="{&quot;HashCode&quot;:1216842255,&quot;Height&quot;:9999999.0,&quot;Width&quot;:9999999.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A8D7EEF" w14:textId="4A154D98" w:rsidR="002F72F2" w:rsidRPr="002F72F2" w:rsidRDefault="002F72F2" w:rsidP="002F72F2">
                          <w:pPr>
                            <w:ind w:left="0"/>
                            <w:rPr>
                              <w:rFonts w:ascii="Calibri" w:hAnsi="Calibri" w:cs="Calibri"/>
                            </w:rPr>
                          </w:pPr>
                          <w:r w:rsidRPr="002F72F2">
                            <w:rPr>
                              <w:rFonts w:ascii="Calibri" w:hAnsi="Calibri" w:cs="Calibri"/>
                            </w:rPr>
                            <w:t>Sensitivity: C2 Internal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5801A868" id="_x0000_t202" coordsize="21600,21600" o:spt="202" path="m,l,21600r21600,l21600,xe">
              <v:stroke joinstyle="miter"/>
              <v:path gradientshapeok="t" o:connecttype="rect"/>
            </v:shapetype>
            <v:shape id="Textfeld 3" o:spid="_x0000_s1028" type="#_x0000_t202" alt="{&quot;HashCode&quot;:1216842255,&quot;Height&quot;:9999999.0,&quot;Width&quot;:9999999.0,&quot;Placement&quot;:&quot;Footer&quot;,&quot;Index&quot;:&quot;Primary&quot;,&quot;Section&quot;:2,&quot;Top&quot;:0.0,&quot;Left&quot;:0.0}" style="position:absolute;margin-left:0;margin-top:0;width:612pt;height:36.5pt;z-index:251658243;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" o:allowincell="f" filled="f" stroked="f" strokeweight=".5pt">
              <v:textbox inset="20pt,0,,0">
                <w:txbxContent>
                  <w:p w14:paraId="1A8D7EEF" w14:textId="4A154D98" w:rsidR="002F72F2" w:rsidRPr="002F72F2" w:rsidRDefault="002F72F2" w:rsidP="002F72F2">
                    <w:pPr>
                      <w:ind w:left="0"/>
                      <w:rPr>
                        <w:rFonts w:ascii="Calibri" w:hAnsi="Calibri" w:cs="Calibri"/>
                      </w:rPr>
                    </w:pPr>
                    <w:r w:rsidRPr="002F72F2">
                      <w:rPr>
                        <w:rFonts w:ascii="Calibri" w:hAnsi="Calibri" w:cs="Calibri"/>
                      </w:rPr>
                      <w:t>Sensitivity: C2 Internal</w:t>
                    </w:r>
                  </w:p>
                </w:txbxContent>
              </v:textbox>
              <w10:wrap anchorx="page" anchory="page"/>
            </v:shape>
          </w:pict>
        </mc:Fallback>
      </mc:AlternateContent>
    </w:r>
    <w:r w:rsidR="003C264F" w:rsidRPr="003C264F">
      <w:rPr>
        <w:color w:val="auto"/>
        <w:sz w:val="19"/>
        <w:lang w:val="de-CH"/>
      </w:rPr>
      <w:fldChar w:fldCharType="begin"/>
    </w:r>
    <w:r w:rsidR="003C264F" w:rsidRPr="003C264F">
      <w:rPr>
        <w:color w:val="auto"/>
        <w:sz w:val="19"/>
        <w:lang w:val="de-CH"/>
      </w:rPr>
      <w:instrText xml:space="preserve"> DOCPROPERTY "Version"  \* MERGEFORMAT </w:instrText>
    </w:r>
    <w:r w:rsidR="003C264F" w:rsidRPr="003C264F">
      <w:rPr>
        <w:color w:val="auto"/>
        <w:sz w:val="19"/>
        <w:lang w:val="de-CH"/>
      </w:rPr>
      <w:fldChar w:fldCharType="separate"/>
    </w:r>
    <w:r w:rsidR="00522610">
      <w:rPr>
        <w:color w:val="auto"/>
        <w:sz w:val="19"/>
        <w:lang w:val="de-CH"/>
      </w:rPr>
      <w:t>Version 1.</w:t>
    </w:r>
    <w:r w:rsidR="003C264F" w:rsidRPr="003C264F">
      <w:rPr>
        <w:color w:val="auto"/>
        <w:sz w:val="19"/>
        <w:lang w:val="de-CH"/>
      </w:rPr>
      <w:fldChar w:fldCharType="end"/>
    </w:r>
    <w:r w:rsidR="004A2509">
      <w:rPr>
        <w:color w:val="auto"/>
        <w:sz w:val="19"/>
        <w:lang w:val="de-CH"/>
      </w:rPr>
      <w:t>9</w:t>
    </w:r>
    <w:r w:rsidR="003C264F" w:rsidRPr="003C264F">
      <w:rPr>
        <w:color w:val="auto"/>
        <w:sz w:val="19"/>
        <w:lang w:val="de-CH"/>
      </w:rPr>
      <w:t xml:space="preserve"> – </w:t>
    </w:r>
    <w:r w:rsidR="003C264F" w:rsidRPr="003C264F">
      <w:rPr>
        <w:color w:val="auto"/>
        <w:sz w:val="19"/>
        <w:lang w:val="de-CH"/>
      </w:rPr>
      <w:fldChar w:fldCharType="begin"/>
    </w:r>
    <w:r w:rsidR="003C264F" w:rsidRPr="003C264F">
      <w:rPr>
        <w:color w:val="auto"/>
        <w:sz w:val="19"/>
        <w:lang w:val="de-CH"/>
      </w:rPr>
      <w:instrText xml:space="preserve"> DOCPROPERTY "Ausgabedatum"  \* MERGEFORMAT </w:instrText>
    </w:r>
    <w:r w:rsidR="003C264F" w:rsidRPr="003C264F">
      <w:rPr>
        <w:color w:val="auto"/>
        <w:sz w:val="19"/>
        <w:lang w:val="de-CH"/>
      </w:rPr>
      <w:fldChar w:fldCharType="separate"/>
    </w:r>
    <w:r w:rsidR="00522610">
      <w:rPr>
        <w:color w:val="auto"/>
        <w:sz w:val="19"/>
        <w:lang w:val="de-CH"/>
      </w:rPr>
      <w:t>01.0</w:t>
    </w:r>
    <w:r w:rsidR="004A2509">
      <w:rPr>
        <w:color w:val="auto"/>
        <w:sz w:val="19"/>
        <w:lang w:val="de-CH"/>
      </w:rPr>
      <w:t>7</w:t>
    </w:r>
    <w:r w:rsidR="00522610">
      <w:rPr>
        <w:color w:val="auto"/>
        <w:sz w:val="19"/>
        <w:lang w:val="de-CH"/>
      </w:rPr>
      <w:t>.202</w:t>
    </w:r>
    <w:r w:rsidR="003C264F" w:rsidRPr="003C264F">
      <w:rPr>
        <w:color w:val="auto"/>
        <w:sz w:val="19"/>
        <w:lang w:val="de-CH"/>
      </w:rPr>
      <w:fldChar w:fldCharType="end"/>
    </w:r>
    <w:r w:rsidR="00DD45AE">
      <w:rPr>
        <w:color w:val="auto"/>
        <w:sz w:val="19"/>
        <w:lang w:val="de-CH"/>
      </w:rPr>
      <w:t>4</w:t>
    </w:r>
    <w:r w:rsidR="003C264F" w:rsidRPr="003C264F">
      <w:rPr>
        <w:color w:val="auto"/>
        <w:sz w:val="19"/>
        <w:lang w:val="de-CH"/>
      </w:rPr>
      <w:tab/>
    </w:r>
    <w:r w:rsidR="003C264F" w:rsidRPr="003C264F">
      <w:rPr>
        <w:color w:val="auto"/>
        <w:sz w:val="19"/>
        <w:lang w:val="de-CH"/>
      </w:rPr>
      <w:tab/>
      <w:t xml:space="preserve">Seite </w:t>
    </w:r>
    <w:r w:rsidR="003C264F" w:rsidRPr="003C264F">
      <w:rPr>
        <w:color w:val="auto"/>
        <w:sz w:val="19"/>
        <w:lang w:val="de-CH"/>
      </w:rPr>
      <w:fldChar w:fldCharType="begin"/>
    </w:r>
    <w:r w:rsidR="003C264F" w:rsidRPr="003C264F">
      <w:rPr>
        <w:color w:val="auto"/>
        <w:sz w:val="19"/>
        <w:lang w:val="de-CH"/>
      </w:rPr>
      <w:instrText xml:space="preserve"> PAGE </w:instrText>
    </w:r>
    <w:r w:rsidR="003C264F" w:rsidRPr="003C264F">
      <w:rPr>
        <w:color w:val="auto"/>
        <w:sz w:val="19"/>
        <w:lang w:val="de-CH"/>
      </w:rPr>
      <w:fldChar w:fldCharType="separate"/>
    </w:r>
    <w:r w:rsidR="003C264F" w:rsidRPr="003C264F">
      <w:rPr>
        <w:rFonts w:cs="Arial"/>
        <w:color w:val="auto"/>
        <w:sz w:val="19"/>
        <w:lang w:val="de-CH" w:eastAsia="de-CH"/>
      </w:rPr>
      <w:t>2</w:t>
    </w:r>
    <w:r w:rsidR="003C264F" w:rsidRPr="003C264F">
      <w:rPr>
        <w:noProof/>
        <w:color w:val="auto"/>
        <w:sz w:val="19"/>
        <w:lang w:val="de-CH"/>
      </w:rPr>
      <w:fldChar w:fldCharType="end"/>
    </w:r>
    <w:r w:rsidR="003C264F" w:rsidRPr="003C264F">
      <w:rPr>
        <w:color w:val="auto"/>
        <w:sz w:val="19"/>
        <w:lang w:val="de-CH"/>
      </w:rPr>
      <w:t xml:space="preserve"> von </w:t>
    </w:r>
    <w:r w:rsidR="003C264F" w:rsidRPr="003C264F">
      <w:rPr>
        <w:color w:val="auto"/>
        <w:sz w:val="19"/>
        <w:lang w:val="de-CH"/>
      </w:rPr>
      <w:fldChar w:fldCharType="begin"/>
    </w:r>
    <w:r w:rsidR="003C264F" w:rsidRPr="003C264F">
      <w:rPr>
        <w:color w:val="auto"/>
        <w:sz w:val="19"/>
        <w:lang w:val="de-CH"/>
      </w:rPr>
      <w:instrText xml:space="preserve"> NUMPAGES </w:instrText>
    </w:r>
    <w:r w:rsidR="003C264F" w:rsidRPr="003C264F">
      <w:rPr>
        <w:color w:val="auto"/>
        <w:sz w:val="19"/>
        <w:lang w:val="de-CH"/>
      </w:rPr>
      <w:fldChar w:fldCharType="separate"/>
    </w:r>
    <w:r w:rsidR="003C264F" w:rsidRPr="003C264F">
      <w:rPr>
        <w:rFonts w:cs="Arial"/>
        <w:color w:val="auto"/>
        <w:sz w:val="19"/>
        <w:lang w:val="de-CH" w:eastAsia="de-CH"/>
      </w:rPr>
      <w:t>25</w:t>
    </w:r>
    <w:r w:rsidR="003C264F" w:rsidRPr="003C264F">
      <w:rPr>
        <w:color w:val="auto"/>
        <w:sz w:val="19"/>
        <w:lang w:val="de-CH"/>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D1273" w14:textId="7992AC1B" w:rsidR="00712A71" w:rsidRPr="00642ADD" w:rsidRDefault="002F72F2" w:rsidP="00777216">
    <w:pPr>
      <w:pBdr>
        <w:top w:val="single" w:sz="6" w:space="1" w:color="auto"/>
      </w:pBdr>
      <w:tabs>
        <w:tab w:val="center" w:pos="7938"/>
        <w:tab w:val="right" w:pos="14601"/>
      </w:tabs>
      <w:spacing w:before="60" w:line="260" w:lineRule="atLeast"/>
      <w:ind w:left="0"/>
      <w:rPr>
        <w:color w:val="auto"/>
        <w:sz w:val="19"/>
        <w:lang w:val="de-CH"/>
      </w:rPr>
    </w:pPr>
    <w:r>
      <w:rPr>
        <w:noProof/>
        <w:color w:val="auto"/>
        <w:sz w:val="19"/>
        <w:lang w:val="de-CH"/>
      </w:rPr>
      <mc:AlternateContent>
        <mc:Choice Requires="wps">
          <w:drawing>
            <wp:anchor distT="0" distB="0" distL="114300" distR="114300" simplePos="0" relativeHeight="251658244" behindDoc="0" locked="0" layoutInCell="0" allowOverlap="1" wp14:anchorId="41304DCF" wp14:editId="7B719ED1">
              <wp:simplePos x="0" y="0"/>
              <wp:positionH relativeFrom="page">
                <wp:align>left</wp:align>
              </wp:positionH>
              <wp:positionV relativeFrom="page">
                <wp:align>bottom</wp:align>
              </wp:positionV>
              <wp:extent cx="7772400" cy="463550"/>
              <wp:effectExtent l="0" t="0" r="0" b="12700"/>
              <wp:wrapNone/>
              <wp:docPr id="4" name="Textfeld 4" descr="{&quot;HashCode&quot;:1216842255,&quot;Height&quot;:9999999.0,&quot;Width&quot;:9999999.0,&quot;Placement&quot;:&quot;Footer&quot;,&quot;Index&quot;:&quot;Primary&quot;,&quot;Section&quot;:4,&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562A841" w14:textId="77429009" w:rsidR="002F72F2" w:rsidRPr="002F72F2" w:rsidRDefault="002F72F2" w:rsidP="002F72F2">
                          <w:pPr>
                            <w:ind w:left="0"/>
                            <w:rPr>
                              <w:rFonts w:ascii="Calibri" w:hAnsi="Calibri" w:cs="Calibri"/>
                            </w:rPr>
                          </w:pPr>
                          <w:r w:rsidRPr="002F72F2">
                            <w:rPr>
                              <w:rFonts w:ascii="Calibri" w:hAnsi="Calibri" w:cs="Calibri"/>
                            </w:rPr>
                            <w:t>Sensitivity: C2 Internal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41304DCF" id="_x0000_t202" coordsize="21600,21600" o:spt="202" path="m,l,21600r21600,l21600,xe">
              <v:stroke joinstyle="miter"/>
              <v:path gradientshapeok="t" o:connecttype="rect"/>
            </v:shapetype>
            <v:shape id="Textfeld 4" o:spid="_x0000_s1029" type="#_x0000_t202" alt="{&quot;HashCode&quot;:1216842255,&quot;Height&quot;:9999999.0,&quot;Width&quot;:9999999.0,&quot;Placement&quot;:&quot;Footer&quot;,&quot;Index&quot;:&quot;Primary&quot;,&quot;Section&quot;:4,&quot;Top&quot;:0.0,&quot;Left&quot;:0.0}" style="position:absolute;margin-left:0;margin-top:0;width:612pt;height:36.5pt;z-index:251658244;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" o:allowincell="f" filled="f" stroked="f" strokeweight=".5pt">
              <v:textbox inset="20pt,0,,0">
                <w:txbxContent>
                  <w:p w14:paraId="6562A841" w14:textId="77429009" w:rsidR="002F72F2" w:rsidRPr="002F72F2" w:rsidRDefault="002F72F2" w:rsidP="002F72F2">
                    <w:pPr>
                      <w:ind w:left="0"/>
                      <w:rPr>
                        <w:rFonts w:ascii="Calibri" w:hAnsi="Calibri" w:cs="Calibri"/>
                      </w:rPr>
                    </w:pPr>
                    <w:r w:rsidRPr="002F72F2">
                      <w:rPr>
                        <w:rFonts w:ascii="Calibri" w:hAnsi="Calibri" w:cs="Calibri"/>
                      </w:rPr>
                      <w:t>Sensitivity: C2 Internal</w:t>
                    </w:r>
                  </w:p>
                </w:txbxContent>
              </v:textbox>
              <w10:wrap anchorx="page" anchory="page"/>
            </v:shape>
          </w:pict>
        </mc:Fallback>
      </mc:AlternateContent>
    </w:r>
    <w:r w:rsidR="00642ADD" w:rsidRPr="00642ADD">
      <w:rPr>
        <w:color w:val="auto"/>
        <w:sz w:val="19"/>
        <w:lang w:val="de-CH"/>
      </w:rPr>
      <w:fldChar w:fldCharType="begin"/>
    </w:r>
    <w:r w:rsidR="00642ADD" w:rsidRPr="00642ADD">
      <w:rPr>
        <w:color w:val="auto"/>
        <w:sz w:val="19"/>
        <w:lang w:val="de-CH"/>
      </w:rPr>
      <w:instrText xml:space="preserve"> DOCPROPERTY "Version"  \* MERGEFORMAT </w:instrText>
    </w:r>
    <w:r w:rsidR="00642ADD" w:rsidRPr="00642ADD">
      <w:rPr>
        <w:color w:val="auto"/>
        <w:sz w:val="19"/>
        <w:lang w:val="de-CH"/>
      </w:rPr>
      <w:fldChar w:fldCharType="separate"/>
    </w:r>
    <w:r w:rsidR="0024023C">
      <w:rPr>
        <w:color w:val="auto"/>
        <w:sz w:val="19"/>
        <w:lang w:val="de-CH"/>
      </w:rPr>
      <w:t>Version 1.</w:t>
    </w:r>
    <w:r w:rsidR="00642ADD" w:rsidRPr="00642ADD">
      <w:rPr>
        <w:color w:val="auto"/>
        <w:sz w:val="19"/>
        <w:lang w:val="de-CH"/>
      </w:rPr>
      <w:fldChar w:fldCharType="end"/>
    </w:r>
    <w:r w:rsidR="004A2509">
      <w:rPr>
        <w:color w:val="auto"/>
        <w:sz w:val="19"/>
        <w:lang w:val="de-CH"/>
      </w:rPr>
      <w:t>9</w:t>
    </w:r>
    <w:r w:rsidR="00642ADD" w:rsidRPr="00642ADD">
      <w:rPr>
        <w:color w:val="auto"/>
        <w:sz w:val="19"/>
        <w:lang w:val="de-CH"/>
      </w:rPr>
      <w:t xml:space="preserve"> – </w:t>
    </w:r>
    <w:r w:rsidR="001A6C47">
      <w:rPr>
        <w:color w:val="auto"/>
        <w:sz w:val="19"/>
        <w:lang w:val="de-CH"/>
      </w:rPr>
      <w:t>01.0</w:t>
    </w:r>
    <w:r w:rsidR="004A2509">
      <w:rPr>
        <w:color w:val="auto"/>
        <w:sz w:val="19"/>
        <w:lang w:val="de-CH"/>
      </w:rPr>
      <w:t>7</w:t>
    </w:r>
    <w:r w:rsidR="001A6C47">
      <w:rPr>
        <w:color w:val="auto"/>
        <w:sz w:val="19"/>
        <w:lang w:val="de-CH"/>
      </w:rPr>
      <w:t>.2024</w:t>
    </w:r>
    <w:r w:rsidR="00642ADD" w:rsidRPr="00642ADD">
      <w:rPr>
        <w:color w:val="auto"/>
        <w:sz w:val="19"/>
        <w:lang w:val="de-CH"/>
      </w:rPr>
      <w:tab/>
    </w:r>
    <w:r w:rsidR="00642ADD" w:rsidRPr="00642ADD">
      <w:rPr>
        <w:color w:val="auto"/>
        <w:sz w:val="19"/>
        <w:lang w:val="de-CH"/>
      </w:rPr>
      <w:tab/>
      <w:t xml:space="preserve">Seite </w:t>
    </w:r>
    <w:r w:rsidR="00642ADD" w:rsidRPr="00642ADD">
      <w:rPr>
        <w:color w:val="auto"/>
        <w:sz w:val="19"/>
        <w:lang w:val="de-CH"/>
      </w:rPr>
      <w:fldChar w:fldCharType="begin"/>
    </w:r>
    <w:r w:rsidR="00642ADD" w:rsidRPr="00642ADD">
      <w:rPr>
        <w:color w:val="auto"/>
        <w:sz w:val="19"/>
        <w:lang w:val="de-CH"/>
      </w:rPr>
      <w:instrText xml:space="preserve"> PAGE </w:instrText>
    </w:r>
    <w:r w:rsidR="00642ADD" w:rsidRPr="00642ADD">
      <w:rPr>
        <w:color w:val="auto"/>
        <w:sz w:val="19"/>
        <w:lang w:val="de-CH"/>
      </w:rPr>
      <w:fldChar w:fldCharType="separate"/>
    </w:r>
    <w:r w:rsidR="00642ADD" w:rsidRPr="00642ADD">
      <w:rPr>
        <w:color w:val="auto"/>
        <w:sz w:val="19"/>
        <w:lang w:val="de-CH"/>
      </w:rPr>
      <w:t>8</w:t>
    </w:r>
    <w:r w:rsidR="00642ADD" w:rsidRPr="00642ADD">
      <w:rPr>
        <w:color w:val="auto"/>
        <w:sz w:val="19"/>
        <w:lang w:val="de-CH"/>
      </w:rPr>
      <w:fldChar w:fldCharType="end"/>
    </w:r>
    <w:r w:rsidR="00642ADD" w:rsidRPr="00642ADD">
      <w:rPr>
        <w:color w:val="auto"/>
        <w:sz w:val="19"/>
        <w:lang w:val="de-CH"/>
      </w:rPr>
      <w:t xml:space="preserve"> von </w:t>
    </w:r>
    <w:r w:rsidR="00642ADD" w:rsidRPr="00642ADD">
      <w:rPr>
        <w:color w:val="auto"/>
        <w:sz w:val="19"/>
        <w:lang w:val="de-CH"/>
      </w:rPr>
      <w:fldChar w:fldCharType="begin"/>
    </w:r>
    <w:r w:rsidR="00642ADD" w:rsidRPr="00642ADD">
      <w:rPr>
        <w:color w:val="auto"/>
        <w:sz w:val="19"/>
        <w:lang w:val="de-CH"/>
      </w:rPr>
      <w:instrText xml:space="preserve"> NUMPAGES </w:instrText>
    </w:r>
    <w:r w:rsidR="00642ADD" w:rsidRPr="00642ADD">
      <w:rPr>
        <w:color w:val="auto"/>
        <w:sz w:val="19"/>
        <w:lang w:val="de-CH"/>
      </w:rPr>
      <w:fldChar w:fldCharType="separate"/>
    </w:r>
    <w:r w:rsidR="00642ADD" w:rsidRPr="00642ADD">
      <w:rPr>
        <w:color w:val="auto"/>
        <w:sz w:val="19"/>
        <w:lang w:val="de-CH"/>
      </w:rPr>
      <w:t>25</w:t>
    </w:r>
    <w:r w:rsidR="00642ADD" w:rsidRPr="00642ADD">
      <w:rPr>
        <w:color w:val="auto"/>
        <w:sz w:val="19"/>
        <w:lang w:val="de-CH"/>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743A7" w14:textId="77777777" w:rsidR="005E3A06" w:rsidRDefault="005E3A06" w:rsidP="004C2BA7">
      <w:pPr>
        <w:spacing w:line="240" w:lineRule="auto"/>
      </w:pPr>
      <w:r>
        <w:separator/>
      </w:r>
    </w:p>
  </w:footnote>
  <w:footnote w:type="continuationSeparator" w:id="0">
    <w:p w14:paraId="3299F60D" w14:textId="77777777" w:rsidR="005E3A06" w:rsidRDefault="005E3A06" w:rsidP="004C2BA7">
      <w:pPr>
        <w:spacing w:line="240" w:lineRule="auto"/>
      </w:pPr>
      <w:r>
        <w:continuationSeparator/>
      </w:r>
    </w:p>
  </w:footnote>
  <w:footnote w:type="continuationNotice" w:id="1">
    <w:p w14:paraId="123C1D20" w14:textId="77777777" w:rsidR="005E3A06" w:rsidRDefault="005E3A0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BE" w14:textId="77777777" w:rsidR="00C8446C" w:rsidRDefault="00C8446C" w:rsidP="001F5BA0">
    <w:pPr>
      <w:pStyle w:val="Header"/>
      <w:pBdr>
        <w:top w:val="none" w:sz="0" w:space="0" w:color="auto"/>
        <w:left w:val="none" w:sz="0" w:space="0" w:color="auto"/>
        <w:bottom w:val="none" w:sz="0" w:space="0" w:color="auto"/>
        <w:right w:val="none" w:sz="0" w:space="0" w:color="auto"/>
      </w:pBdr>
      <w:tabs>
        <w:tab w:val="clear" w:pos="8392"/>
        <w:tab w:val="right" w:pos="9356"/>
      </w:tabs>
      <w:spacing w:line="240" w:lineRule="atLeast"/>
      <w:ind w:left="0" w:right="0"/>
    </w:pPr>
    <w:r>
      <w:rPr>
        <w:noProof/>
        <w:lang w:val="de-CH" w:eastAsia="ja-JP"/>
      </w:rPr>
      <w:drawing>
        <wp:inline distT="0" distB="0" distL="0" distR="0" wp14:anchorId="1AF35FC4" wp14:editId="1AF35FC5">
          <wp:extent cx="3238500" cy="254000"/>
          <wp:effectExtent l="19050" t="0" r="0" b="0"/>
          <wp:docPr id="17" name="Grafik 17" descr="six_icg_logo_rgb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six_icg_logo_rgb_s"/>
                  <pic:cNvPicPr>
                    <a:picLocks noChangeAspect="1" noChangeArrowheads="1"/>
                  </pic:cNvPicPr>
                </pic:nvPicPr>
                <pic:blipFill>
                  <a:blip r:embed="rId1"/>
                  <a:srcRect/>
                  <a:stretch>
                    <a:fillRect/>
                  </a:stretch>
                </pic:blipFill>
                <pic:spPr bwMode="auto">
                  <a:xfrm>
                    <a:off x="0" y="0"/>
                    <a:ext cx="3238500" cy="25400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BF" w14:textId="1107DED5" w:rsidR="00C8446C" w:rsidRPr="00434EFC" w:rsidRDefault="00C8446C" w:rsidP="00F378C3">
    <w:pPr>
      <w:pStyle w:val="Header"/>
      <w:pBdr>
        <w:top w:val="none" w:sz="0" w:space="0" w:color="auto"/>
        <w:left w:val="none" w:sz="0" w:space="0" w:color="auto"/>
        <w:bottom w:val="none" w:sz="0" w:space="0" w:color="auto"/>
        <w:right w:val="none" w:sz="0" w:space="0" w:color="auto"/>
      </w:pBdr>
      <w:tabs>
        <w:tab w:val="clear" w:pos="8392"/>
        <w:tab w:val="right" w:pos="9356"/>
      </w:tabs>
      <w:spacing w:after="240" w:line="240" w:lineRule="atLeast"/>
      <w:ind w:left="0" w:right="0"/>
      <w:rPr>
        <w:rFonts w:cs="Noto Sans"/>
      </w:rPr>
    </w:pPr>
    <w:r w:rsidRPr="00434EFC">
      <w:rPr>
        <w:rFonts w:cs="Noto Sans"/>
        <w:noProof/>
        <w:lang w:val="de-CH" w:eastAsia="ja-JP"/>
      </w:rPr>
      <w:drawing>
        <wp:inline distT="0" distB="0" distL="0" distR="0" wp14:anchorId="1AF35FC6" wp14:editId="69633D4E">
          <wp:extent cx="1000800" cy="277200"/>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0_rgb.fw.png"/>
                  <pic:cNvPicPr/>
                </pic:nvPicPr>
                <pic:blipFill>
                  <a:blip r:embed="rId1">
                    <a:extLst>
                      <a:ext uri="{28A0092B-C50C-407E-A947-70E740481C1C}">
                        <a14:useLocalDpi xmlns:a14="http://schemas.microsoft.com/office/drawing/2010/main" val="0"/>
                      </a:ext>
                    </a:extLst>
                  </a:blip>
                  <a:stretch>
                    <a:fillRect/>
                  </a:stretch>
                </pic:blipFill>
                <pic:spPr>
                  <a:xfrm>
                    <a:off x="0" y="0"/>
                    <a:ext cx="1000800" cy="2772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C2" w14:textId="77777777" w:rsidR="00C8446C" w:rsidRPr="00434EFC" w:rsidRDefault="00C8446C" w:rsidP="001F5BA0">
    <w:pPr>
      <w:pStyle w:val="Header"/>
      <w:pBdr>
        <w:top w:val="none" w:sz="0" w:space="0" w:color="auto"/>
        <w:left w:val="none" w:sz="0" w:space="0" w:color="auto"/>
        <w:bottom w:val="none" w:sz="0" w:space="0" w:color="auto"/>
        <w:right w:val="none" w:sz="0" w:space="0" w:color="auto"/>
      </w:pBdr>
      <w:tabs>
        <w:tab w:val="clear" w:pos="8392"/>
        <w:tab w:val="right" w:pos="9356"/>
      </w:tabs>
      <w:spacing w:line="240" w:lineRule="atLeast"/>
      <w:ind w:left="0" w:right="0"/>
      <w:rPr>
        <w:rFonts w:cs="Noto Sans"/>
      </w:rPr>
    </w:pPr>
    <w:r>
      <w:rPr>
        <w:noProof/>
        <w:lang w:val="de-CH" w:eastAsia="ja-JP"/>
      </w:rPr>
      <w:drawing>
        <wp:anchor distT="0" distB="0" distL="114300" distR="114300" simplePos="0" relativeHeight="251658240" behindDoc="1" locked="0" layoutInCell="1" allowOverlap="1" wp14:anchorId="1AF35FC8" wp14:editId="52DAA2B9">
          <wp:simplePos x="0" y="0"/>
          <wp:positionH relativeFrom="column">
            <wp:posOffset>-1087755</wp:posOffset>
          </wp:positionH>
          <wp:positionV relativeFrom="paragraph">
            <wp:posOffset>233680</wp:posOffset>
          </wp:positionV>
          <wp:extent cx="7570470" cy="10028890"/>
          <wp:effectExtent l="0" t="0" r="0" b="0"/>
          <wp:wrapNone/>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3"/>
                  <pic:cNvPicPr/>
                </pic:nvPicPr>
                <pic:blipFill>
                  <a:blip r:embed="rId1">
                    <a:extLst>
                      <a:ext uri="{28A0092B-C50C-407E-A947-70E740481C1C}">
                        <a14:useLocalDpi xmlns:a14="http://schemas.microsoft.com/office/drawing/2010/main" val="0"/>
                      </a:ext>
                    </a:extLst>
                  </a:blip>
                  <a:stretch>
                    <a:fillRect/>
                  </a:stretch>
                </pic:blipFill>
                <pic:spPr>
                  <a:xfrm>
                    <a:off x="0" y="0"/>
                    <a:ext cx="7570470" cy="10028890"/>
                  </a:xfrm>
                  <a:prstGeom prst="rect">
                    <a:avLst/>
                  </a:prstGeom>
                </pic:spPr>
              </pic:pic>
            </a:graphicData>
          </a:graphic>
          <wp14:sizeRelH relativeFrom="page">
            <wp14:pctWidth>0</wp14:pctWidth>
          </wp14:sizeRelH>
          <wp14:sizeRelV relativeFrom="page">
            <wp14:pctHeight>0</wp14:pctHeight>
          </wp14:sizeRelV>
        </wp:anchor>
      </w:drawing>
    </w:r>
    <w:r w:rsidRPr="00434EFC">
      <w:rPr>
        <w:rFonts w:cs="Noto Sans"/>
        <w:noProof/>
        <w:lang w:val="de-CH" w:eastAsia="ja-JP"/>
      </w:rPr>
      <w:drawing>
        <wp:inline distT="0" distB="0" distL="0" distR="0" wp14:anchorId="1AF35FCA" wp14:editId="22FB13A8">
          <wp:extent cx="1000800" cy="277200"/>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0_rgb.fw.png"/>
                  <pic:cNvPicPr/>
                </pic:nvPicPr>
                <pic:blipFill>
                  <a:blip r:embed="rId2">
                    <a:extLst>
                      <a:ext uri="{28A0092B-C50C-407E-A947-70E740481C1C}">
                        <a14:useLocalDpi xmlns:a14="http://schemas.microsoft.com/office/drawing/2010/main" val="0"/>
                      </a:ext>
                    </a:extLst>
                  </a:blip>
                  <a:stretch>
                    <a:fillRect/>
                  </a:stretch>
                </pic:blipFill>
                <pic:spPr>
                  <a:xfrm>
                    <a:off x="0" y="0"/>
                    <a:ext cx="1000800" cy="27720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2F3E5" w14:textId="77777777" w:rsidR="00AA5730" w:rsidRPr="00AA5730" w:rsidRDefault="00AA5730" w:rsidP="00AA5730">
    <w:pPr>
      <w:tabs>
        <w:tab w:val="center" w:pos="4677"/>
        <w:tab w:val="right" w:pos="9356"/>
      </w:tabs>
      <w:spacing w:line="240" w:lineRule="atLeast"/>
      <w:ind w:left="0"/>
      <w:rPr>
        <w:rFonts w:cs="Arial"/>
        <w:noProof/>
        <w:color w:val="auto"/>
        <w:sz w:val="24"/>
        <w:lang w:eastAsia="de-CH"/>
      </w:rPr>
    </w:pPr>
    <w:r w:rsidRPr="00AA5730">
      <w:rPr>
        <w:rFonts w:cs="Arial"/>
        <w:noProof/>
        <w:color w:val="auto"/>
        <w:sz w:val="24"/>
        <w:lang w:eastAsia="de-CH"/>
      </w:rPr>
      <w:drawing>
        <wp:inline distT="0" distB="0" distL="0" distR="0" wp14:anchorId="53590B5A" wp14:editId="19F224E4">
          <wp:extent cx="1053581" cy="30456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4_rgb.emf"/>
                  <pic:cNvPicPr/>
                </pic:nvPicPr>
                <pic:blipFill>
                  <a:blip r:embed="rId1">
                    <a:extLst>
                      <a:ext uri="{28A0092B-C50C-407E-A947-70E740481C1C}">
                        <a14:useLocalDpi xmlns:a14="http://schemas.microsoft.com/office/drawing/2010/main" val="0"/>
                      </a:ext>
                    </a:extLst>
                  </a:blip>
                  <a:stretch>
                    <a:fillRect/>
                  </a:stretch>
                </pic:blipFill>
                <pic:spPr>
                  <a:xfrm>
                    <a:off x="0" y="0"/>
                    <a:ext cx="1053581" cy="304560"/>
                  </a:xfrm>
                  <a:prstGeom prst="rect">
                    <a:avLst/>
                  </a:prstGeom>
                </pic:spPr>
              </pic:pic>
            </a:graphicData>
          </a:graphic>
        </wp:inline>
      </w:drawing>
    </w:r>
  </w:p>
  <w:p w14:paraId="706357F4" w14:textId="77777777" w:rsidR="00AA5730" w:rsidRPr="00AA5730" w:rsidRDefault="00AA5730" w:rsidP="00AA5730">
    <w:pPr>
      <w:spacing w:line="240" w:lineRule="atLeast"/>
      <w:ind w:left="0"/>
      <w:rPr>
        <w:rFonts w:cs="Arial"/>
        <w:color w:val="auto"/>
        <w:sz w:val="19"/>
        <w:lang w:val="de-CH" w:eastAsia="de-CH"/>
      </w:rPr>
    </w:pPr>
  </w:p>
  <w:p w14:paraId="6BAD6F5A" w14:textId="4386CEA2" w:rsidR="004F1680" w:rsidRPr="00AA5730" w:rsidRDefault="00AA5730" w:rsidP="00AA5730">
    <w:pPr>
      <w:pBdr>
        <w:bottom w:val="single" w:sz="6" w:space="2" w:color="auto"/>
      </w:pBdr>
      <w:tabs>
        <w:tab w:val="right" w:pos="9356"/>
      </w:tabs>
      <w:spacing w:line="260" w:lineRule="atLeast"/>
      <w:ind w:left="0"/>
      <w:rPr>
        <w:noProof/>
        <w:color w:val="auto"/>
        <w:sz w:val="19"/>
        <w:szCs w:val="19"/>
        <w:lang w:val="de-CH" w:eastAsia="de-CH"/>
      </w:rPr>
    </w:pPr>
    <w:r w:rsidRPr="00AA5730">
      <w:rPr>
        <w:noProof/>
        <w:color w:val="auto"/>
        <w:sz w:val="19"/>
        <w:szCs w:val="19"/>
        <w:lang w:val="de-CH" w:eastAsia="de-CH"/>
      </w:rPr>
      <w:fldChar w:fldCharType="begin"/>
    </w:r>
    <w:r w:rsidRPr="00AA5730">
      <w:rPr>
        <w:noProof/>
        <w:color w:val="auto"/>
        <w:sz w:val="19"/>
        <w:szCs w:val="19"/>
        <w:lang w:val="de-CH" w:eastAsia="de-CH"/>
      </w:rPr>
      <w:instrText xml:space="preserve"> DOCPROPERTY  Title  \* MERGEFORMAT </w:instrText>
    </w:r>
    <w:r w:rsidRPr="00AA5730">
      <w:rPr>
        <w:noProof/>
        <w:color w:val="auto"/>
        <w:sz w:val="19"/>
        <w:szCs w:val="19"/>
        <w:lang w:val="de-CH" w:eastAsia="de-CH"/>
      </w:rPr>
      <w:fldChar w:fldCharType="separate"/>
    </w:r>
    <w:r w:rsidR="00004673">
      <w:rPr>
        <w:noProof/>
        <w:color w:val="auto"/>
        <w:sz w:val="19"/>
        <w:szCs w:val="19"/>
        <w:lang w:val="de-CH" w:eastAsia="de-CH"/>
      </w:rPr>
      <w:t>Freigabe- und Abnahmeprotokoll für Netzwerkpartner</w:t>
    </w:r>
    <w:r w:rsidRPr="00AA5730">
      <w:rPr>
        <w:noProof/>
        <w:color w:val="auto"/>
        <w:sz w:val="19"/>
        <w:szCs w:val="19"/>
        <w:lang w:val="de-CH" w:eastAsia="de-CH"/>
      </w:rPr>
      <w:fldChar w:fldCharType="end"/>
    </w:r>
    <w:r w:rsidRPr="00AA5730">
      <w:rPr>
        <w:noProof/>
        <w:color w:val="auto"/>
        <w:sz w:val="19"/>
        <w:szCs w:val="19"/>
        <w:lang w:val="de-CH" w:eastAsia="de-CH"/>
      </w:rPr>
      <w:tab/>
    </w:r>
    <w:r w:rsidR="0025565F" w:rsidRPr="00541D59">
      <w:rPr>
        <w:noProof/>
        <w:color w:val="auto"/>
        <w:sz w:val="19"/>
        <w:szCs w:val="19"/>
        <w:lang w:val="de-CH" w:eastAsia="de-CH"/>
      </w:rPr>
      <w:fldChar w:fldCharType="begin"/>
    </w:r>
    <w:r w:rsidR="0025565F" w:rsidRPr="00541D59">
      <w:rPr>
        <w:noProof/>
        <w:color w:val="auto"/>
        <w:sz w:val="19"/>
        <w:szCs w:val="19"/>
        <w:lang w:val="de-CH" w:eastAsia="de-CH"/>
      </w:rPr>
      <w:instrText xml:space="preserve"> STYLEREF  "Überschrift</w:instrText>
    </w:r>
    <w:r w:rsidR="00541D59" w:rsidRPr="00541D59">
      <w:rPr>
        <w:noProof/>
        <w:color w:val="auto"/>
        <w:sz w:val="19"/>
        <w:szCs w:val="19"/>
        <w:lang w:val="de-CH" w:eastAsia="de-CH"/>
      </w:rPr>
      <w:instrText xml:space="preserve"> 0</w:instrText>
    </w:r>
    <w:r w:rsidR="0025565F" w:rsidRPr="00541D59">
      <w:rPr>
        <w:noProof/>
        <w:color w:val="auto"/>
        <w:sz w:val="19"/>
        <w:szCs w:val="19"/>
        <w:lang w:val="de-CH" w:eastAsia="de-CH"/>
      </w:rPr>
      <w:instrText xml:space="preserve"> ohne Einzug"  \* MERGEFORMAT </w:instrText>
    </w:r>
    <w:r w:rsidR="0025565F" w:rsidRPr="00541D59">
      <w:rPr>
        <w:noProof/>
        <w:color w:val="auto"/>
        <w:sz w:val="19"/>
        <w:szCs w:val="19"/>
        <w:lang w:val="de-CH" w:eastAsia="de-CH"/>
      </w:rPr>
      <w:fldChar w:fldCharType="separate"/>
    </w:r>
    <w:r w:rsidR="006F271C">
      <w:rPr>
        <w:noProof/>
        <w:color w:val="auto"/>
        <w:sz w:val="19"/>
        <w:szCs w:val="19"/>
        <w:lang w:val="de-CH" w:eastAsia="de-CH"/>
      </w:rPr>
      <w:t>Inhaltsverzeichnis</w:t>
    </w:r>
    <w:r w:rsidR="0025565F" w:rsidRPr="00541D59">
      <w:rPr>
        <w:noProof/>
        <w:color w:val="auto"/>
        <w:sz w:val="19"/>
        <w:szCs w:val="19"/>
        <w:lang w:val="de-CH" w:eastAsia="de-CH"/>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B9C27" w14:textId="77777777" w:rsidR="00AC1A7E" w:rsidRPr="00AA5730" w:rsidRDefault="00AC1A7E" w:rsidP="00AA5730">
    <w:pPr>
      <w:tabs>
        <w:tab w:val="center" w:pos="4677"/>
        <w:tab w:val="right" w:pos="9356"/>
      </w:tabs>
      <w:spacing w:line="240" w:lineRule="atLeast"/>
      <w:ind w:left="0"/>
      <w:rPr>
        <w:rFonts w:cs="Arial"/>
        <w:noProof/>
        <w:color w:val="auto"/>
        <w:sz w:val="24"/>
        <w:lang w:eastAsia="de-CH"/>
      </w:rPr>
    </w:pPr>
    <w:r w:rsidRPr="00AA5730">
      <w:rPr>
        <w:rFonts w:cs="Arial"/>
        <w:noProof/>
        <w:color w:val="auto"/>
        <w:sz w:val="24"/>
        <w:lang w:eastAsia="de-CH"/>
      </w:rPr>
      <w:drawing>
        <wp:inline distT="0" distB="0" distL="0" distR="0" wp14:anchorId="7E099E76" wp14:editId="52110974">
          <wp:extent cx="1053581" cy="30456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4_rgb.emf"/>
                  <pic:cNvPicPr/>
                </pic:nvPicPr>
                <pic:blipFill>
                  <a:blip r:embed="rId1">
                    <a:extLst>
                      <a:ext uri="{28A0092B-C50C-407E-A947-70E740481C1C}">
                        <a14:useLocalDpi xmlns:a14="http://schemas.microsoft.com/office/drawing/2010/main" val="0"/>
                      </a:ext>
                    </a:extLst>
                  </a:blip>
                  <a:stretch>
                    <a:fillRect/>
                  </a:stretch>
                </pic:blipFill>
                <pic:spPr>
                  <a:xfrm>
                    <a:off x="0" y="0"/>
                    <a:ext cx="1053581" cy="304560"/>
                  </a:xfrm>
                  <a:prstGeom prst="rect">
                    <a:avLst/>
                  </a:prstGeom>
                </pic:spPr>
              </pic:pic>
            </a:graphicData>
          </a:graphic>
        </wp:inline>
      </w:drawing>
    </w:r>
  </w:p>
  <w:p w14:paraId="17A28460" w14:textId="77777777" w:rsidR="00AC1A7E" w:rsidRPr="00AA5730" w:rsidRDefault="00AC1A7E" w:rsidP="00AA5730">
    <w:pPr>
      <w:spacing w:line="240" w:lineRule="atLeast"/>
      <w:ind w:left="0"/>
      <w:rPr>
        <w:rFonts w:cs="Arial"/>
        <w:color w:val="auto"/>
        <w:sz w:val="19"/>
        <w:lang w:val="de-CH" w:eastAsia="de-CH"/>
      </w:rPr>
    </w:pPr>
  </w:p>
  <w:p w14:paraId="50BD022F" w14:textId="6A861177" w:rsidR="00AC1A7E" w:rsidRPr="00AA5730" w:rsidRDefault="00AC1A7E" w:rsidP="00AA5730">
    <w:pPr>
      <w:pBdr>
        <w:bottom w:val="single" w:sz="6" w:space="2" w:color="auto"/>
      </w:pBdr>
      <w:tabs>
        <w:tab w:val="right" w:pos="9356"/>
      </w:tabs>
      <w:spacing w:line="260" w:lineRule="atLeast"/>
      <w:ind w:left="0"/>
      <w:rPr>
        <w:noProof/>
        <w:color w:val="auto"/>
        <w:sz w:val="19"/>
        <w:szCs w:val="19"/>
        <w:lang w:val="de-CH" w:eastAsia="de-CH"/>
      </w:rPr>
    </w:pPr>
    <w:r w:rsidRPr="00AA5730">
      <w:rPr>
        <w:noProof/>
        <w:color w:val="auto"/>
        <w:sz w:val="19"/>
        <w:szCs w:val="19"/>
        <w:lang w:val="de-CH" w:eastAsia="de-CH"/>
      </w:rPr>
      <w:fldChar w:fldCharType="begin"/>
    </w:r>
    <w:r w:rsidRPr="00AA5730">
      <w:rPr>
        <w:noProof/>
        <w:color w:val="auto"/>
        <w:sz w:val="19"/>
        <w:szCs w:val="19"/>
        <w:lang w:val="de-CH" w:eastAsia="de-CH"/>
      </w:rPr>
      <w:instrText xml:space="preserve"> DOCPROPERTY  Title  \* MERGEFORMAT </w:instrText>
    </w:r>
    <w:r w:rsidRPr="00AA5730">
      <w:rPr>
        <w:noProof/>
        <w:color w:val="auto"/>
        <w:sz w:val="19"/>
        <w:szCs w:val="19"/>
        <w:lang w:val="de-CH" w:eastAsia="de-CH"/>
      </w:rPr>
      <w:fldChar w:fldCharType="separate"/>
    </w:r>
    <w:r w:rsidR="00004673">
      <w:rPr>
        <w:noProof/>
        <w:color w:val="auto"/>
        <w:sz w:val="19"/>
        <w:szCs w:val="19"/>
        <w:lang w:val="de-CH" w:eastAsia="de-CH"/>
      </w:rPr>
      <w:t>Freigabe- und Abnahmeprotokoll für Netzwerkpartner</w:t>
    </w:r>
    <w:r w:rsidRPr="00AA5730">
      <w:rPr>
        <w:noProof/>
        <w:color w:val="auto"/>
        <w:sz w:val="19"/>
        <w:szCs w:val="19"/>
        <w:lang w:val="de-CH" w:eastAsia="de-CH"/>
      </w:rPr>
      <w:fldChar w:fldCharType="end"/>
    </w:r>
    <w:r w:rsidRPr="00AA5730">
      <w:rPr>
        <w:noProof/>
        <w:color w:val="auto"/>
        <w:sz w:val="19"/>
        <w:szCs w:val="19"/>
        <w:lang w:val="de-CH" w:eastAsia="de-CH"/>
      </w:rPr>
      <w:tab/>
    </w:r>
    <w:r w:rsidRPr="00AC1A7E">
      <w:rPr>
        <w:noProof/>
        <w:color w:val="auto"/>
        <w:sz w:val="19"/>
        <w:szCs w:val="19"/>
        <w:lang w:val="de-CH" w:eastAsia="de-CH"/>
      </w:rPr>
      <w:fldChar w:fldCharType="begin"/>
    </w:r>
    <w:r w:rsidRPr="00AC1A7E">
      <w:rPr>
        <w:noProof/>
        <w:color w:val="auto"/>
        <w:sz w:val="19"/>
        <w:szCs w:val="19"/>
        <w:lang w:val="de-CH" w:eastAsia="de-CH"/>
      </w:rPr>
      <w:instrText xml:space="preserve"> STYLEREF  "1"  \* MERGEFORMAT </w:instrText>
    </w:r>
    <w:r w:rsidRPr="00AC1A7E">
      <w:rPr>
        <w:noProof/>
        <w:color w:val="auto"/>
        <w:sz w:val="19"/>
        <w:szCs w:val="19"/>
        <w:lang w:val="de-CH" w:eastAsia="de-CH"/>
      </w:rPr>
      <w:fldChar w:fldCharType="separate"/>
    </w:r>
    <w:r w:rsidR="006F271C">
      <w:rPr>
        <w:noProof/>
        <w:color w:val="auto"/>
        <w:sz w:val="19"/>
        <w:szCs w:val="19"/>
        <w:lang w:val="de-CH" w:eastAsia="de-CH"/>
      </w:rPr>
      <w:t>Abnahmeprotokoll Übersicht</w:t>
    </w:r>
    <w:r w:rsidRPr="00AC1A7E">
      <w:rPr>
        <w:noProof/>
        <w:color w:val="auto"/>
        <w:sz w:val="19"/>
        <w:szCs w:val="19"/>
        <w:lang w:val="de-CH" w:eastAsia="de-CH"/>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598B7" w14:textId="77777777" w:rsidR="005C5E77" w:rsidRPr="005C5E77" w:rsidRDefault="005C5E77" w:rsidP="005C5E77">
    <w:pPr>
      <w:tabs>
        <w:tab w:val="right" w:pos="9356"/>
      </w:tabs>
      <w:spacing w:after="360" w:line="240" w:lineRule="atLeast"/>
      <w:ind w:left="0"/>
      <w:rPr>
        <w:color w:val="auto"/>
        <w:sz w:val="24"/>
        <w:lang w:val="en-US"/>
      </w:rPr>
    </w:pPr>
    <w:r w:rsidRPr="005C5E77">
      <w:rPr>
        <w:noProof/>
        <w:color w:val="auto"/>
        <w:sz w:val="24"/>
        <w:lang w:val="en-US"/>
      </w:rPr>
      <w:drawing>
        <wp:inline distT="0" distB="0" distL="0" distR="0" wp14:anchorId="2D445F40" wp14:editId="3306DAFD">
          <wp:extent cx="1053581" cy="304560"/>
          <wp:effectExtent l="0" t="0" r="0" b="0"/>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4_rgb.emf"/>
                  <pic:cNvPicPr/>
                </pic:nvPicPr>
                <pic:blipFill>
                  <a:blip r:embed="rId1">
                    <a:extLst>
                      <a:ext uri="{28A0092B-C50C-407E-A947-70E740481C1C}">
                        <a14:useLocalDpi xmlns:a14="http://schemas.microsoft.com/office/drawing/2010/main" val="0"/>
                      </a:ext>
                    </a:extLst>
                  </a:blip>
                  <a:stretch>
                    <a:fillRect/>
                  </a:stretch>
                </pic:blipFill>
                <pic:spPr>
                  <a:xfrm>
                    <a:off x="0" y="0"/>
                    <a:ext cx="1053581" cy="304560"/>
                  </a:xfrm>
                  <a:prstGeom prst="rect">
                    <a:avLst/>
                  </a:prstGeom>
                </pic:spPr>
              </pic:pic>
            </a:graphicData>
          </a:graphic>
        </wp:inline>
      </w:drawing>
    </w:r>
  </w:p>
  <w:p w14:paraId="2FE2222A" w14:textId="6113AF1A" w:rsidR="00712A71" w:rsidRPr="005C5E77" w:rsidRDefault="005C5E77" w:rsidP="00777216">
    <w:pPr>
      <w:pBdr>
        <w:bottom w:val="single" w:sz="6" w:space="2" w:color="auto"/>
      </w:pBdr>
      <w:tabs>
        <w:tab w:val="center" w:pos="14175"/>
      </w:tabs>
      <w:spacing w:line="260" w:lineRule="atLeast"/>
      <w:ind w:left="0"/>
      <w:rPr>
        <w:color w:val="auto"/>
        <w:sz w:val="19"/>
        <w:lang w:val="de-CH"/>
      </w:rPr>
    </w:pPr>
    <w:r w:rsidRPr="005C5E77">
      <w:rPr>
        <w:color w:val="auto"/>
        <w:sz w:val="19"/>
        <w:lang w:val="de-CH"/>
      </w:rPr>
      <w:fldChar w:fldCharType="begin"/>
    </w:r>
    <w:r w:rsidRPr="005C5E77">
      <w:rPr>
        <w:color w:val="auto"/>
        <w:sz w:val="19"/>
        <w:lang w:val="de-CH"/>
      </w:rPr>
      <w:instrText xml:space="preserve"> DOCPROPERTY  Title  \* MERGEFORMAT </w:instrText>
    </w:r>
    <w:r w:rsidRPr="005C5E77">
      <w:rPr>
        <w:color w:val="auto"/>
        <w:sz w:val="19"/>
        <w:lang w:val="de-CH"/>
      </w:rPr>
      <w:fldChar w:fldCharType="separate"/>
    </w:r>
    <w:r w:rsidR="00004673">
      <w:rPr>
        <w:color w:val="auto"/>
        <w:sz w:val="19"/>
        <w:lang w:val="de-CH"/>
      </w:rPr>
      <w:t>Freigabe- und Abnahmeprotokoll für Netzwerkpartner</w:t>
    </w:r>
    <w:r w:rsidRPr="005C5E77">
      <w:rPr>
        <w:color w:val="auto"/>
        <w:sz w:val="19"/>
        <w:lang w:val="de-CH"/>
      </w:rPr>
      <w:fldChar w:fldCharType="end"/>
    </w:r>
    <w:r w:rsidRPr="005C5E77">
      <w:rPr>
        <w:color w:val="auto"/>
        <w:sz w:val="19"/>
        <w:lang w:val="de-CH"/>
      </w:rPr>
      <w:tab/>
    </w:r>
    <w:r w:rsidRPr="005C5E77">
      <w:rPr>
        <w:color w:val="auto"/>
        <w:sz w:val="19"/>
        <w:lang w:val="de-CH"/>
      </w:rPr>
      <w:fldChar w:fldCharType="begin"/>
    </w:r>
    <w:r w:rsidRPr="005C5E77">
      <w:rPr>
        <w:color w:val="auto"/>
        <w:sz w:val="19"/>
        <w:lang w:val="de-CH"/>
      </w:rPr>
      <w:instrText xml:space="preserve"> STYLEREF  "1"  \* MERGEFORMAT </w:instrText>
    </w:r>
    <w:r w:rsidRPr="005C5E77">
      <w:rPr>
        <w:color w:val="auto"/>
        <w:sz w:val="19"/>
        <w:lang w:val="de-CH"/>
      </w:rPr>
      <w:fldChar w:fldCharType="separate"/>
    </w:r>
    <w:r w:rsidR="006F271C">
      <w:rPr>
        <w:noProof/>
        <w:color w:val="auto"/>
        <w:sz w:val="19"/>
        <w:lang w:val="de-CH"/>
      </w:rPr>
      <w:t>Testfälle Netzwerkpartner Funktionen</w:t>
    </w:r>
    <w:r w:rsidRPr="005C5E77">
      <w:rPr>
        <w:color w:val="auto"/>
        <w:sz w:val="19"/>
        <w:lang w:val="de-CH"/>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0D329542"/>
    <w:lvl w:ilvl="0">
      <w:start w:val="1"/>
      <w:numFmt w:val="bullet"/>
      <w:pStyle w:val="ListBullet2"/>
      <w:lvlText w:val=""/>
      <w:lvlJc w:val="left"/>
      <w:pPr>
        <w:tabs>
          <w:tab w:val="num" w:pos="927"/>
        </w:tabs>
        <w:ind w:left="927" w:hanging="360"/>
      </w:pPr>
      <w:rPr>
        <w:rFonts w:ascii="Symbol" w:hAnsi="Symbol" w:hint="default"/>
      </w:rPr>
    </w:lvl>
  </w:abstractNum>
  <w:abstractNum w:abstractNumId="1" w15:restartNumberingAfterBreak="0">
    <w:nsid w:val="FFFFFFFE"/>
    <w:multiLevelType w:val="singleLevel"/>
    <w:tmpl w:val="85E62AD0"/>
    <w:lvl w:ilvl="0">
      <w:numFmt w:val="decimal"/>
      <w:pStyle w:val="TabelleAufzhlungPunkt"/>
      <w:lvlText w:val="*"/>
      <w:lvlJc w:val="left"/>
    </w:lvl>
  </w:abstractNum>
  <w:abstractNum w:abstractNumId="2" w15:restartNumberingAfterBreak="0">
    <w:nsid w:val="0DE2558A"/>
    <w:multiLevelType w:val="hybridMultilevel"/>
    <w:tmpl w:val="E54C2E4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F163E13"/>
    <w:multiLevelType w:val="multilevel"/>
    <w:tmpl w:val="0409001D"/>
    <w:styleLink w:val="Aufzhlung1"/>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DF438C1"/>
    <w:multiLevelType w:val="hybridMultilevel"/>
    <w:tmpl w:val="21BEFD8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324B1A98"/>
    <w:multiLevelType w:val="hybridMultilevel"/>
    <w:tmpl w:val="300A7AD4"/>
    <w:lvl w:ilvl="0" w:tplc="D61A64A6">
      <w:start w:val="1"/>
      <w:numFmt w:val="decimal"/>
      <w:pStyle w:val="Aufzhlung1-2-3"/>
      <w:lvlText w:val="%1."/>
      <w:lvlJc w:val="left"/>
      <w:pPr>
        <w:ind w:left="1920" w:hanging="360"/>
      </w:pPr>
      <w:rPr>
        <w:rFonts w:hint="default"/>
      </w:rPr>
    </w:lvl>
    <w:lvl w:ilvl="1" w:tplc="CB0657FC" w:tentative="1">
      <w:start w:val="1"/>
      <w:numFmt w:val="lowerLetter"/>
      <w:lvlText w:val="%2."/>
      <w:lvlJc w:val="left"/>
      <w:pPr>
        <w:tabs>
          <w:tab w:val="num" w:pos="1440"/>
        </w:tabs>
        <w:ind w:left="1440" w:hanging="360"/>
      </w:pPr>
    </w:lvl>
    <w:lvl w:ilvl="2" w:tplc="E1DE9102" w:tentative="1">
      <w:start w:val="1"/>
      <w:numFmt w:val="lowerRoman"/>
      <w:lvlText w:val="%3."/>
      <w:lvlJc w:val="right"/>
      <w:pPr>
        <w:tabs>
          <w:tab w:val="num" w:pos="2160"/>
        </w:tabs>
        <w:ind w:left="2160" w:hanging="180"/>
      </w:pPr>
    </w:lvl>
    <w:lvl w:ilvl="3" w:tplc="5F2EBE80" w:tentative="1">
      <w:start w:val="1"/>
      <w:numFmt w:val="decimal"/>
      <w:lvlText w:val="%4."/>
      <w:lvlJc w:val="left"/>
      <w:pPr>
        <w:tabs>
          <w:tab w:val="num" w:pos="2880"/>
        </w:tabs>
        <w:ind w:left="2880" w:hanging="360"/>
      </w:pPr>
    </w:lvl>
    <w:lvl w:ilvl="4" w:tplc="C082D084" w:tentative="1">
      <w:start w:val="1"/>
      <w:numFmt w:val="lowerLetter"/>
      <w:lvlText w:val="%5."/>
      <w:lvlJc w:val="left"/>
      <w:pPr>
        <w:tabs>
          <w:tab w:val="num" w:pos="3600"/>
        </w:tabs>
        <w:ind w:left="3600" w:hanging="360"/>
      </w:pPr>
    </w:lvl>
    <w:lvl w:ilvl="5" w:tplc="0EB69756" w:tentative="1">
      <w:start w:val="1"/>
      <w:numFmt w:val="lowerRoman"/>
      <w:lvlText w:val="%6."/>
      <w:lvlJc w:val="right"/>
      <w:pPr>
        <w:tabs>
          <w:tab w:val="num" w:pos="4320"/>
        </w:tabs>
        <w:ind w:left="4320" w:hanging="180"/>
      </w:pPr>
    </w:lvl>
    <w:lvl w:ilvl="6" w:tplc="323EC30C" w:tentative="1">
      <w:start w:val="1"/>
      <w:numFmt w:val="decimal"/>
      <w:lvlText w:val="%7."/>
      <w:lvlJc w:val="left"/>
      <w:pPr>
        <w:tabs>
          <w:tab w:val="num" w:pos="5040"/>
        </w:tabs>
        <w:ind w:left="5040" w:hanging="360"/>
      </w:pPr>
    </w:lvl>
    <w:lvl w:ilvl="7" w:tplc="5FE8A3E4" w:tentative="1">
      <w:start w:val="1"/>
      <w:numFmt w:val="lowerLetter"/>
      <w:lvlText w:val="%8."/>
      <w:lvlJc w:val="left"/>
      <w:pPr>
        <w:tabs>
          <w:tab w:val="num" w:pos="5760"/>
        </w:tabs>
        <w:ind w:left="5760" w:hanging="360"/>
      </w:pPr>
    </w:lvl>
    <w:lvl w:ilvl="8" w:tplc="12269CAC" w:tentative="1">
      <w:start w:val="1"/>
      <w:numFmt w:val="lowerRoman"/>
      <w:lvlText w:val="%9."/>
      <w:lvlJc w:val="right"/>
      <w:pPr>
        <w:tabs>
          <w:tab w:val="num" w:pos="6480"/>
        </w:tabs>
        <w:ind w:left="6480" w:hanging="180"/>
      </w:pPr>
    </w:lvl>
  </w:abstractNum>
  <w:abstractNum w:abstractNumId="6" w15:restartNumberingAfterBreak="0">
    <w:nsid w:val="359E318A"/>
    <w:multiLevelType w:val="hybridMultilevel"/>
    <w:tmpl w:val="88386402"/>
    <w:lvl w:ilvl="0" w:tplc="FFFFFFFF">
      <w:start w:val="1"/>
      <w:numFmt w:val="bullet"/>
      <w:pStyle w:val="AufzhlungStrichUnter8"/>
      <w:lvlText w:val="–"/>
      <w:lvlJc w:val="left"/>
      <w:pPr>
        <w:tabs>
          <w:tab w:val="num" w:pos="3081"/>
        </w:tabs>
        <w:ind w:left="3006" w:hanging="285"/>
      </w:pPr>
      <w:rPr>
        <w:rFonts w:hAnsi="Aria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5EF4379"/>
    <w:multiLevelType w:val="hybridMultilevel"/>
    <w:tmpl w:val="4348A69C"/>
    <w:lvl w:ilvl="0" w:tplc="7AAED6A0">
      <w:start w:val="4"/>
      <w:numFmt w:val="bullet"/>
      <w:lvlText w:val="-"/>
      <w:lvlJc w:val="left"/>
      <w:pPr>
        <w:ind w:left="360" w:hanging="360"/>
      </w:pPr>
      <w:rPr>
        <w:rFonts w:ascii="Noto Sans" w:eastAsia="Times New Roman" w:hAnsi="Noto Sans" w:cs="Noto San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9AD6607"/>
    <w:multiLevelType w:val="multilevel"/>
    <w:tmpl w:val="0409001D"/>
    <w:styleLink w:val="ListeLevel1"/>
    <w:lvl w:ilvl="0">
      <w:numFmt w:val="bullet"/>
      <w:lvlText w:val=""/>
      <w:lvlJc w:val="left"/>
      <w:pPr>
        <w:ind w:left="360" w:hanging="360"/>
      </w:pPr>
      <w:rPr>
        <w:rFonts w:ascii="Symbol" w:hAnsi="Symbol" w:hint="default"/>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C34674F"/>
    <w:multiLevelType w:val="multilevel"/>
    <w:tmpl w:val="6584ECB8"/>
    <w:lvl w:ilvl="0">
      <w:start w:val="3"/>
      <w:numFmt w:val="decimal"/>
      <w:pStyle w:val="berschriftAnhangStufe1"/>
      <w:lvlText w:val="%1."/>
      <w:lvlJc w:val="left"/>
      <w:pPr>
        <w:ind w:left="1701" w:hanging="1701"/>
      </w:pPr>
      <w:rPr>
        <w:rFonts w:hint="default"/>
      </w:rPr>
    </w:lvl>
    <w:lvl w:ilvl="1">
      <w:start w:val="1"/>
      <w:numFmt w:val="decimal"/>
      <w:pStyle w:val="berschriftAnhangStufe2"/>
      <w:lvlText w:val="%1.%2"/>
      <w:lvlJc w:val="left"/>
      <w:pPr>
        <w:ind w:left="1701" w:hanging="1701"/>
      </w:pPr>
      <w:rPr>
        <w:rFonts w:hint="default"/>
      </w:rPr>
    </w:lvl>
    <w:lvl w:ilvl="2">
      <w:start w:val="1"/>
      <w:numFmt w:val="decimal"/>
      <w:pStyle w:val="berschriftAnhangStufe3"/>
      <w:lvlText w:val="%1.%2.%3"/>
      <w:lvlJc w:val="left"/>
      <w:pPr>
        <w:ind w:left="1701" w:hanging="1701"/>
      </w:pPr>
      <w:rPr>
        <w:rFonts w:hint="default"/>
      </w:rPr>
    </w:lvl>
    <w:lvl w:ilvl="3">
      <w:start w:val="1"/>
      <w:numFmt w:val="upperLetter"/>
      <w:lvlText w:val="(%4)"/>
      <w:lvlJc w:val="left"/>
      <w:pPr>
        <w:ind w:left="1701" w:hanging="1701"/>
      </w:pPr>
      <w:rPr>
        <w:rFonts w:hint="default"/>
      </w:rPr>
    </w:lvl>
    <w:lvl w:ilvl="4">
      <w:start w:val="1"/>
      <w:numFmt w:val="lowerLetter"/>
      <w:lvlText w:val="(%5)"/>
      <w:lvlJc w:val="left"/>
      <w:pPr>
        <w:ind w:left="1701" w:hanging="1701"/>
      </w:pPr>
      <w:rPr>
        <w:rFonts w:hint="default"/>
      </w:rPr>
    </w:lvl>
    <w:lvl w:ilvl="5">
      <w:start w:val="1"/>
      <w:numFmt w:val="lowerRoman"/>
      <w:lvlText w:val="(%6)"/>
      <w:lvlJc w:val="left"/>
      <w:pPr>
        <w:ind w:left="1701" w:hanging="1701"/>
      </w:pPr>
      <w:rPr>
        <w:rFonts w:hint="default"/>
      </w:rPr>
    </w:lvl>
    <w:lvl w:ilvl="6">
      <w:start w:val="1"/>
      <w:numFmt w:val="decimal"/>
      <w:lvlText w:val="%7."/>
      <w:lvlJc w:val="left"/>
      <w:pPr>
        <w:ind w:left="1701" w:hanging="1701"/>
      </w:pPr>
      <w:rPr>
        <w:rFonts w:hint="default"/>
      </w:rPr>
    </w:lvl>
    <w:lvl w:ilvl="7">
      <w:start w:val="1"/>
      <w:numFmt w:val="lowerLetter"/>
      <w:lvlText w:val="%8."/>
      <w:lvlJc w:val="left"/>
      <w:pPr>
        <w:ind w:left="1701" w:hanging="1701"/>
      </w:pPr>
      <w:rPr>
        <w:rFonts w:hint="default"/>
      </w:rPr>
    </w:lvl>
    <w:lvl w:ilvl="8">
      <w:start w:val="1"/>
      <w:numFmt w:val="lowerRoman"/>
      <w:lvlText w:val="%9."/>
      <w:lvlJc w:val="left"/>
      <w:pPr>
        <w:ind w:left="1701" w:hanging="1701"/>
      </w:pPr>
      <w:rPr>
        <w:rFonts w:hint="default"/>
      </w:rPr>
    </w:lvl>
  </w:abstractNum>
  <w:abstractNum w:abstractNumId="10" w15:restartNumberingAfterBreak="0">
    <w:nsid w:val="3FAD00FE"/>
    <w:multiLevelType w:val="hybridMultilevel"/>
    <w:tmpl w:val="93A24E50"/>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1" w15:restartNumberingAfterBreak="0">
    <w:nsid w:val="42F14A27"/>
    <w:multiLevelType w:val="multilevel"/>
    <w:tmpl w:val="E4787964"/>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2" w15:restartNumberingAfterBreak="0">
    <w:nsid w:val="44054132"/>
    <w:multiLevelType w:val="multilevel"/>
    <w:tmpl w:val="A66E76CA"/>
    <w:lvl w:ilvl="0">
      <w:start w:val="1"/>
      <w:numFmt w:val="bullet"/>
      <w:pStyle w:val="TabellePunkt"/>
      <w:lvlText w:val=""/>
      <w:lvlJc w:val="left"/>
      <w:pPr>
        <w:tabs>
          <w:tab w:val="num" w:pos="360"/>
        </w:tabs>
        <w:ind w:left="284" w:hanging="284"/>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6D40527"/>
    <w:multiLevelType w:val="hybridMultilevel"/>
    <w:tmpl w:val="41DA9B0C"/>
    <w:lvl w:ilvl="0" w:tplc="2E8CF7EA">
      <w:start w:val="1"/>
      <w:numFmt w:val="bullet"/>
      <w:pStyle w:val="Tabelle-9ptAufzhlungPunkt"/>
      <w:lvlText w:val=""/>
      <w:lvlJc w:val="left"/>
      <w:pPr>
        <w:tabs>
          <w:tab w:val="num" w:pos="227"/>
        </w:tabs>
        <w:ind w:left="227" w:hanging="227"/>
      </w:pPr>
      <w:rPr>
        <w:rFonts w:ascii="Symbol" w:hAnsi="Symbol" w:hint="default"/>
      </w:rPr>
    </w:lvl>
    <w:lvl w:ilvl="1" w:tplc="8C5E727E" w:tentative="1">
      <w:start w:val="1"/>
      <w:numFmt w:val="bullet"/>
      <w:lvlText w:val="o"/>
      <w:lvlJc w:val="left"/>
      <w:pPr>
        <w:tabs>
          <w:tab w:val="num" w:pos="1440"/>
        </w:tabs>
        <w:ind w:left="1440" w:hanging="360"/>
      </w:pPr>
      <w:rPr>
        <w:rFonts w:ascii="Courier New" w:hAnsi="Courier New" w:hint="default"/>
      </w:rPr>
    </w:lvl>
    <w:lvl w:ilvl="2" w:tplc="CEE249DE" w:tentative="1">
      <w:start w:val="1"/>
      <w:numFmt w:val="bullet"/>
      <w:lvlText w:val=""/>
      <w:lvlJc w:val="left"/>
      <w:pPr>
        <w:tabs>
          <w:tab w:val="num" w:pos="2160"/>
        </w:tabs>
        <w:ind w:left="2160" w:hanging="360"/>
      </w:pPr>
      <w:rPr>
        <w:rFonts w:ascii="Wingdings" w:hAnsi="Wingdings" w:hint="default"/>
      </w:rPr>
    </w:lvl>
    <w:lvl w:ilvl="3" w:tplc="22462284" w:tentative="1">
      <w:start w:val="1"/>
      <w:numFmt w:val="bullet"/>
      <w:lvlText w:val=""/>
      <w:lvlJc w:val="left"/>
      <w:pPr>
        <w:tabs>
          <w:tab w:val="num" w:pos="2880"/>
        </w:tabs>
        <w:ind w:left="2880" w:hanging="360"/>
      </w:pPr>
      <w:rPr>
        <w:rFonts w:ascii="Symbol" w:hAnsi="Symbol" w:hint="default"/>
      </w:rPr>
    </w:lvl>
    <w:lvl w:ilvl="4" w:tplc="98AED86C" w:tentative="1">
      <w:start w:val="1"/>
      <w:numFmt w:val="bullet"/>
      <w:lvlText w:val="o"/>
      <w:lvlJc w:val="left"/>
      <w:pPr>
        <w:tabs>
          <w:tab w:val="num" w:pos="3600"/>
        </w:tabs>
        <w:ind w:left="3600" w:hanging="360"/>
      </w:pPr>
      <w:rPr>
        <w:rFonts w:ascii="Courier New" w:hAnsi="Courier New" w:hint="default"/>
      </w:rPr>
    </w:lvl>
    <w:lvl w:ilvl="5" w:tplc="6ADE62E0" w:tentative="1">
      <w:start w:val="1"/>
      <w:numFmt w:val="bullet"/>
      <w:lvlText w:val=""/>
      <w:lvlJc w:val="left"/>
      <w:pPr>
        <w:tabs>
          <w:tab w:val="num" w:pos="4320"/>
        </w:tabs>
        <w:ind w:left="4320" w:hanging="360"/>
      </w:pPr>
      <w:rPr>
        <w:rFonts w:ascii="Wingdings" w:hAnsi="Wingdings" w:hint="default"/>
      </w:rPr>
    </w:lvl>
    <w:lvl w:ilvl="6" w:tplc="8C620992" w:tentative="1">
      <w:start w:val="1"/>
      <w:numFmt w:val="bullet"/>
      <w:lvlText w:val=""/>
      <w:lvlJc w:val="left"/>
      <w:pPr>
        <w:tabs>
          <w:tab w:val="num" w:pos="5040"/>
        </w:tabs>
        <w:ind w:left="5040" w:hanging="360"/>
      </w:pPr>
      <w:rPr>
        <w:rFonts w:ascii="Symbol" w:hAnsi="Symbol" w:hint="default"/>
      </w:rPr>
    </w:lvl>
    <w:lvl w:ilvl="7" w:tplc="A5645F94" w:tentative="1">
      <w:start w:val="1"/>
      <w:numFmt w:val="bullet"/>
      <w:lvlText w:val="o"/>
      <w:lvlJc w:val="left"/>
      <w:pPr>
        <w:tabs>
          <w:tab w:val="num" w:pos="5760"/>
        </w:tabs>
        <w:ind w:left="5760" w:hanging="360"/>
      </w:pPr>
      <w:rPr>
        <w:rFonts w:ascii="Courier New" w:hAnsi="Courier New" w:hint="default"/>
      </w:rPr>
    </w:lvl>
    <w:lvl w:ilvl="8" w:tplc="4320AD1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1E04CD0"/>
    <w:multiLevelType w:val="hybridMultilevel"/>
    <w:tmpl w:val="14626BF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55C36CF7"/>
    <w:multiLevelType w:val="hybridMultilevel"/>
    <w:tmpl w:val="571AF27E"/>
    <w:lvl w:ilvl="0" w:tplc="890AD1D0">
      <w:start w:val="1"/>
      <w:numFmt w:val="lowerLetter"/>
      <w:pStyle w:val="Aufzhlunga-b-c"/>
      <w:lvlText w:val="%1)"/>
      <w:lvlJc w:val="left"/>
      <w:pPr>
        <w:ind w:left="2268" w:hanging="283"/>
      </w:pPr>
      <w:rPr>
        <w:rFonts w:ascii="Arial" w:hAnsi="Arial" w:hint="default"/>
        <w:b w:val="0"/>
        <w:i w:val="0"/>
        <w:color w:val="auto"/>
        <w:sz w:val="20"/>
      </w:rPr>
    </w:lvl>
    <w:lvl w:ilvl="1" w:tplc="08070019" w:tentative="1">
      <w:start w:val="1"/>
      <w:numFmt w:val="lowerLetter"/>
      <w:lvlText w:val="%2."/>
      <w:lvlJc w:val="left"/>
      <w:pPr>
        <w:ind w:left="3425" w:hanging="360"/>
      </w:pPr>
    </w:lvl>
    <w:lvl w:ilvl="2" w:tplc="0807001B" w:tentative="1">
      <w:start w:val="1"/>
      <w:numFmt w:val="lowerRoman"/>
      <w:lvlText w:val="%3."/>
      <w:lvlJc w:val="right"/>
      <w:pPr>
        <w:ind w:left="4145" w:hanging="180"/>
      </w:pPr>
    </w:lvl>
    <w:lvl w:ilvl="3" w:tplc="0807000F" w:tentative="1">
      <w:start w:val="1"/>
      <w:numFmt w:val="decimal"/>
      <w:lvlText w:val="%4."/>
      <w:lvlJc w:val="left"/>
      <w:pPr>
        <w:ind w:left="4865" w:hanging="360"/>
      </w:pPr>
    </w:lvl>
    <w:lvl w:ilvl="4" w:tplc="08070019" w:tentative="1">
      <w:start w:val="1"/>
      <w:numFmt w:val="lowerLetter"/>
      <w:lvlText w:val="%5."/>
      <w:lvlJc w:val="left"/>
      <w:pPr>
        <w:ind w:left="5585" w:hanging="360"/>
      </w:pPr>
    </w:lvl>
    <w:lvl w:ilvl="5" w:tplc="0807001B" w:tentative="1">
      <w:start w:val="1"/>
      <w:numFmt w:val="lowerRoman"/>
      <w:lvlText w:val="%6."/>
      <w:lvlJc w:val="right"/>
      <w:pPr>
        <w:ind w:left="6305" w:hanging="180"/>
      </w:pPr>
    </w:lvl>
    <w:lvl w:ilvl="6" w:tplc="0807000F" w:tentative="1">
      <w:start w:val="1"/>
      <w:numFmt w:val="decimal"/>
      <w:lvlText w:val="%7."/>
      <w:lvlJc w:val="left"/>
      <w:pPr>
        <w:ind w:left="7025" w:hanging="360"/>
      </w:pPr>
    </w:lvl>
    <w:lvl w:ilvl="7" w:tplc="08070019" w:tentative="1">
      <w:start w:val="1"/>
      <w:numFmt w:val="lowerLetter"/>
      <w:lvlText w:val="%8."/>
      <w:lvlJc w:val="left"/>
      <w:pPr>
        <w:ind w:left="7745" w:hanging="360"/>
      </w:pPr>
    </w:lvl>
    <w:lvl w:ilvl="8" w:tplc="0807001B" w:tentative="1">
      <w:start w:val="1"/>
      <w:numFmt w:val="lowerRoman"/>
      <w:lvlText w:val="%9."/>
      <w:lvlJc w:val="right"/>
      <w:pPr>
        <w:ind w:left="8465" w:hanging="180"/>
      </w:pPr>
    </w:lvl>
  </w:abstractNum>
  <w:abstractNum w:abstractNumId="16" w15:restartNumberingAfterBreak="0">
    <w:nsid w:val="5BCB3F93"/>
    <w:multiLevelType w:val="hybridMultilevel"/>
    <w:tmpl w:val="019656A4"/>
    <w:lvl w:ilvl="0" w:tplc="08070001">
      <w:start w:val="1"/>
      <w:numFmt w:val="bullet"/>
      <w:lvlText w:val=""/>
      <w:lvlJc w:val="left"/>
      <w:pPr>
        <w:ind w:left="1494" w:hanging="360"/>
      </w:pPr>
      <w:rPr>
        <w:rFonts w:ascii="Symbol" w:hAnsi="Symbol" w:hint="default"/>
      </w:rPr>
    </w:lvl>
    <w:lvl w:ilvl="1" w:tplc="08070003" w:tentative="1">
      <w:start w:val="1"/>
      <w:numFmt w:val="bullet"/>
      <w:lvlText w:val="o"/>
      <w:lvlJc w:val="left"/>
      <w:pPr>
        <w:ind w:left="2214" w:hanging="360"/>
      </w:pPr>
      <w:rPr>
        <w:rFonts w:ascii="Courier New" w:hAnsi="Courier New" w:cs="Courier New" w:hint="default"/>
      </w:rPr>
    </w:lvl>
    <w:lvl w:ilvl="2" w:tplc="08070005" w:tentative="1">
      <w:start w:val="1"/>
      <w:numFmt w:val="bullet"/>
      <w:lvlText w:val=""/>
      <w:lvlJc w:val="left"/>
      <w:pPr>
        <w:ind w:left="2934" w:hanging="360"/>
      </w:pPr>
      <w:rPr>
        <w:rFonts w:ascii="Wingdings" w:hAnsi="Wingdings" w:hint="default"/>
      </w:rPr>
    </w:lvl>
    <w:lvl w:ilvl="3" w:tplc="08070001" w:tentative="1">
      <w:start w:val="1"/>
      <w:numFmt w:val="bullet"/>
      <w:lvlText w:val=""/>
      <w:lvlJc w:val="left"/>
      <w:pPr>
        <w:ind w:left="3654" w:hanging="360"/>
      </w:pPr>
      <w:rPr>
        <w:rFonts w:ascii="Symbol" w:hAnsi="Symbol" w:hint="default"/>
      </w:rPr>
    </w:lvl>
    <w:lvl w:ilvl="4" w:tplc="08070003" w:tentative="1">
      <w:start w:val="1"/>
      <w:numFmt w:val="bullet"/>
      <w:lvlText w:val="o"/>
      <w:lvlJc w:val="left"/>
      <w:pPr>
        <w:ind w:left="4374" w:hanging="360"/>
      </w:pPr>
      <w:rPr>
        <w:rFonts w:ascii="Courier New" w:hAnsi="Courier New" w:cs="Courier New" w:hint="default"/>
      </w:rPr>
    </w:lvl>
    <w:lvl w:ilvl="5" w:tplc="08070005" w:tentative="1">
      <w:start w:val="1"/>
      <w:numFmt w:val="bullet"/>
      <w:lvlText w:val=""/>
      <w:lvlJc w:val="left"/>
      <w:pPr>
        <w:ind w:left="5094" w:hanging="360"/>
      </w:pPr>
      <w:rPr>
        <w:rFonts w:ascii="Wingdings" w:hAnsi="Wingdings" w:hint="default"/>
      </w:rPr>
    </w:lvl>
    <w:lvl w:ilvl="6" w:tplc="08070001" w:tentative="1">
      <w:start w:val="1"/>
      <w:numFmt w:val="bullet"/>
      <w:lvlText w:val=""/>
      <w:lvlJc w:val="left"/>
      <w:pPr>
        <w:ind w:left="5814" w:hanging="360"/>
      </w:pPr>
      <w:rPr>
        <w:rFonts w:ascii="Symbol" w:hAnsi="Symbol" w:hint="default"/>
      </w:rPr>
    </w:lvl>
    <w:lvl w:ilvl="7" w:tplc="08070003" w:tentative="1">
      <w:start w:val="1"/>
      <w:numFmt w:val="bullet"/>
      <w:lvlText w:val="o"/>
      <w:lvlJc w:val="left"/>
      <w:pPr>
        <w:ind w:left="6534" w:hanging="360"/>
      </w:pPr>
      <w:rPr>
        <w:rFonts w:ascii="Courier New" w:hAnsi="Courier New" w:cs="Courier New" w:hint="default"/>
      </w:rPr>
    </w:lvl>
    <w:lvl w:ilvl="8" w:tplc="08070005" w:tentative="1">
      <w:start w:val="1"/>
      <w:numFmt w:val="bullet"/>
      <w:lvlText w:val=""/>
      <w:lvlJc w:val="left"/>
      <w:pPr>
        <w:ind w:left="7254" w:hanging="360"/>
      </w:pPr>
      <w:rPr>
        <w:rFonts w:ascii="Wingdings" w:hAnsi="Wingdings" w:hint="default"/>
      </w:rPr>
    </w:lvl>
  </w:abstractNum>
  <w:abstractNum w:abstractNumId="17" w15:restartNumberingAfterBreak="0">
    <w:nsid w:val="5E8141DE"/>
    <w:multiLevelType w:val="multilevel"/>
    <w:tmpl w:val="A3EAC756"/>
    <w:lvl w:ilvl="0">
      <w:start w:val="1"/>
      <w:numFmt w:val="decimal"/>
      <w:pStyle w:val="Heading1"/>
      <w:lvlText w:val="%1"/>
      <w:lvlJc w:val="left"/>
      <w:pPr>
        <w:tabs>
          <w:tab w:val="num" w:pos="1701"/>
        </w:tabs>
        <w:ind w:left="1701" w:hanging="1701"/>
      </w:pPr>
      <w:rPr>
        <w:rFonts w:hint="default"/>
      </w:rPr>
    </w:lvl>
    <w:lvl w:ilvl="1">
      <w:start w:val="1"/>
      <w:numFmt w:val="decimal"/>
      <w:pStyle w:val="Heading2"/>
      <w:lvlText w:val="%1.%2"/>
      <w:lvlJc w:val="left"/>
      <w:pPr>
        <w:tabs>
          <w:tab w:val="num" w:pos="1701"/>
        </w:tabs>
        <w:ind w:left="1701" w:hanging="1701"/>
      </w:pPr>
      <w:rPr>
        <w:rFonts w:ascii="Noto Sans" w:hAnsi="Noto Sans" w:cs="Noto Sans" w:hint="default"/>
      </w:rPr>
    </w:lvl>
    <w:lvl w:ilvl="2">
      <w:start w:val="1"/>
      <w:numFmt w:val="decimal"/>
      <w:pStyle w:val="Heading3"/>
      <w:lvlText w:val="%1.%2.%3"/>
      <w:lvlJc w:val="left"/>
      <w:pPr>
        <w:tabs>
          <w:tab w:val="num" w:pos="1701"/>
        </w:tabs>
        <w:ind w:left="1701" w:hanging="1701"/>
      </w:pPr>
      <w:rPr>
        <w:rFonts w:hint="default"/>
      </w:rPr>
    </w:lvl>
    <w:lvl w:ilvl="3">
      <w:start w:val="1"/>
      <w:numFmt w:val="decimal"/>
      <w:pStyle w:val="Heading4"/>
      <w:lvlText w:val="%1.%2.%3.%4"/>
      <w:lvlJc w:val="left"/>
      <w:pPr>
        <w:tabs>
          <w:tab w:val="num" w:pos="0"/>
        </w:tabs>
        <w:ind w:left="708" w:hanging="708"/>
      </w:pPr>
      <w:rPr>
        <w:rFonts w:hint="default"/>
      </w:rPr>
    </w:lvl>
    <w:lvl w:ilvl="4">
      <w:start w:val="1"/>
      <w:numFmt w:val="decimal"/>
      <w:pStyle w:val="Heading5"/>
      <w:lvlText w:val="%1.%2.%3.%4.%5"/>
      <w:lvlJc w:val="left"/>
      <w:pPr>
        <w:tabs>
          <w:tab w:val="num" w:pos="0"/>
        </w:tabs>
        <w:ind w:left="1416" w:hanging="708"/>
      </w:pPr>
      <w:rPr>
        <w:rFonts w:hint="default"/>
      </w:rPr>
    </w:lvl>
    <w:lvl w:ilvl="5">
      <w:start w:val="1"/>
      <w:numFmt w:val="decimal"/>
      <w:pStyle w:val="Heading6"/>
      <w:lvlText w:val="%1.%2.%3.%4.%5.%6"/>
      <w:lvlJc w:val="left"/>
      <w:pPr>
        <w:tabs>
          <w:tab w:val="num" w:pos="0"/>
        </w:tabs>
        <w:ind w:left="2124" w:hanging="708"/>
      </w:pPr>
      <w:rPr>
        <w:rFonts w:hint="default"/>
      </w:rPr>
    </w:lvl>
    <w:lvl w:ilvl="6">
      <w:start w:val="1"/>
      <w:numFmt w:val="decimal"/>
      <w:pStyle w:val="Heading7"/>
      <w:lvlText w:val="%1.%2.%3.%4.%5.%6.%7"/>
      <w:lvlJc w:val="left"/>
      <w:pPr>
        <w:tabs>
          <w:tab w:val="num" w:pos="0"/>
        </w:tabs>
        <w:ind w:left="2832" w:hanging="708"/>
      </w:pPr>
      <w:rPr>
        <w:rFonts w:hint="default"/>
      </w:rPr>
    </w:lvl>
    <w:lvl w:ilvl="7">
      <w:start w:val="1"/>
      <w:numFmt w:val="decimal"/>
      <w:pStyle w:val="Heading8"/>
      <w:lvlText w:val="%1.%2.%3.%4.%5.%6.%7.%8"/>
      <w:lvlJc w:val="left"/>
      <w:pPr>
        <w:tabs>
          <w:tab w:val="num" w:pos="0"/>
        </w:tabs>
        <w:ind w:left="3540" w:hanging="708"/>
      </w:pPr>
      <w:rPr>
        <w:rFonts w:hint="default"/>
      </w:rPr>
    </w:lvl>
    <w:lvl w:ilvl="8">
      <w:start w:val="1"/>
      <w:numFmt w:val="decimal"/>
      <w:pStyle w:val="Heading9"/>
      <w:lvlText w:val="%1.%2.%3.%4.%5.%6.%7.%8.%9"/>
      <w:lvlJc w:val="left"/>
      <w:pPr>
        <w:tabs>
          <w:tab w:val="num" w:pos="0"/>
        </w:tabs>
        <w:ind w:left="4248" w:hanging="708"/>
      </w:pPr>
      <w:rPr>
        <w:rFonts w:hint="default"/>
      </w:rPr>
    </w:lvl>
  </w:abstractNum>
  <w:abstractNum w:abstractNumId="18" w15:restartNumberingAfterBreak="0">
    <w:nsid w:val="63F039A5"/>
    <w:multiLevelType w:val="hybridMultilevel"/>
    <w:tmpl w:val="23DE5602"/>
    <w:lvl w:ilvl="0" w:tplc="6188256E">
      <w:start w:val="1"/>
      <w:numFmt w:val="bullet"/>
      <w:lvlText w:val=""/>
      <w:lvlJc w:val="left"/>
      <w:pPr>
        <w:tabs>
          <w:tab w:val="num" w:pos="6380"/>
        </w:tabs>
        <w:ind w:left="6380" w:hanging="284"/>
      </w:pPr>
      <w:rPr>
        <w:rFonts w:ascii="Symbol" w:hAnsi="Symbol" w:hint="default"/>
      </w:rPr>
    </w:lvl>
    <w:lvl w:ilvl="1" w:tplc="04070019" w:tentative="1">
      <w:start w:val="1"/>
      <w:numFmt w:val="bullet"/>
      <w:lvlText w:val="o"/>
      <w:lvlJc w:val="left"/>
      <w:pPr>
        <w:tabs>
          <w:tab w:val="num" w:pos="7536"/>
        </w:tabs>
        <w:ind w:left="7536" w:hanging="360"/>
      </w:pPr>
      <w:rPr>
        <w:rFonts w:ascii="Courier New" w:hAnsi="Courier New" w:cs="Courier New" w:hint="default"/>
      </w:rPr>
    </w:lvl>
    <w:lvl w:ilvl="2" w:tplc="0407001B" w:tentative="1">
      <w:start w:val="1"/>
      <w:numFmt w:val="bullet"/>
      <w:lvlText w:val=""/>
      <w:lvlJc w:val="left"/>
      <w:pPr>
        <w:tabs>
          <w:tab w:val="num" w:pos="8256"/>
        </w:tabs>
        <w:ind w:left="8256" w:hanging="360"/>
      </w:pPr>
      <w:rPr>
        <w:rFonts w:ascii="Wingdings" w:hAnsi="Wingdings" w:hint="default"/>
      </w:rPr>
    </w:lvl>
    <w:lvl w:ilvl="3" w:tplc="0407000F">
      <w:start w:val="1"/>
      <w:numFmt w:val="bullet"/>
      <w:lvlText w:val=""/>
      <w:lvlJc w:val="left"/>
      <w:pPr>
        <w:tabs>
          <w:tab w:val="num" w:pos="8976"/>
        </w:tabs>
        <w:ind w:left="8976" w:hanging="360"/>
      </w:pPr>
      <w:rPr>
        <w:rFonts w:ascii="Symbol" w:hAnsi="Symbol" w:hint="default"/>
      </w:rPr>
    </w:lvl>
    <w:lvl w:ilvl="4" w:tplc="04070019" w:tentative="1">
      <w:start w:val="1"/>
      <w:numFmt w:val="bullet"/>
      <w:lvlText w:val="o"/>
      <w:lvlJc w:val="left"/>
      <w:pPr>
        <w:tabs>
          <w:tab w:val="num" w:pos="9696"/>
        </w:tabs>
        <w:ind w:left="9696" w:hanging="360"/>
      </w:pPr>
      <w:rPr>
        <w:rFonts w:ascii="Courier New" w:hAnsi="Courier New" w:cs="Courier New" w:hint="default"/>
      </w:rPr>
    </w:lvl>
    <w:lvl w:ilvl="5" w:tplc="0407001B" w:tentative="1">
      <w:start w:val="1"/>
      <w:numFmt w:val="bullet"/>
      <w:lvlText w:val=""/>
      <w:lvlJc w:val="left"/>
      <w:pPr>
        <w:tabs>
          <w:tab w:val="num" w:pos="10416"/>
        </w:tabs>
        <w:ind w:left="10416" w:hanging="360"/>
      </w:pPr>
      <w:rPr>
        <w:rFonts w:ascii="Wingdings" w:hAnsi="Wingdings" w:hint="default"/>
      </w:rPr>
    </w:lvl>
    <w:lvl w:ilvl="6" w:tplc="0407000F" w:tentative="1">
      <w:start w:val="1"/>
      <w:numFmt w:val="bullet"/>
      <w:lvlText w:val=""/>
      <w:lvlJc w:val="left"/>
      <w:pPr>
        <w:tabs>
          <w:tab w:val="num" w:pos="11136"/>
        </w:tabs>
        <w:ind w:left="11136" w:hanging="360"/>
      </w:pPr>
      <w:rPr>
        <w:rFonts w:ascii="Symbol" w:hAnsi="Symbol" w:hint="default"/>
      </w:rPr>
    </w:lvl>
    <w:lvl w:ilvl="7" w:tplc="04070019" w:tentative="1">
      <w:start w:val="1"/>
      <w:numFmt w:val="bullet"/>
      <w:lvlText w:val="o"/>
      <w:lvlJc w:val="left"/>
      <w:pPr>
        <w:tabs>
          <w:tab w:val="num" w:pos="11856"/>
        </w:tabs>
        <w:ind w:left="11856" w:hanging="360"/>
      </w:pPr>
      <w:rPr>
        <w:rFonts w:ascii="Courier New" w:hAnsi="Courier New" w:cs="Courier New" w:hint="default"/>
      </w:rPr>
    </w:lvl>
    <w:lvl w:ilvl="8" w:tplc="0407001B" w:tentative="1">
      <w:start w:val="1"/>
      <w:numFmt w:val="bullet"/>
      <w:lvlText w:val=""/>
      <w:lvlJc w:val="left"/>
      <w:pPr>
        <w:tabs>
          <w:tab w:val="num" w:pos="12576"/>
        </w:tabs>
        <w:ind w:left="12576" w:hanging="360"/>
      </w:pPr>
      <w:rPr>
        <w:rFonts w:ascii="Wingdings" w:hAnsi="Wingdings" w:hint="default"/>
      </w:rPr>
    </w:lvl>
  </w:abstractNum>
  <w:abstractNum w:abstractNumId="19" w15:restartNumberingAfterBreak="0">
    <w:nsid w:val="66DA07C9"/>
    <w:multiLevelType w:val="hybridMultilevel"/>
    <w:tmpl w:val="FB545480"/>
    <w:lvl w:ilvl="0" w:tplc="7AAED6A0">
      <w:start w:val="4"/>
      <w:numFmt w:val="bullet"/>
      <w:lvlText w:val="-"/>
      <w:lvlJc w:val="left"/>
      <w:pPr>
        <w:ind w:left="360" w:hanging="360"/>
      </w:pPr>
      <w:rPr>
        <w:rFonts w:ascii="Noto Sans" w:eastAsia="Times New Roman" w:hAnsi="Noto Sans" w:cs="Noto Sans" w:hint="default"/>
      </w:rPr>
    </w:lvl>
    <w:lvl w:ilvl="1" w:tplc="08070003">
      <w:start w:val="1"/>
      <w:numFmt w:val="bullet"/>
      <w:lvlText w:val="o"/>
      <w:lvlJc w:val="left"/>
      <w:pPr>
        <w:ind w:left="819"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70FD6D03"/>
    <w:multiLevelType w:val="singleLevel"/>
    <w:tmpl w:val="5F2A4008"/>
    <w:lvl w:ilvl="0">
      <w:start w:val="1"/>
      <w:numFmt w:val="bullet"/>
      <w:pStyle w:val="UnteraufzhlungStrich"/>
      <w:lvlText w:val="–"/>
      <w:lvlJc w:val="left"/>
      <w:pPr>
        <w:tabs>
          <w:tab w:val="num" w:pos="2345"/>
        </w:tabs>
        <w:ind w:left="2155" w:hanging="170"/>
      </w:pPr>
      <w:rPr>
        <w:rFonts w:ascii="Arial" w:hAnsi="Arial" w:hint="default"/>
        <w:b w:val="0"/>
        <w:i w:val="0"/>
      </w:rPr>
    </w:lvl>
  </w:abstractNum>
  <w:abstractNum w:abstractNumId="21" w15:restartNumberingAfterBreak="0">
    <w:nsid w:val="743451A5"/>
    <w:multiLevelType w:val="hybridMultilevel"/>
    <w:tmpl w:val="9F805FE8"/>
    <w:lvl w:ilvl="0" w:tplc="A08EE256">
      <w:start w:val="4"/>
      <w:numFmt w:val="bullet"/>
      <w:lvlText w:val="-"/>
      <w:lvlJc w:val="left"/>
      <w:pPr>
        <w:ind w:left="720" w:hanging="360"/>
      </w:pPr>
      <w:rPr>
        <w:rFonts w:ascii="Noto Sans" w:eastAsia="Times New Roman" w:hAnsi="Noto Sans" w:cs="Noto San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746465D9"/>
    <w:multiLevelType w:val="hybridMultilevel"/>
    <w:tmpl w:val="FDF0652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76DA5949"/>
    <w:multiLevelType w:val="multilevel"/>
    <w:tmpl w:val="9014E916"/>
    <w:lvl w:ilvl="0">
      <w:start w:val="1"/>
      <w:numFmt w:val="bullet"/>
      <w:pStyle w:val="AufzhlungPunk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793825AC"/>
    <w:multiLevelType w:val="hybridMultilevel"/>
    <w:tmpl w:val="E5220504"/>
    <w:lvl w:ilvl="0" w:tplc="E4C02E34">
      <w:start w:val="1"/>
      <w:numFmt w:val="bullet"/>
      <w:pStyle w:val="TabelleAufzhlungPunktohneAbstandvor"/>
      <w:lvlText w:val=""/>
      <w:lvlJc w:val="left"/>
      <w:pPr>
        <w:ind w:left="2421" w:hanging="360"/>
      </w:pPr>
      <w:rPr>
        <w:rFonts w:ascii="Symbol" w:hAnsi="Symbol" w:hint="default"/>
      </w:rPr>
    </w:lvl>
    <w:lvl w:ilvl="1" w:tplc="0AFA9D16" w:tentative="1">
      <w:start w:val="1"/>
      <w:numFmt w:val="bullet"/>
      <w:lvlText w:val="o"/>
      <w:lvlJc w:val="left"/>
      <w:pPr>
        <w:ind w:left="3141" w:hanging="360"/>
      </w:pPr>
      <w:rPr>
        <w:rFonts w:ascii="Courier New" w:hAnsi="Courier New" w:cs="Courier New" w:hint="default"/>
      </w:rPr>
    </w:lvl>
    <w:lvl w:ilvl="2" w:tplc="D0806ED4" w:tentative="1">
      <w:start w:val="1"/>
      <w:numFmt w:val="bullet"/>
      <w:lvlText w:val=""/>
      <w:lvlJc w:val="left"/>
      <w:pPr>
        <w:ind w:left="3861" w:hanging="360"/>
      </w:pPr>
      <w:rPr>
        <w:rFonts w:ascii="Wingdings" w:hAnsi="Wingdings" w:hint="default"/>
      </w:rPr>
    </w:lvl>
    <w:lvl w:ilvl="3" w:tplc="5A48F93E" w:tentative="1">
      <w:start w:val="1"/>
      <w:numFmt w:val="bullet"/>
      <w:lvlText w:val=""/>
      <w:lvlJc w:val="left"/>
      <w:pPr>
        <w:ind w:left="4581" w:hanging="360"/>
      </w:pPr>
      <w:rPr>
        <w:rFonts w:ascii="Symbol" w:hAnsi="Symbol" w:hint="default"/>
      </w:rPr>
    </w:lvl>
    <w:lvl w:ilvl="4" w:tplc="607E19A8" w:tentative="1">
      <w:start w:val="1"/>
      <w:numFmt w:val="bullet"/>
      <w:lvlText w:val="o"/>
      <w:lvlJc w:val="left"/>
      <w:pPr>
        <w:ind w:left="5301" w:hanging="360"/>
      </w:pPr>
      <w:rPr>
        <w:rFonts w:ascii="Courier New" w:hAnsi="Courier New" w:cs="Courier New" w:hint="default"/>
      </w:rPr>
    </w:lvl>
    <w:lvl w:ilvl="5" w:tplc="AED83824" w:tentative="1">
      <w:start w:val="1"/>
      <w:numFmt w:val="bullet"/>
      <w:lvlText w:val=""/>
      <w:lvlJc w:val="left"/>
      <w:pPr>
        <w:ind w:left="6021" w:hanging="360"/>
      </w:pPr>
      <w:rPr>
        <w:rFonts w:ascii="Wingdings" w:hAnsi="Wingdings" w:hint="default"/>
      </w:rPr>
    </w:lvl>
    <w:lvl w:ilvl="6" w:tplc="3684E9D2" w:tentative="1">
      <w:start w:val="1"/>
      <w:numFmt w:val="bullet"/>
      <w:lvlText w:val=""/>
      <w:lvlJc w:val="left"/>
      <w:pPr>
        <w:ind w:left="6741" w:hanging="360"/>
      </w:pPr>
      <w:rPr>
        <w:rFonts w:ascii="Symbol" w:hAnsi="Symbol" w:hint="default"/>
      </w:rPr>
    </w:lvl>
    <w:lvl w:ilvl="7" w:tplc="AA724E80" w:tentative="1">
      <w:start w:val="1"/>
      <w:numFmt w:val="bullet"/>
      <w:lvlText w:val="o"/>
      <w:lvlJc w:val="left"/>
      <w:pPr>
        <w:ind w:left="7461" w:hanging="360"/>
      </w:pPr>
      <w:rPr>
        <w:rFonts w:ascii="Courier New" w:hAnsi="Courier New" w:cs="Courier New" w:hint="default"/>
      </w:rPr>
    </w:lvl>
    <w:lvl w:ilvl="8" w:tplc="F4EA35AE" w:tentative="1">
      <w:start w:val="1"/>
      <w:numFmt w:val="bullet"/>
      <w:lvlText w:val=""/>
      <w:lvlJc w:val="left"/>
      <w:pPr>
        <w:ind w:left="8181" w:hanging="360"/>
      </w:pPr>
      <w:rPr>
        <w:rFonts w:ascii="Wingdings" w:hAnsi="Wingdings" w:hint="default"/>
      </w:rPr>
    </w:lvl>
  </w:abstractNum>
  <w:abstractNum w:abstractNumId="25" w15:restartNumberingAfterBreak="0">
    <w:nsid w:val="7DD06FBE"/>
    <w:multiLevelType w:val="hybridMultilevel"/>
    <w:tmpl w:val="6186B28C"/>
    <w:lvl w:ilvl="0" w:tplc="3C38B07C">
      <w:start w:val="1"/>
      <w:numFmt w:val="bullet"/>
      <w:pStyle w:val="AufzhlungStrichunter"/>
      <w:lvlText w:val=""/>
      <w:lvlJc w:val="left"/>
      <w:pPr>
        <w:ind w:left="2345" w:hanging="360"/>
      </w:pPr>
      <w:rPr>
        <w:rFonts w:ascii="Symbol" w:hAnsi="Symbol" w:hint="default"/>
      </w:rPr>
    </w:lvl>
    <w:lvl w:ilvl="1" w:tplc="FC56FCB2" w:tentative="1">
      <w:start w:val="1"/>
      <w:numFmt w:val="bullet"/>
      <w:lvlText w:val="o"/>
      <w:lvlJc w:val="left"/>
      <w:pPr>
        <w:ind w:left="3065" w:hanging="360"/>
      </w:pPr>
      <w:rPr>
        <w:rFonts w:ascii="Courier New" w:hAnsi="Courier New" w:cs="Courier New" w:hint="default"/>
      </w:rPr>
    </w:lvl>
    <w:lvl w:ilvl="2" w:tplc="FA38C28C" w:tentative="1">
      <w:start w:val="1"/>
      <w:numFmt w:val="bullet"/>
      <w:lvlText w:val=""/>
      <w:lvlJc w:val="left"/>
      <w:pPr>
        <w:ind w:left="3785" w:hanging="360"/>
      </w:pPr>
      <w:rPr>
        <w:rFonts w:ascii="Wingdings" w:hAnsi="Wingdings" w:hint="default"/>
      </w:rPr>
    </w:lvl>
    <w:lvl w:ilvl="3" w:tplc="03F0644A" w:tentative="1">
      <w:start w:val="1"/>
      <w:numFmt w:val="bullet"/>
      <w:lvlText w:val=""/>
      <w:lvlJc w:val="left"/>
      <w:pPr>
        <w:ind w:left="4505" w:hanging="360"/>
      </w:pPr>
      <w:rPr>
        <w:rFonts w:ascii="Symbol" w:hAnsi="Symbol" w:hint="default"/>
      </w:rPr>
    </w:lvl>
    <w:lvl w:ilvl="4" w:tplc="F02C6040" w:tentative="1">
      <w:start w:val="1"/>
      <w:numFmt w:val="bullet"/>
      <w:lvlText w:val="o"/>
      <w:lvlJc w:val="left"/>
      <w:pPr>
        <w:ind w:left="5225" w:hanging="360"/>
      </w:pPr>
      <w:rPr>
        <w:rFonts w:ascii="Courier New" w:hAnsi="Courier New" w:cs="Courier New" w:hint="default"/>
      </w:rPr>
    </w:lvl>
    <w:lvl w:ilvl="5" w:tplc="FE5A51C6" w:tentative="1">
      <w:start w:val="1"/>
      <w:numFmt w:val="bullet"/>
      <w:lvlText w:val=""/>
      <w:lvlJc w:val="left"/>
      <w:pPr>
        <w:ind w:left="5945" w:hanging="360"/>
      </w:pPr>
      <w:rPr>
        <w:rFonts w:ascii="Wingdings" w:hAnsi="Wingdings" w:hint="default"/>
      </w:rPr>
    </w:lvl>
    <w:lvl w:ilvl="6" w:tplc="74C2BB84" w:tentative="1">
      <w:start w:val="1"/>
      <w:numFmt w:val="bullet"/>
      <w:lvlText w:val=""/>
      <w:lvlJc w:val="left"/>
      <w:pPr>
        <w:ind w:left="6665" w:hanging="360"/>
      </w:pPr>
      <w:rPr>
        <w:rFonts w:ascii="Symbol" w:hAnsi="Symbol" w:hint="default"/>
      </w:rPr>
    </w:lvl>
    <w:lvl w:ilvl="7" w:tplc="6090DEC8" w:tentative="1">
      <w:start w:val="1"/>
      <w:numFmt w:val="bullet"/>
      <w:lvlText w:val="o"/>
      <w:lvlJc w:val="left"/>
      <w:pPr>
        <w:ind w:left="7385" w:hanging="360"/>
      </w:pPr>
      <w:rPr>
        <w:rFonts w:ascii="Courier New" w:hAnsi="Courier New" w:cs="Courier New" w:hint="default"/>
      </w:rPr>
    </w:lvl>
    <w:lvl w:ilvl="8" w:tplc="62387E02" w:tentative="1">
      <w:start w:val="1"/>
      <w:numFmt w:val="bullet"/>
      <w:lvlText w:val=""/>
      <w:lvlJc w:val="left"/>
      <w:pPr>
        <w:ind w:left="8105" w:hanging="360"/>
      </w:pPr>
      <w:rPr>
        <w:rFonts w:ascii="Wingdings" w:hAnsi="Wingdings" w:hint="default"/>
      </w:rPr>
    </w:lvl>
  </w:abstractNum>
  <w:abstractNum w:abstractNumId="26" w15:restartNumberingAfterBreak="0">
    <w:nsid w:val="7E2E79AA"/>
    <w:multiLevelType w:val="multilevel"/>
    <w:tmpl w:val="BAE0CECC"/>
    <w:lvl w:ilvl="0">
      <w:start w:val="1"/>
      <w:numFmt w:val="decimal"/>
      <w:pStyle w:val="Headingx"/>
      <w:lvlText w:val="%1."/>
      <w:lvlJc w:val="left"/>
      <w:pPr>
        <w:ind w:left="360" w:hanging="360"/>
      </w:pPr>
    </w:lvl>
    <w:lvl w:ilvl="1">
      <w:start w:val="1"/>
      <w:numFmt w:val="decimal"/>
      <w:pStyle w:val="Heading2ALO"/>
      <w:lvlText w:val="%1.%2."/>
      <w:lvlJc w:val="left"/>
      <w:pPr>
        <w:ind w:left="792" w:hanging="432"/>
      </w:pPr>
    </w:lvl>
    <w:lvl w:ilvl="2">
      <w:start w:val="1"/>
      <w:numFmt w:val="decimal"/>
      <w:pStyle w:val="Heading3ALO"/>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F593B66"/>
    <w:multiLevelType w:val="hybridMultilevel"/>
    <w:tmpl w:val="F7DE88F0"/>
    <w:lvl w:ilvl="0" w:tplc="F2AEA586">
      <w:start w:val="1"/>
      <w:numFmt w:val="bullet"/>
      <w:pStyle w:val="BulletsALOParaEnd"/>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1661216">
    <w:abstractNumId w:val="17"/>
  </w:num>
  <w:num w:numId="2" w16cid:durableId="1158107667">
    <w:abstractNumId w:val="18"/>
  </w:num>
  <w:num w:numId="3" w16cid:durableId="2049799736">
    <w:abstractNumId w:val="20"/>
  </w:num>
  <w:num w:numId="4" w16cid:durableId="300813175">
    <w:abstractNumId w:val="1"/>
    <w:lvlOverride w:ilvl="0">
      <w:lvl w:ilvl="0">
        <w:start w:val="1"/>
        <w:numFmt w:val="bullet"/>
        <w:pStyle w:val="TabelleAufzhlungPunkt"/>
        <w:lvlText w:val=""/>
        <w:lvlJc w:val="left"/>
        <w:pPr>
          <w:tabs>
            <w:tab w:val="num" w:pos="2061"/>
          </w:tabs>
          <w:ind w:left="1985" w:hanging="284"/>
        </w:pPr>
        <w:rPr>
          <w:rFonts w:ascii="Symbol" w:hAnsi="Symbol" w:hint="default"/>
        </w:rPr>
      </w:lvl>
    </w:lvlOverride>
  </w:num>
  <w:num w:numId="5" w16cid:durableId="1069889232">
    <w:abstractNumId w:val="5"/>
  </w:num>
  <w:num w:numId="6" w16cid:durableId="1097864456">
    <w:abstractNumId w:val="9"/>
  </w:num>
  <w:num w:numId="7" w16cid:durableId="1443450294">
    <w:abstractNumId w:val="12"/>
  </w:num>
  <w:num w:numId="8" w16cid:durableId="1728608531">
    <w:abstractNumId w:val="24"/>
  </w:num>
  <w:num w:numId="9" w16cid:durableId="2124113282">
    <w:abstractNumId w:val="25"/>
  </w:num>
  <w:num w:numId="10" w16cid:durableId="372655270">
    <w:abstractNumId w:val="6"/>
  </w:num>
  <w:num w:numId="11" w16cid:durableId="110444172">
    <w:abstractNumId w:val="0"/>
  </w:num>
  <w:num w:numId="12" w16cid:durableId="1684554477">
    <w:abstractNumId w:val="13"/>
  </w:num>
  <w:num w:numId="13" w16cid:durableId="1529443939">
    <w:abstractNumId w:val="17"/>
  </w:num>
  <w:num w:numId="14" w16cid:durableId="2032535013">
    <w:abstractNumId w:val="27"/>
  </w:num>
  <w:num w:numId="15" w16cid:durableId="1916548749">
    <w:abstractNumId w:val="23"/>
  </w:num>
  <w:num w:numId="16" w16cid:durableId="2022313862">
    <w:abstractNumId w:val="3"/>
  </w:num>
  <w:num w:numId="17" w16cid:durableId="729882643">
    <w:abstractNumId w:val="26"/>
  </w:num>
  <w:num w:numId="18" w16cid:durableId="161511507">
    <w:abstractNumId w:val="15"/>
    <w:lvlOverride w:ilvl="0">
      <w:lvl w:ilvl="0" w:tplc="890AD1D0">
        <w:start w:val="374514144"/>
        <w:numFmt w:val="lowerLetter"/>
        <w:pStyle w:val="Aufzhlunga-b-c"/>
        <w:lvlText w:val="%1)"/>
        <w:lvlJc w:val="left"/>
        <w:pPr>
          <w:ind w:left="1848" w:hanging="357"/>
        </w:pPr>
        <w:rPr>
          <w:rFonts w:ascii="Arial" w:hAnsi="Arial" w:hint="default"/>
          <w:b w:val="0"/>
          <w:i w:val="0"/>
          <w:color w:val="auto"/>
          <w:sz w:val="20"/>
        </w:rPr>
      </w:lvl>
    </w:lvlOverride>
    <w:lvlOverride w:ilvl="1">
      <w:lvl w:ilvl="1" w:tplc="08070019" w:tentative="1">
        <w:start w:val="1"/>
        <w:numFmt w:val="lowerLetter"/>
        <w:lvlText w:val="%2."/>
        <w:lvlJc w:val="left"/>
        <w:pPr>
          <w:ind w:left="1440" w:hanging="360"/>
        </w:pPr>
      </w:lvl>
    </w:lvlOverride>
    <w:lvlOverride w:ilvl="2">
      <w:lvl w:ilvl="2" w:tplc="0807001B" w:tentative="1">
        <w:start w:val="1"/>
        <w:numFmt w:val="lowerRoman"/>
        <w:lvlText w:val="%3."/>
        <w:lvlJc w:val="right"/>
        <w:pPr>
          <w:ind w:left="2160" w:hanging="180"/>
        </w:pPr>
      </w:lvl>
    </w:lvlOverride>
    <w:lvlOverride w:ilvl="3">
      <w:lvl w:ilvl="3" w:tplc="0807000F" w:tentative="1">
        <w:start w:val="1"/>
        <w:numFmt w:val="decimal"/>
        <w:lvlText w:val="%4."/>
        <w:lvlJc w:val="left"/>
        <w:pPr>
          <w:ind w:left="2880" w:hanging="360"/>
        </w:pPr>
      </w:lvl>
    </w:lvlOverride>
    <w:lvlOverride w:ilvl="4">
      <w:lvl w:ilvl="4" w:tplc="08070019" w:tentative="1">
        <w:start w:val="1"/>
        <w:numFmt w:val="lowerLetter"/>
        <w:lvlText w:val="%5."/>
        <w:lvlJc w:val="left"/>
        <w:pPr>
          <w:ind w:left="3600" w:hanging="360"/>
        </w:pPr>
      </w:lvl>
    </w:lvlOverride>
    <w:lvlOverride w:ilvl="5">
      <w:lvl w:ilvl="5" w:tplc="0807001B" w:tentative="1">
        <w:start w:val="1"/>
        <w:numFmt w:val="lowerRoman"/>
        <w:lvlText w:val="%6."/>
        <w:lvlJc w:val="right"/>
        <w:pPr>
          <w:ind w:left="4320" w:hanging="180"/>
        </w:pPr>
      </w:lvl>
    </w:lvlOverride>
    <w:lvlOverride w:ilvl="6">
      <w:lvl w:ilvl="6" w:tplc="0807000F" w:tentative="1">
        <w:start w:val="1"/>
        <w:numFmt w:val="decimal"/>
        <w:lvlText w:val="%7."/>
        <w:lvlJc w:val="left"/>
        <w:pPr>
          <w:ind w:left="5040" w:hanging="360"/>
        </w:pPr>
      </w:lvl>
    </w:lvlOverride>
    <w:lvlOverride w:ilvl="7">
      <w:lvl w:ilvl="7" w:tplc="08070019" w:tentative="1">
        <w:start w:val="1"/>
        <w:numFmt w:val="lowerLetter"/>
        <w:lvlText w:val="%8."/>
        <w:lvlJc w:val="left"/>
        <w:pPr>
          <w:ind w:left="5760" w:hanging="360"/>
        </w:pPr>
      </w:lvl>
    </w:lvlOverride>
    <w:lvlOverride w:ilvl="8">
      <w:lvl w:ilvl="8" w:tplc="0807001B" w:tentative="1">
        <w:start w:val="1"/>
        <w:numFmt w:val="lowerRoman"/>
        <w:lvlText w:val="%9."/>
        <w:lvlJc w:val="right"/>
        <w:pPr>
          <w:ind w:left="6480" w:hanging="180"/>
        </w:pPr>
      </w:lvl>
    </w:lvlOverride>
  </w:num>
  <w:num w:numId="19" w16cid:durableId="2147353702">
    <w:abstractNumId w:val="10"/>
  </w:num>
  <w:num w:numId="20" w16cid:durableId="223104886">
    <w:abstractNumId w:val="2"/>
  </w:num>
  <w:num w:numId="21" w16cid:durableId="1546942264">
    <w:abstractNumId w:val="14"/>
  </w:num>
  <w:num w:numId="22" w16cid:durableId="362943470">
    <w:abstractNumId w:val="4"/>
  </w:num>
  <w:num w:numId="23" w16cid:durableId="226065566">
    <w:abstractNumId w:val="16"/>
  </w:num>
  <w:num w:numId="24" w16cid:durableId="1593388931">
    <w:abstractNumId w:val="11"/>
  </w:num>
  <w:num w:numId="25" w16cid:durableId="1889880889">
    <w:abstractNumId w:val="21"/>
  </w:num>
  <w:num w:numId="26" w16cid:durableId="1168135029">
    <w:abstractNumId w:val="19"/>
  </w:num>
  <w:num w:numId="27" w16cid:durableId="1404521582">
    <w:abstractNumId w:val="7"/>
  </w:num>
  <w:num w:numId="28" w16cid:durableId="522986556">
    <w:abstractNumId w:val="15"/>
  </w:num>
  <w:num w:numId="29" w16cid:durableId="651912681">
    <w:abstractNumId w:val="22"/>
  </w:num>
  <w:num w:numId="30" w16cid:durableId="178929220">
    <w:abstractNumId w:val="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GrammaticalErrors/>
  <w:attachedTemplate r:id="rId1"/>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DC7"/>
    <w:rsid w:val="00002C01"/>
    <w:rsid w:val="00002FEB"/>
    <w:rsid w:val="00004673"/>
    <w:rsid w:val="00004EBA"/>
    <w:rsid w:val="00007DD9"/>
    <w:rsid w:val="00010780"/>
    <w:rsid w:val="00010C6C"/>
    <w:rsid w:val="000125CD"/>
    <w:rsid w:val="00012775"/>
    <w:rsid w:val="000136D2"/>
    <w:rsid w:val="00015751"/>
    <w:rsid w:val="0001674A"/>
    <w:rsid w:val="00022279"/>
    <w:rsid w:val="00023F00"/>
    <w:rsid w:val="000279CD"/>
    <w:rsid w:val="00032F01"/>
    <w:rsid w:val="00033895"/>
    <w:rsid w:val="000343CC"/>
    <w:rsid w:val="00034DBF"/>
    <w:rsid w:val="00035D9B"/>
    <w:rsid w:val="0003665B"/>
    <w:rsid w:val="000368C5"/>
    <w:rsid w:val="00042E11"/>
    <w:rsid w:val="00045B4D"/>
    <w:rsid w:val="00047A65"/>
    <w:rsid w:val="00047A8C"/>
    <w:rsid w:val="00050CFC"/>
    <w:rsid w:val="000550E4"/>
    <w:rsid w:val="0005520C"/>
    <w:rsid w:val="00055B07"/>
    <w:rsid w:val="000572A5"/>
    <w:rsid w:val="00063961"/>
    <w:rsid w:val="00064765"/>
    <w:rsid w:val="00064D30"/>
    <w:rsid w:val="00067E19"/>
    <w:rsid w:val="00067E47"/>
    <w:rsid w:val="00072563"/>
    <w:rsid w:val="00073822"/>
    <w:rsid w:val="00073CFB"/>
    <w:rsid w:val="00077899"/>
    <w:rsid w:val="0008245E"/>
    <w:rsid w:val="000834C8"/>
    <w:rsid w:val="00083845"/>
    <w:rsid w:val="00083BC8"/>
    <w:rsid w:val="000871FB"/>
    <w:rsid w:val="00090131"/>
    <w:rsid w:val="000920DD"/>
    <w:rsid w:val="00092E53"/>
    <w:rsid w:val="00093CB8"/>
    <w:rsid w:val="00094181"/>
    <w:rsid w:val="00094684"/>
    <w:rsid w:val="000950A9"/>
    <w:rsid w:val="0009548B"/>
    <w:rsid w:val="000976BB"/>
    <w:rsid w:val="000979D1"/>
    <w:rsid w:val="000A4DB1"/>
    <w:rsid w:val="000B19F0"/>
    <w:rsid w:val="000B1D96"/>
    <w:rsid w:val="000B1E7B"/>
    <w:rsid w:val="000B2622"/>
    <w:rsid w:val="000B42E2"/>
    <w:rsid w:val="000B42FC"/>
    <w:rsid w:val="000B6359"/>
    <w:rsid w:val="000B797F"/>
    <w:rsid w:val="000C3CAC"/>
    <w:rsid w:val="000D29D4"/>
    <w:rsid w:val="000D3A55"/>
    <w:rsid w:val="000D5057"/>
    <w:rsid w:val="000D5510"/>
    <w:rsid w:val="000E2E93"/>
    <w:rsid w:val="000E34CB"/>
    <w:rsid w:val="000E40E2"/>
    <w:rsid w:val="000E44AC"/>
    <w:rsid w:val="000E5268"/>
    <w:rsid w:val="000E60C3"/>
    <w:rsid w:val="000E794E"/>
    <w:rsid w:val="000E7B7A"/>
    <w:rsid w:val="000E7D62"/>
    <w:rsid w:val="000F079F"/>
    <w:rsid w:val="000F4946"/>
    <w:rsid w:val="000F56A3"/>
    <w:rsid w:val="000F6A08"/>
    <w:rsid w:val="001002F0"/>
    <w:rsid w:val="0010068A"/>
    <w:rsid w:val="00102B8F"/>
    <w:rsid w:val="00102D62"/>
    <w:rsid w:val="00105AF8"/>
    <w:rsid w:val="001104BF"/>
    <w:rsid w:val="00110A29"/>
    <w:rsid w:val="00111E6E"/>
    <w:rsid w:val="00113297"/>
    <w:rsid w:val="00114201"/>
    <w:rsid w:val="00115061"/>
    <w:rsid w:val="00117585"/>
    <w:rsid w:val="00120FAB"/>
    <w:rsid w:val="00122CB3"/>
    <w:rsid w:val="001236F9"/>
    <w:rsid w:val="00125D9F"/>
    <w:rsid w:val="0013196B"/>
    <w:rsid w:val="00133188"/>
    <w:rsid w:val="00133C17"/>
    <w:rsid w:val="00134DA3"/>
    <w:rsid w:val="001360CB"/>
    <w:rsid w:val="00136651"/>
    <w:rsid w:val="00137B92"/>
    <w:rsid w:val="00142008"/>
    <w:rsid w:val="00142F62"/>
    <w:rsid w:val="00144035"/>
    <w:rsid w:val="001450C8"/>
    <w:rsid w:val="00145B29"/>
    <w:rsid w:val="001518FB"/>
    <w:rsid w:val="00153E3D"/>
    <w:rsid w:val="00160980"/>
    <w:rsid w:val="00167CE5"/>
    <w:rsid w:val="001708A1"/>
    <w:rsid w:val="0017241F"/>
    <w:rsid w:val="00172C5A"/>
    <w:rsid w:val="00172D61"/>
    <w:rsid w:val="001746C4"/>
    <w:rsid w:val="00174A36"/>
    <w:rsid w:val="0017797F"/>
    <w:rsid w:val="00177A95"/>
    <w:rsid w:val="00177DDF"/>
    <w:rsid w:val="001832FA"/>
    <w:rsid w:val="0018337D"/>
    <w:rsid w:val="0018518E"/>
    <w:rsid w:val="00186AE6"/>
    <w:rsid w:val="0019123A"/>
    <w:rsid w:val="00191401"/>
    <w:rsid w:val="001926A3"/>
    <w:rsid w:val="00196F88"/>
    <w:rsid w:val="001A0407"/>
    <w:rsid w:val="001A1A76"/>
    <w:rsid w:val="001A29D8"/>
    <w:rsid w:val="001A2AC9"/>
    <w:rsid w:val="001A6C47"/>
    <w:rsid w:val="001B06BC"/>
    <w:rsid w:val="001B1A2B"/>
    <w:rsid w:val="001B200A"/>
    <w:rsid w:val="001B341C"/>
    <w:rsid w:val="001C1956"/>
    <w:rsid w:val="001C6691"/>
    <w:rsid w:val="001C6952"/>
    <w:rsid w:val="001C6A62"/>
    <w:rsid w:val="001C6E48"/>
    <w:rsid w:val="001D0AB3"/>
    <w:rsid w:val="001D3506"/>
    <w:rsid w:val="001D46AB"/>
    <w:rsid w:val="001D4725"/>
    <w:rsid w:val="001D4F1D"/>
    <w:rsid w:val="001D6A50"/>
    <w:rsid w:val="001E0706"/>
    <w:rsid w:val="001E1999"/>
    <w:rsid w:val="001E2508"/>
    <w:rsid w:val="001E2A55"/>
    <w:rsid w:val="001E2E9E"/>
    <w:rsid w:val="001E6621"/>
    <w:rsid w:val="001E6A35"/>
    <w:rsid w:val="001E7C99"/>
    <w:rsid w:val="001F1310"/>
    <w:rsid w:val="001F163B"/>
    <w:rsid w:val="001F1921"/>
    <w:rsid w:val="001F1A5D"/>
    <w:rsid w:val="001F1D40"/>
    <w:rsid w:val="001F29C7"/>
    <w:rsid w:val="001F3938"/>
    <w:rsid w:val="001F5BA0"/>
    <w:rsid w:val="001F74F9"/>
    <w:rsid w:val="0020100C"/>
    <w:rsid w:val="00202E8F"/>
    <w:rsid w:val="00202FFA"/>
    <w:rsid w:val="0020330A"/>
    <w:rsid w:val="002041CE"/>
    <w:rsid w:val="00204754"/>
    <w:rsid w:val="00204F9F"/>
    <w:rsid w:val="00205023"/>
    <w:rsid w:val="002059AB"/>
    <w:rsid w:val="00207652"/>
    <w:rsid w:val="002078A4"/>
    <w:rsid w:val="00207B65"/>
    <w:rsid w:val="00210100"/>
    <w:rsid w:val="00212BD6"/>
    <w:rsid w:val="00213233"/>
    <w:rsid w:val="00213819"/>
    <w:rsid w:val="00214316"/>
    <w:rsid w:val="002170EB"/>
    <w:rsid w:val="00217280"/>
    <w:rsid w:val="00221F4C"/>
    <w:rsid w:val="0022416B"/>
    <w:rsid w:val="002259DD"/>
    <w:rsid w:val="00225D4B"/>
    <w:rsid w:val="00226EBC"/>
    <w:rsid w:val="00227E02"/>
    <w:rsid w:val="00231966"/>
    <w:rsid w:val="00231FF8"/>
    <w:rsid w:val="00232350"/>
    <w:rsid w:val="00233F04"/>
    <w:rsid w:val="00235B83"/>
    <w:rsid w:val="00237226"/>
    <w:rsid w:val="00240115"/>
    <w:rsid w:val="0024023C"/>
    <w:rsid w:val="00240DB6"/>
    <w:rsid w:val="0024214C"/>
    <w:rsid w:val="00242470"/>
    <w:rsid w:val="00243659"/>
    <w:rsid w:val="00246BCF"/>
    <w:rsid w:val="00247122"/>
    <w:rsid w:val="00252263"/>
    <w:rsid w:val="00252C3C"/>
    <w:rsid w:val="00252D1D"/>
    <w:rsid w:val="00252D57"/>
    <w:rsid w:val="00253894"/>
    <w:rsid w:val="002546DF"/>
    <w:rsid w:val="0025565F"/>
    <w:rsid w:val="002616FD"/>
    <w:rsid w:val="002621EC"/>
    <w:rsid w:val="00264BAE"/>
    <w:rsid w:val="00264FD1"/>
    <w:rsid w:val="002661A8"/>
    <w:rsid w:val="00267F7E"/>
    <w:rsid w:val="002706AC"/>
    <w:rsid w:val="00272611"/>
    <w:rsid w:val="002726F4"/>
    <w:rsid w:val="00274143"/>
    <w:rsid w:val="002775EC"/>
    <w:rsid w:val="0028023F"/>
    <w:rsid w:val="002818E9"/>
    <w:rsid w:val="00281BEE"/>
    <w:rsid w:val="00282ECB"/>
    <w:rsid w:val="002838C0"/>
    <w:rsid w:val="00284E4C"/>
    <w:rsid w:val="00285545"/>
    <w:rsid w:val="00286A65"/>
    <w:rsid w:val="00287F32"/>
    <w:rsid w:val="0029060A"/>
    <w:rsid w:val="00291824"/>
    <w:rsid w:val="00292212"/>
    <w:rsid w:val="00293795"/>
    <w:rsid w:val="002A012B"/>
    <w:rsid w:val="002A1E46"/>
    <w:rsid w:val="002A5B57"/>
    <w:rsid w:val="002A5C57"/>
    <w:rsid w:val="002B05A9"/>
    <w:rsid w:val="002B085F"/>
    <w:rsid w:val="002B0959"/>
    <w:rsid w:val="002B0F9B"/>
    <w:rsid w:val="002B34FC"/>
    <w:rsid w:val="002B4C62"/>
    <w:rsid w:val="002B5FBC"/>
    <w:rsid w:val="002B6280"/>
    <w:rsid w:val="002B6F24"/>
    <w:rsid w:val="002C11DF"/>
    <w:rsid w:val="002C17F4"/>
    <w:rsid w:val="002C2A71"/>
    <w:rsid w:val="002C699D"/>
    <w:rsid w:val="002C70EE"/>
    <w:rsid w:val="002D1ED2"/>
    <w:rsid w:val="002D2A90"/>
    <w:rsid w:val="002D36EF"/>
    <w:rsid w:val="002D3862"/>
    <w:rsid w:val="002D5D26"/>
    <w:rsid w:val="002D6439"/>
    <w:rsid w:val="002D789C"/>
    <w:rsid w:val="002D7C51"/>
    <w:rsid w:val="002E4646"/>
    <w:rsid w:val="002E4A3D"/>
    <w:rsid w:val="002E6757"/>
    <w:rsid w:val="002F01F1"/>
    <w:rsid w:val="002F3968"/>
    <w:rsid w:val="002F4BE1"/>
    <w:rsid w:val="002F4F7D"/>
    <w:rsid w:val="002F72F2"/>
    <w:rsid w:val="002F7365"/>
    <w:rsid w:val="00302804"/>
    <w:rsid w:val="0030296C"/>
    <w:rsid w:val="00302989"/>
    <w:rsid w:val="00302B93"/>
    <w:rsid w:val="00302F8D"/>
    <w:rsid w:val="00303B47"/>
    <w:rsid w:val="003047FD"/>
    <w:rsid w:val="00305E91"/>
    <w:rsid w:val="00307C2F"/>
    <w:rsid w:val="003102A6"/>
    <w:rsid w:val="00316675"/>
    <w:rsid w:val="00317CA9"/>
    <w:rsid w:val="003200C1"/>
    <w:rsid w:val="00323949"/>
    <w:rsid w:val="00324100"/>
    <w:rsid w:val="0032484C"/>
    <w:rsid w:val="00324FF7"/>
    <w:rsid w:val="00325179"/>
    <w:rsid w:val="00325390"/>
    <w:rsid w:val="00325873"/>
    <w:rsid w:val="0032790C"/>
    <w:rsid w:val="0033030C"/>
    <w:rsid w:val="0033037A"/>
    <w:rsid w:val="00336200"/>
    <w:rsid w:val="003362E5"/>
    <w:rsid w:val="00337295"/>
    <w:rsid w:val="00340242"/>
    <w:rsid w:val="0034092F"/>
    <w:rsid w:val="00342664"/>
    <w:rsid w:val="00343F63"/>
    <w:rsid w:val="00344633"/>
    <w:rsid w:val="0035024B"/>
    <w:rsid w:val="00350334"/>
    <w:rsid w:val="003519F7"/>
    <w:rsid w:val="00352B1F"/>
    <w:rsid w:val="00353201"/>
    <w:rsid w:val="0035343B"/>
    <w:rsid w:val="00354FC8"/>
    <w:rsid w:val="00356BAE"/>
    <w:rsid w:val="003574CE"/>
    <w:rsid w:val="00357933"/>
    <w:rsid w:val="00357F26"/>
    <w:rsid w:val="00357FE0"/>
    <w:rsid w:val="0036013B"/>
    <w:rsid w:val="00360B9D"/>
    <w:rsid w:val="00361B4E"/>
    <w:rsid w:val="00362AF0"/>
    <w:rsid w:val="00363C9E"/>
    <w:rsid w:val="00364669"/>
    <w:rsid w:val="00365171"/>
    <w:rsid w:val="0036546B"/>
    <w:rsid w:val="00367847"/>
    <w:rsid w:val="00367A75"/>
    <w:rsid w:val="00367BE5"/>
    <w:rsid w:val="00370392"/>
    <w:rsid w:val="003729B2"/>
    <w:rsid w:val="003744D9"/>
    <w:rsid w:val="00374832"/>
    <w:rsid w:val="003757C5"/>
    <w:rsid w:val="00375C89"/>
    <w:rsid w:val="00375F29"/>
    <w:rsid w:val="00376FF1"/>
    <w:rsid w:val="0038049A"/>
    <w:rsid w:val="00382729"/>
    <w:rsid w:val="00382B8F"/>
    <w:rsid w:val="00383BAB"/>
    <w:rsid w:val="003865D0"/>
    <w:rsid w:val="00387EA1"/>
    <w:rsid w:val="00390A56"/>
    <w:rsid w:val="00391857"/>
    <w:rsid w:val="00391D10"/>
    <w:rsid w:val="00391ED9"/>
    <w:rsid w:val="0039244B"/>
    <w:rsid w:val="00392853"/>
    <w:rsid w:val="003953C9"/>
    <w:rsid w:val="0039550C"/>
    <w:rsid w:val="003963A1"/>
    <w:rsid w:val="003A042B"/>
    <w:rsid w:val="003A190C"/>
    <w:rsid w:val="003A3704"/>
    <w:rsid w:val="003A38B5"/>
    <w:rsid w:val="003A4B71"/>
    <w:rsid w:val="003A6E2B"/>
    <w:rsid w:val="003A7863"/>
    <w:rsid w:val="003B0832"/>
    <w:rsid w:val="003B0891"/>
    <w:rsid w:val="003B544F"/>
    <w:rsid w:val="003B5580"/>
    <w:rsid w:val="003B573A"/>
    <w:rsid w:val="003B5AFF"/>
    <w:rsid w:val="003B7904"/>
    <w:rsid w:val="003B7F00"/>
    <w:rsid w:val="003C073B"/>
    <w:rsid w:val="003C0D85"/>
    <w:rsid w:val="003C1333"/>
    <w:rsid w:val="003C16FA"/>
    <w:rsid w:val="003C1865"/>
    <w:rsid w:val="003C264F"/>
    <w:rsid w:val="003C3E16"/>
    <w:rsid w:val="003C4F2C"/>
    <w:rsid w:val="003E33BD"/>
    <w:rsid w:val="003E4980"/>
    <w:rsid w:val="003E632E"/>
    <w:rsid w:val="003F1072"/>
    <w:rsid w:val="003F110B"/>
    <w:rsid w:val="003F15B4"/>
    <w:rsid w:val="003F3CEC"/>
    <w:rsid w:val="003F48F1"/>
    <w:rsid w:val="003F5C3D"/>
    <w:rsid w:val="003F71E3"/>
    <w:rsid w:val="0040331F"/>
    <w:rsid w:val="00404604"/>
    <w:rsid w:val="0040620C"/>
    <w:rsid w:val="00410EC6"/>
    <w:rsid w:val="00412251"/>
    <w:rsid w:val="00412D09"/>
    <w:rsid w:val="00414BE7"/>
    <w:rsid w:val="0041556B"/>
    <w:rsid w:val="00415AAA"/>
    <w:rsid w:val="00420B93"/>
    <w:rsid w:val="0042109B"/>
    <w:rsid w:val="00423999"/>
    <w:rsid w:val="00425A8D"/>
    <w:rsid w:val="00427C54"/>
    <w:rsid w:val="00430578"/>
    <w:rsid w:val="00431B56"/>
    <w:rsid w:val="0043213F"/>
    <w:rsid w:val="0043225D"/>
    <w:rsid w:val="004334AE"/>
    <w:rsid w:val="004337DE"/>
    <w:rsid w:val="00434EFC"/>
    <w:rsid w:val="004437E2"/>
    <w:rsid w:val="00445CF7"/>
    <w:rsid w:val="00446471"/>
    <w:rsid w:val="00446770"/>
    <w:rsid w:val="0044717D"/>
    <w:rsid w:val="00447CEE"/>
    <w:rsid w:val="00447D20"/>
    <w:rsid w:val="00451240"/>
    <w:rsid w:val="00452A54"/>
    <w:rsid w:val="00455A65"/>
    <w:rsid w:val="00455F2E"/>
    <w:rsid w:val="00457B92"/>
    <w:rsid w:val="00457FC6"/>
    <w:rsid w:val="00460217"/>
    <w:rsid w:val="004607BF"/>
    <w:rsid w:val="00460D41"/>
    <w:rsid w:val="00460DB3"/>
    <w:rsid w:val="00461315"/>
    <w:rsid w:val="0046172E"/>
    <w:rsid w:val="00461DC5"/>
    <w:rsid w:val="004630E4"/>
    <w:rsid w:val="004647EE"/>
    <w:rsid w:val="00466060"/>
    <w:rsid w:val="00466265"/>
    <w:rsid w:val="00471B65"/>
    <w:rsid w:val="00471E42"/>
    <w:rsid w:val="0047345E"/>
    <w:rsid w:val="00473FA3"/>
    <w:rsid w:val="004741DF"/>
    <w:rsid w:val="00474D89"/>
    <w:rsid w:val="00475C5C"/>
    <w:rsid w:val="0047679A"/>
    <w:rsid w:val="00476B31"/>
    <w:rsid w:val="00477389"/>
    <w:rsid w:val="00481F40"/>
    <w:rsid w:val="004822F2"/>
    <w:rsid w:val="00482714"/>
    <w:rsid w:val="00482D5F"/>
    <w:rsid w:val="00484F1E"/>
    <w:rsid w:val="004855C8"/>
    <w:rsid w:val="00487870"/>
    <w:rsid w:val="00487990"/>
    <w:rsid w:val="00490D0C"/>
    <w:rsid w:val="00491F49"/>
    <w:rsid w:val="00492A1B"/>
    <w:rsid w:val="00493852"/>
    <w:rsid w:val="00493E22"/>
    <w:rsid w:val="004A2509"/>
    <w:rsid w:val="004A4C56"/>
    <w:rsid w:val="004A4C77"/>
    <w:rsid w:val="004A5144"/>
    <w:rsid w:val="004A576F"/>
    <w:rsid w:val="004A63EC"/>
    <w:rsid w:val="004A746E"/>
    <w:rsid w:val="004B1F74"/>
    <w:rsid w:val="004B2CF6"/>
    <w:rsid w:val="004B2E0F"/>
    <w:rsid w:val="004B384C"/>
    <w:rsid w:val="004B471E"/>
    <w:rsid w:val="004B5372"/>
    <w:rsid w:val="004B6EC8"/>
    <w:rsid w:val="004C0897"/>
    <w:rsid w:val="004C1E1B"/>
    <w:rsid w:val="004C2BA7"/>
    <w:rsid w:val="004C4E6A"/>
    <w:rsid w:val="004C6687"/>
    <w:rsid w:val="004C7B41"/>
    <w:rsid w:val="004D0B27"/>
    <w:rsid w:val="004D0B56"/>
    <w:rsid w:val="004D0D1D"/>
    <w:rsid w:val="004D100F"/>
    <w:rsid w:val="004D110F"/>
    <w:rsid w:val="004D57FF"/>
    <w:rsid w:val="004D6310"/>
    <w:rsid w:val="004D6AC9"/>
    <w:rsid w:val="004D75C1"/>
    <w:rsid w:val="004D7E41"/>
    <w:rsid w:val="004E0066"/>
    <w:rsid w:val="004E045E"/>
    <w:rsid w:val="004E1024"/>
    <w:rsid w:val="004E1D4D"/>
    <w:rsid w:val="004E21B3"/>
    <w:rsid w:val="004E250B"/>
    <w:rsid w:val="004E3934"/>
    <w:rsid w:val="004E5F30"/>
    <w:rsid w:val="004E6B99"/>
    <w:rsid w:val="004E6CFC"/>
    <w:rsid w:val="004F1680"/>
    <w:rsid w:val="004F3291"/>
    <w:rsid w:val="004F4310"/>
    <w:rsid w:val="004F614B"/>
    <w:rsid w:val="004F6608"/>
    <w:rsid w:val="004F7DEB"/>
    <w:rsid w:val="005006A8"/>
    <w:rsid w:val="00500ADB"/>
    <w:rsid w:val="00500FF7"/>
    <w:rsid w:val="00501091"/>
    <w:rsid w:val="0050145F"/>
    <w:rsid w:val="00502766"/>
    <w:rsid w:val="00502AF0"/>
    <w:rsid w:val="005054DC"/>
    <w:rsid w:val="00505B8A"/>
    <w:rsid w:val="00505F1E"/>
    <w:rsid w:val="00506294"/>
    <w:rsid w:val="005062B8"/>
    <w:rsid w:val="005104CC"/>
    <w:rsid w:val="005126D7"/>
    <w:rsid w:val="0051471D"/>
    <w:rsid w:val="00514CB0"/>
    <w:rsid w:val="005151E3"/>
    <w:rsid w:val="00515A38"/>
    <w:rsid w:val="005209FB"/>
    <w:rsid w:val="00522610"/>
    <w:rsid w:val="00524409"/>
    <w:rsid w:val="00525044"/>
    <w:rsid w:val="00526BBF"/>
    <w:rsid w:val="0053062C"/>
    <w:rsid w:val="00531DD5"/>
    <w:rsid w:val="00533652"/>
    <w:rsid w:val="00533851"/>
    <w:rsid w:val="00535D54"/>
    <w:rsid w:val="005367D6"/>
    <w:rsid w:val="00541D59"/>
    <w:rsid w:val="005426E9"/>
    <w:rsid w:val="00542937"/>
    <w:rsid w:val="00543B45"/>
    <w:rsid w:val="00543CE7"/>
    <w:rsid w:val="005513CC"/>
    <w:rsid w:val="005518A9"/>
    <w:rsid w:val="00553A72"/>
    <w:rsid w:val="005546C7"/>
    <w:rsid w:val="00554AF9"/>
    <w:rsid w:val="0055765E"/>
    <w:rsid w:val="00560A90"/>
    <w:rsid w:val="00561326"/>
    <w:rsid w:val="005634BB"/>
    <w:rsid w:val="005641C2"/>
    <w:rsid w:val="005642B8"/>
    <w:rsid w:val="005659C3"/>
    <w:rsid w:val="00565E94"/>
    <w:rsid w:val="00567F8A"/>
    <w:rsid w:val="005705DA"/>
    <w:rsid w:val="0057180F"/>
    <w:rsid w:val="00572DF1"/>
    <w:rsid w:val="00576611"/>
    <w:rsid w:val="00582948"/>
    <w:rsid w:val="005833CA"/>
    <w:rsid w:val="0058404F"/>
    <w:rsid w:val="005921B7"/>
    <w:rsid w:val="005925EA"/>
    <w:rsid w:val="00592BEB"/>
    <w:rsid w:val="005939CF"/>
    <w:rsid w:val="005940FD"/>
    <w:rsid w:val="0059434F"/>
    <w:rsid w:val="00594431"/>
    <w:rsid w:val="00594FBE"/>
    <w:rsid w:val="005A1E1E"/>
    <w:rsid w:val="005A3D06"/>
    <w:rsid w:val="005B1177"/>
    <w:rsid w:val="005B2336"/>
    <w:rsid w:val="005B23E7"/>
    <w:rsid w:val="005B3A0B"/>
    <w:rsid w:val="005B7F0B"/>
    <w:rsid w:val="005C041A"/>
    <w:rsid w:val="005C0969"/>
    <w:rsid w:val="005C1394"/>
    <w:rsid w:val="005C239C"/>
    <w:rsid w:val="005C3A0B"/>
    <w:rsid w:val="005C43FD"/>
    <w:rsid w:val="005C5E77"/>
    <w:rsid w:val="005D073F"/>
    <w:rsid w:val="005D1604"/>
    <w:rsid w:val="005D1874"/>
    <w:rsid w:val="005D33A4"/>
    <w:rsid w:val="005D4EA3"/>
    <w:rsid w:val="005D5EA2"/>
    <w:rsid w:val="005D6765"/>
    <w:rsid w:val="005E205F"/>
    <w:rsid w:val="005E3A06"/>
    <w:rsid w:val="005E3B88"/>
    <w:rsid w:val="005E40F2"/>
    <w:rsid w:val="005E419F"/>
    <w:rsid w:val="005E46A1"/>
    <w:rsid w:val="005E4CDA"/>
    <w:rsid w:val="005E4F69"/>
    <w:rsid w:val="005E5A62"/>
    <w:rsid w:val="005E6E60"/>
    <w:rsid w:val="005F0453"/>
    <w:rsid w:val="005F05B0"/>
    <w:rsid w:val="005F0707"/>
    <w:rsid w:val="005F0F4C"/>
    <w:rsid w:val="005F1766"/>
    <w:rsid w:val="005F3955"/>
    <w:rsid w:val="005F45B5"/>
    <w:rsid w:val="005F73B6"/>
    <w:rsid w:val="00601056"/>
    <w:rsid w:val="00601547"/>
    <w:rsid w:val="00602977"/>
    <w:rsid w:val="006043D7"/>
    <w:rsid w:val="006047CC"/>
    <w:rsid w:val="00604F2F"/>
    <w:rsid w:val="0060593A"/>
    <w:rsid w:val="00605ECB"/>
    <w:rsid w:val="006111E0"/>
    <w:rsid w:val="006116F4"/>
    <w:rsid w:val="0061190A"/>
    <w:rsid w:val="0061458B"/>
    <w:rsid w:val="00615357"/>
    <w:rsid w:val="00616196"/>
    <w:rsid w:val="00616622"/>
    <w:rsid w:val="006177DE"/>
    <w:rsid w:val="0062107D"/>
    <w:rsid w:val="0062350A"/>
    <w:rsid w:val="00625A1D"/>
    <w:rsid w:val="006274AF"/>
    <w:rsid w:val="00631711"/>
    <w:rsid w:val="00633046"/>
    <w:rsid w:val="00633912"/>
    <w:rsid w:val="00634CCD"/>
    <w:rsid w:val="00635917"/>
    <w:rsid w:val="00635DF0"/>
    <w:rsid w:val="00636EA1"/>
    <w:rsid w:val="00637743"/>
    <w:rsid w:val="00637F25"/>
    <w:rsid w:val="0064061F"/>
    <w:rsid w:val="00640CA0"/>
    <w:rsid w:val="006416BE"/>
    <w:rsid w:val="00641F84"/>
    <w:rsid w:val="00642ADD"/>
    <w:rsid w:val="00642E0E"/>
    <w:rsid w:val="0064364E"/>
    <w:rsid w:val="006439DE"/>
    <w:rsid w:val="006444BB"/>
    <w:rsid w:val="00647647"/>
    <w:rsid w:val="0065111A"/>
    <w:rsid w:val="006556E7"/>
    <w:rsid w:val="00657760"/>
    <w:rsid w:val="00661DDD"/>
    <w:rsid w:val="0066452F"/>
    <w:rsid w:val="006651A0"/>
    <w:rsid w:val="0066547F"/>
    <w:rsid w:val="006654B1"/>
    <w:rsid w:val="006667AC"/>
    <w:rsid w:val="0067522E"/>
    <w:rsid w:val="0067601A"/>
    <w:rsid w:val="00677753"/>
    <w:rsid w:val="0068016A"/>
    <w:rsid w:val="00680260"/>
    <w:rsid w:val="00680E37"/>
    <w:rsid w:val="00680FAD"/>
    <w:rsid w:val="00682887"/>
    <w:rsid w:val="00682B89"/>
    <w:rsid w:val="00683E2E"/>
    <w:rsid w:val="00684162"/>
    <w:rsid w:val="00684BC5"/>
    <w:rsid w:val="00685355"/>
    <w:rsid w:val="00685370"/>
    <w:rsid w:val="0068548F"/>
    <w:rsid w:val="00686F8A"/>
    <w:rsid w:val="00687BDC"/>
    <w:rsid w:val="00691C5A"/>
    <w:rsid w:val="0069422E"/>
    <w:rsid w:val="006949B2"/>
    <w:rsid w:val="00695B3A"/>
    <w:rsid w:val="006A1746"/>
    <w:rsid w:val="006A1EDF"/>
    <w:rsid w:val="006A34BB"/>
    <w:rsid w:val="006A5846"/>
    <w:rsid w:val="006A5BB2"/>
    <w:rsid w:val="006A68A3"/>
    <w:rsid w:val="006A6C17"/>
    <w:rsid w:val="006A7FF4"/>
    <w:rsid w:val="006B0BA7"/>
    <w:rsid w:val="006B23CF"/>
    <w:rsid w:val="006B2606"/>
    <w:rsid w:val="006B2A3E"/>
    <w:rsid w:val="006B2E2A"/>
    <w:rsid w:val="006B414F"/>
    <w:rsid w:val="006B420C"/>
    <w:rsid w:val="006C0B25"/>
    <w:rsid w:val="006C0CD0"/>
    <w:rsid w:val="006C18D3"/>
    <w:rsid w:val="006C1956"/>
    <w:rsid w:val="006C277C"/>
    <w:rsid w:val="006C36AC"/>
    <w:rsid w:val="006C5241"/>
    <w:rsid w:val="006C66A1"/>
    <w:rsid w:val="006C7697"/>
    <w:rsid w:val="006D1B1F"/>
    <w:rsid w:val="006D30B8"/>
    <w:rsid w:val="006D3763"/>
    <w:rsid w:val="006D4F7B"/>
    <w:rsid w:val="006D50D5"/>
    <w:rsid w:val="006D5789"/>
    <w:rsid w:val="006E0068"/>
    <w:rsid w:val="006E14AA"/>
    <w:rsid w:val="006E2196"/>
    <w:rsid w:val="006E2D4A"/>
    <w:rsid w:val="006E609F"/>
    <w:rsid w:val="006E62A5"/>
    <w:rsid w:val="006E7792"/>
    <w:rsid w:val="006F18F1"/>
    <w:rsid w:val="006F271C"/>
    <w:rsid w:val="006F30CB"/>
    <w:rsid w:val="006F41F7"/>
    <w:rsid w:val="006F4CCA"/>
    <w:rsid w:val="006F6FB1"/>
    <w:rsid w:val="006F7427"/>
    <w:rsid w:val="006F7F2D"/>
    <w:rsid w:val="007014EC"/>
    <w:rsid w:val="00701A26"/>
    <w:rsid w:val="007022D7"/>
    <w:rsid w:val="00703341"/>
    <w:rsid w:val="0070353C"/>
    <w:rsid w:val="00704E19"/>
    <w:rsid w:val="00711A91"/>
    <w:rsid w:val="007120F7"/>
    <w:rsid w:val="00712A71"/>
    <w:rsid w:val="00712DCF"/>
    <w:rsid w:val="007162BE"/>
    <w:rsid w:val="007162E7"/>
    <w:rsid w:val="00717916"/>
    <w:rsid w:val="00720238"/>
    <w:rsid w:val="00720D94"/>
    <w:rsid w:val="007211F6"/>
    <w:rsid w:val="007232ED"/>
    <w:rsid w:val="0072361F"/>
    <w:rsid w:val="00723AB3"/>
    <w:rsid w:val="00726E51"/>
    <w:rsid w:val="0072749B"/>
    <w:rsid w:val="00731E29"/>
    <w:rsid w:val="00733259"/>
    <w:rsid w:val="007343C3"/>
    <w:rsid w:val="00736888"/>
    <w:rsid w:val="007369D2"/>
    <w:rsid w:val="007411CC"/>
    <w:rsid w:val="00741448"/>
    <w:rsid w:val="00743E43"/>
    <w:rsid w:val="0074671F"/>
    <w:rsid w:val="00751C28"/>
    <w:rsid w:val="00752B5A"/>
    <w:rsid w:val="00754A9F"/>
    <w:rsid w:val="00755AAA"/>
    <w:rsid w:val="007563C1"/>
    <w:rsid w:val="007577A1"/>
    <w:rsid w:val="00760830"/>
    <w:rsid w:val="007614EC"/>
    <w:rsid w:val="00761870"/>
    <w:rsid w:val="00762241"/>
    <w:rsid w:val="0076374C"/>
    <w:rsid w:val="007657DF"/>
    <w:rsid w:val="007663C4"/>
    <w:rsid w:val="00766558"/>
    <w:rsid w:val="00766C86"/>
    <w:rsid w:val="00767EA0"/>
    <w:rsid w:val="00770A2A"/>
    <w:rsid w:val="0077243A"/>
    <w:rsid w:val="007737F4"/>
    <w:rsid w:val="00776D3E"/>
    <w:rsid w:val="00777216"/>
    <w:rsid w:val="0077780B"/>
    <w:rsid w:val="00780592"/>
    <w:rsid w:val="00780E31"/>
    <w:rsid w:val="00781A26"/>
    <w:rsid w:val="00781AAD"/>
    <w:rsid w:val="00781D8D"/>
    <w:rsid w:val="00781F92"/>
    <w:rsid w:val="00785A47"/>
    <w:rsid w:val="00785E62"/>
    <w:rsid w:val="0079093E"/>
    <w:rsid w:val="00791580"/>
    <w:rsid w:val="007917CB"/>
    <w:rsid w:val="00796281"/>
    <w:rsid w:val="007978BC"/>
    <w:rsid w:val="007A23AD"/>
    <w:rsid w:val="007A2954"/>
    <w:rsid w:val="007A3F19"/>
    <w:rsid w:val="007A46A7"/>
    <w:rsid w:val="007A4BFF"/>
    <w:rsid w:val="007A66B8"/>
    <w:rsid w:val="007A68CB"/>
    <w:rsid w:val="007A7EE3"/>
    <w:rsid w:val="007B0990"/>
    <w:rsid w:val="007B215B"/>
    <w:rsid w:val="007B3C76"/>
    <w:rsid w:val="007B4EDB"/>
    <w:rsid w:val="007B5196"/>
    <w:rsid w:val="007B6D14"/>
    <w:rsid w:val="007C00F5"/>
    <w:rsid w:val="007C0B12"/>
    <w:rsid w:val="007C38DD"/>
    <w:rsid w:val="007C3A78"/>
    <w:rsid w:val="007C6278"/>
    <w:rsid w:val="007D0B52"/>
    <w:rsid w:val="007D12BD"/>
    <w:rsid w:val="007D24A2"/>
    <w:rsid w:val="007D4918"/>
    <w:rsid w:val="007D588E"/>
    <w:rsid w:val="007D624C"/>
    <w:rsid w:val="007D62B6"/>
    <w:rsid w:val="007D6302"/>
    <w:rsid w:val="007D68F2"/>
    <w:rsid w:val="007E0C87"/>
    <w:rsid w:val="007E4187"/>
    <w:rsid w:val="007E6538"/>
    <w:rsid w:val="007E6826"/>
    <w:rsid w:val="007E6ADB"/>
    <w:rsid w:val="007F0928"/>
    <w:rsid w:val="007F2B4D"/>
    <w:rsid w:val="007F35D2"/>
    <w:rsid w:val="007F5870"/>
    <w:rsid w:val="007F6C9D"/>
    <w:rsid w:val="00800B41"/>
    <w:rsid w:val="0080664C"/>
    <w:rsid w:val="0080765F"/>
    <w:rsid w:val="0081194D"/>
    <w:rsid w:val="00811B1C"/>
    <w:rsid w:val="008124F8"/>
    <w:rsid w:val="00815016"/>
    <w:rsid w:val="0081542F"/>
    <w:rsid w:val="0081756D"/>
    <w:rsid w:val="00820251"/>
    <w:rsid w:val="008203D6"/>
    <w:rsid w:val="00822AAD"/>
    <w:rsid w:val="00823FE6"/>
    <w:rsid w:val="008272CF"/>
    <w:rsid w:val="00830B70"/>
    <w:rsid w:val="00830C9B"/>
    <w:rsid w:val="008337D2"/>
    <w:rsid w:val="008358C3"/>
    <w:rsid w:val="008431F0"/>
    <w:rsid w:val="0084504B"/>
    <w:rsid w:val="0084749B"/>
    <w:rsid w:val="008534B2"/>
    <w:rsid w:val="00853B07"/>
    <w:rsid w:val="00855593"/>
    <w:rsid w:val="00855986"/>
    <w:rsid w:val="00855C2C"/>
    <w:rsid w:val="00855FB0"/>
    <w:rsid w:val="0085614F"/>
    <w:rsid w:val="00860BC0"/>
    <w:rsid w:val="008651B7"/>
    <w:rsid w:val="00865CEE"/>
    <w:rsid w:val="0086659F"/>
    <w:rsid w:val="008706EC"/>
    <w:rsid w:val="00870B6D"/>
    <w:rsid w:val="00870D12"/>
    <w:rsid w:val="0087286A"/>
    <w:rsid w:val="00872E1A"/>
    <w:rsid w:val="00873846"/>
    <w:rsid w:val="00873CA4"/>
    <w:rsid w:val="0087614B"/>
    <w:rsid w:val="00881130"/>
    <w:rsid w:val="0088181A"/>
    <w:rsid w:val="00883C5F"/>
    <w:rsid w:val="0088486A"/>
    <w:rsid w:val="00885D2D"/>
    <w:rsid w:val="00887BE3"/>
    <w:rsid w:val="0089212F"/>
    <w:rsid w:val="008930D8"/>
    <w:rsid w:val="00895312"/>
    <w:rsid w:val="008A0DA3"/>
    <w:rsid w:val="008A3B53"/>
    <w:rsid w:val="008A453E"/>
    <w:rsid w:val="008A54EF"/>
    <w:rsid w:val="008A55E4"/>
    <w:rsid w:val="008A5FA8"/>
    <w:rsid w:val="008A6E31"/>
    <w:rsid w:val="008A7935"/>
    <w:rsid w:val="008B0900"/>
    <w:rsid w:val="008B14BD"/>
    <w:rsid w:val="008B2E4B"/>
    <w:rsid w:val="008B4AA6"/>
    <w:rsid w:val="008B53DC"/>
    <w:rsid w:val="008B5B28"/>
    <w:rsid w:val="008B74D2"/>
    <w:rsid w:val="008C0394"/>
    <w:rsid w:val="008C0832"/>
    <w:rsid w:val="008C088A"/>
    <w:rsid w:val="008C0C8B"/>
    <w:rsid w:val="008C2597"/>
    <w:rsid w:val="008C42C3"/>
    <w:rsid w:val="008C509B"/>
    <w:rsid w:val="008C6486"/>
    <w:rsid w:val="008D032D"/>
    <w:rsid w:val="008D20E5"/>
    <w:rsid w:val="008D3295"/>
    <w:rsid w:val="008D3834"/>
    <w:rsid w:val="008D42F7"/>
    <w:rsid w:val="008D6251"/>
    <w:rsid w:val="008D6CC6"/>
    <w:rsid w:val="008D7E8C"/>
    <w:rsid w:val="008E2086"/>
    <w:rsid w:val="008E37D2"/>
    <w:rsid w:val="008E472A"/>
    <w:rsid w:val="008E7852"/>
    <w:rsid w:val="008F0AC6"/>
    <w:rsid w:val="008F0E25"/>
    <w:rsid w:val="008F30A3"/>
    <w:rsid w:val="008F450B"/>
    <w:rsid w:val="008F5CC1"/>
    <w:rsid w:val="009002A0"/>
    <w:rsid w:val="0090166D"/>
    <w:rsid w:val="00901F8A"/>
    <w:rsid w:val="00904066"/>
    <w:rsid w:val="009043BA"/>
    <w:rsid w:val="00905484"/>
    <w:rsid w:val="00906D1B"/>
    <w:rsid w:val="00910720"/>
    <w:rsid w:val="00913E8E"/>
    <w:rsid w:val="00914670"/>
    <w:rsid w:val="00914A14"/>
    <w:rsid w:val="009159F3"/>
    <w:rsid w:val="00915D6A"/>
    <w:rsid w:val="009161BC"/>
    <w:rsid w:val="009164D1"/>
    <w:rsid w:val="009208C0"/>
    <w:rsid w:val="00921679"/>
    <w:rsid w:val="00921C8A"/>
    <w:rsid w:val="00922F8B"/>
    <w:rsid w:val="009233B4"/>
    <w:rsid w:val="00923439"/>
    <w:rsid w:val="00923556"/>
    <w:rsid w:val="00924FEF"/>
    <w:rsid w:val="009257A5"/>
    <w:rsid w:val="009264BA"/>
    <w:rsid w:val="00926F9A"/>
    <w:rsid w:val="00927486"/>
    <w:rsid w:val="00927BD4"/>
    <w:rsid w:val="009306AF"/>
    <w:rsid w:val="009329E1"/>
    <w:rsid w:val="00932F4C"/>
    <w:rsid w:val="00933CEF"/>
    <w:rsid w:val="0093476B"/>
    <w:rsid w:val="00934A20"/>
    <w:rsid w:val="00941E59"/>
    <w:rsid w:val="00943004"/>
    <w:rsid w:val="00944DFE"/>
    <w:rsid w:val="009460A4"/>
    <w:rsid w:val="0094704A"/>
    <w:rsid w:val="00951473"/>
    <w:rsid w:val="00951644"/>
    <w:rsid w:val="00952BEE"/>
    <w:rsid w:val="00952ED5"/>
    <w:rsid w:val="00953B3B"/>
    <w:rsid w:val="00954003"/>
    <w:rsid w:val="00954402"/>
    <w:rsid w:val="00954909"/>
    <w:rsid w:val="00955B25"/>
    <w:rsid w:val="00960244"/>
    <w:rsid w:val="009616C3"/>
    <w:rsid w:val="00962D03"/>
    <w:rsid w:val="009643CC"/>
    <w:rsid w:val="009648C0"/>
    <w:rsid w:val="0096666E"/>
    <w:rsid w:val="00967C60"/>
    <w:rsid w:val="009706FF"/>
    <w:rsid w:val="009721EA"/>
    <w:rsid w:val="009732D3"/>
    <w:rsid w:val="00973BD6"/>
    <w:rsid w:val="00973E0E"/>
    <w:rsid w:val="009836BC"/>
    <w:rsid w:val="009844E2"/>
    <w:rsid w:val="009859F9"/>
    <w:rsid w:val="009905FC"/>
    <w:rsid w:val="00991958"/>
    <w:rsid w:val="00991AB5"/>
    <w:rsid w:val="009935F8"/>
    <w:rsid w:val="00994038"/>
    <w:rsid w:val="00994F1C"/>
    <w:rsid w:val="00995035"/>
    <w:rsid w:val="0099706D"/>
    <w:rsid w:val="00997209"/>
    <w:rsid w:val="009972BA"/>
    <w:rsid w:val="00997D5E"/>
    <w:rsid w:val="009A1A5F"/>
    <w:rsid w:val="009A27A5"/>
    <w:rsid w:val="009A2C42"/>
    <w:rsid w:val="009A3439"/>
    <w:rsid w:val="009A4A85"/>
    <w:rsid w:val="009A4FCB"/>
    <w:rsid w:val="009A5B83"/>
    <w:rsid w:val="009A6177"/>
    <w:rsid w:val="009A7713"/>
    <w:rsid w:val="009A77FD"/>
    <w:rsid w:val="009B023D"/>
    <w:rsid w:val="009B044C"/>
    <w:rsid w:val="009B321F"/>
    <w:rsid w:val="009B4912"/>
    <w:rsid w:val="009B57AD"/>
    <w:rsid w:val="009B6B40"/>
    <w:rsid w:val="009C0ED6"/>
    <w:rsid w:val="009C1CA0"/>
    <w:rsid w:val="009C22DF"/>
    <w:rsid w:val="009C32E8"/>
    <w:rsid w:val="009C3E92"/>
    <w:rsid w:val="009C762C"/>
    <w:rsid w:val="009C7A6C"/>
    <w:rsid w:val="009D10C0"/>
    <w:rsid w:val="009D1F7D"/>
    <w:rsid w:val="009D618D"/>
    <w:rsid w:val="009D6EE1"/>
    <w:rsid w:val="009D7B53"/>
    <w:rsid w:val="009E0AFF"/>
    <w:rsid w:val="009E163E"/>
    <w:rsid w:val="009E1E5B"/>
    <w:rsid w:val="009E3A5A"/>
    <w:rsid w:val="009E5101"/>
    <w:rsid w:val="009E6542"/>
    <w:rsid w:val="009E7315"/>
    <w:rsid w:val="009E7585"/>
    <w:rsid w:val="009E77F7"/>
    <w:rsid w:val="009F08F0"/>
    <w:rsid w:val="009F1181"/>
    <w:rsid w:val="009F1F12"/>
    <w:rsid w:val="009F2123"/>
    <w:rsid w:val="009F4C56"/>
    <w:rsid w:val="009F4E60"/>
    <w:rsid w:val="009F5660"/>
    <w:rsid w:val="009F66B4"/>
    <w:rsid w:val="009F7512"/>
    <w:rsid w:val="00A006BB"/>
    <w:rsid w:val="00A0292D"/>
    <w:rsid w:val="00A04B33"/>
    <w:rsid w:val="00A04DF3"/>
    <w:rsid w:val="00A05C68"/>
    <w:rsid w:val="00A06AFF"/>
    <w:rsid w:val="00A07665"/>
    <w:rsid w:val="00A10351"/>
    <w:rsid w:val="00A108D9"/>
    <w:rsid w:val="00A10D3C"/>
    <w:rsid w:val="00A13118"/>
    <w:rsid w:val="00A137CC"/>
    <w:rsid w:val="00A15F1D"/>
    <w:rsid w:val="00A1609B"/>
    <w:rsid w:val="00A21FC8"/>
    <w:rsid w:val="00A22FEE"/>
    <w:rsid w:val="00A2518E"/>
    <w:rsid w:val="00A260E5"/>
    <w:rsid w:val="00A26EE5"/>
    <w:rsid w:val="00A2769C"/>
    <w:rsid w:val="00A3307B"/>
    <w:rsid w:val="00A34B23"/>
    <w:rsid w:val="00A35B4C"/>
    <w:rsid w:val="00A35E5A"/>
    <w:rsid w:val="00A364DF"/>
    <w:rsid w:val="00A36E29"/>
    <w:rsid w:val="00A37CC7"/>
    <w:rsid w:val="00A37F47"/>
    <w:rsid w:val="00A41735"/>
    <w:rsid w:val="00A420F3"/>
    <w:rsid w:val="00A45810"/>
    <w:rsid w:val="00A45B29"/>
    <w:rsid w:val="00A45F8C"/>
    <w:rsid w:val="00A50DC9"/>
    <w:rsid w:val="00A52966"/>
    <w:rsid w:val="00A52FD2"/>
    <w:rsid w:val="00A53035"/>
    <w:rsid w:val="00A5515A"/>
    <w:rsid w:val="00A57566"/>
    <w:rsid w:val="00A57EB2"/>
    <w:rsid w:val="00A63952"/>
    <w:rsid w:val="00A64E5D"/>
    <w:rsid w:val="00A65C3D"/>
    <w:rsid w:val="00A65FE7"/>
    <w:rsid w:val="00A66F73"/>
    <w:rsid w:val="00A72969"/>
    <w:rsid w:val="00A7396E"/>
    <w:rsid w:val="00A73F41"/>
    <w:rsid w:val="00A745C7"/>
    <w:rsid w:val="00A76767"/>
    <w:rsid w:val="00A800EE"/>
    <w:rsid w:val="00A80436"/>
    <w:rsid w:val="00A823AB"/>
    <w:rsid w:val="00A85667"/>
    <w:rsid w:val="00A87999"/>
    <w:rsid w:val="00A92DD1"/>
    <w:rsid w:val="00A94987"/>
    <w:rsid w:val="00A95892"/>
    <w:rsid w:val="00AA5363"/>
    <w:rsid w:val="00AA5730"/>
    <w:rsid w:val="00AB02D0"/>
    <w:rsid w:val="00AB1219"/>
    <w:rsid w:val="00AB2556"/>
    <w:rsid w:val="00AB2E46"/>
    <w:rsid w:val="00AB7B32"/>
    <w:rsid w:val="00AB7DD6"/>
    <w:rsid w:val="00AC05CE"/>
    <w:rsid w:val="00AC0875"/>
    <w:rsid w:val="00AC0896"/>
    <w:rsid w:val="00AC1A7E"/>
    <w:rsid w:val="00AC4051"/>
    <w:rsid w:val="00AC4361"/>
    <w:rsid w:val="00AC4907"/>
    <w:rsid w:val="00AC58C0"/>
    <w:rsid w:val="00AC5C1B"/>
    <w:rsid w:val="00AC6818"/>
    <w:rsid w:val="00AC7CD6"/>
    <w:rsid w:val="00AD31D3"/>
    <w:rsid w:val="00AD3A7A"/>
    <w:rsid w:val="00AD4535"/>
    <w:rsid w:val="00AD5E45"/>
    <w:rsid w:val="00AD76EE"/>
    <w:rsid w:val="00AE2237"/>
    <w:rsid w:val="00AE5088"/>
    <w:rsid w:val="00AF003A"/>
    <w:rsid w:val="00AF0ACD"/>
    <w:rsid w:val="00AF0D42"/>
    <w:rsid w:val="00AF24A8"/>
    <w:rsid w:val="00AF536D"/>
    <w:rsid w:val="00AF538E"/>
    <w:rsid w:val="00AF765A"/>
    <w:rsid w:val="00B00239"/>
    <w:rsid w:val="00B005E3"/>
    <w:rsid w:val="00B00775"/>
    <w:rsid w:val="00B031D5"/>
    <w:rsid w:val="00B03D2F"/>
    <w:rsid w:val="00B03EF9"/>
    <w:rsid w:val="00B04BEF"/>
    <w:rsid w:val="00B06093"/>
    <w:rsid w:val="00B07EBF"/>
    <w:rsid w:val="00B134D7"/>
    <w:rsid w:val="00B13A2A"/>
    <w:rsid w:val="00B14636"/>
    <w:rsid w:val="00B200A3"/>
    <w:rsid w:val="00B2136A"/>
    <w:rsid w:val="00B23C64"/>
    <w:rsid w:val="00B2499E"/>
    <w:rsid w:val="00B30B6D"/>
    <w:rsid w:val="00B30F02"/>
    <w:rsid w:val="00B3494D"/>
    <w:rsid w:val="00B365D9"/>
    <w:rsid w:val="00B376E7"/>
    <w:rsid w:val="00B37D45"/>
    <w:rsid w:val="00B41231"/>
    <w:rsid w:val="00B43A23"/>
    <w:rsid w:val="00B44D82"/>
    <w:rsid w:val="00B458BF"/>
    <w:rsid w:val="00B46159"/>
    <w:rsid w:val="00B46DF5"/>
    <w:rsid w:val="00B47076"/>
    <w:rsid w:val="00B5091C"/>
    <w:rsid w:val="00B50F1A"/>
    <w:rsid w:val="00B51A95"/>
    <w:rsid w:val="00B520C1"/>
    <w:rsid w:val="00B53387"/>
    <w:rsid w:val="00B57538"/>
    <w:rsid w:val="00B6068A"/>
    <w:rsid w:val="00B6086A"/>
    <w:rsid w:val="00B6190E"/>
    <w:rsid w:val="00B61CFB"/>
    <w:rsid w:val="00B62619"/>
    <w:rsid w:val="00B64E2D"/>
    <w:rsid w:val="00B65B8B"/>
    <w:rsid w:val="00B66599"/>
    <w:rsid w:val="00B6710C"/>
    <w:rsid w:val="00B67BF8"/>
    <w:rsid w:val="00B701B5"/>
    <w:rsid w:val="00B72F03"/>
    <w:rsid w:val="00B74BB7"/>
    <w:rsid w:val="00B814E2"/>
    <w:rsid w:val="00B82961"/>
    <w:rsid w:val="00B82EC6"/>
    <w:rsid w:val="00B84940"/>
    <w:rsid w:val="00B85FD9"/>
    <w:rsid w:val="00B9275A"/>
    <w:rsid w:val="00B932BA"/>
    <w:rsid w:val="00B934CD"/>
    <w:rsid w:val="00B93D56"/>
    <w:rsid w:val="00B942DB"/>
    <w:rsid w:val="00B956EC"/>
    <w:rsid w:val="00B96F8C"/>
    <w:rsid w:val="00B9738F"/>
    <w:rsid w:val="00BA0D05"/>
    <w:rsid w:val="00BA2602"/>
    <w:rsid w:val="00BA732B"/>
    <w:rsid w:val="00BA78E6"/>
    <w:rsid w:val="00BB047D"/>
    <w:rsid w:val="00BB3FA0"/>
    <w:rsid w:val="00BB4334"/>
    <w:rsid w:val="00BB490B"/>
    <w:rsid w:val="00BB5F6C"/>
    <w:rsid w:val="00BC0165"/>
    <w:rsid w:val="00BC0B55"/>
    <w:rsid w:val="00BC181B"/>
    <w:rsid w:val="00BC324E"/>
    <w:rsid w:val="00BC3D49"/>
    <w:rsid w:val="00BC4165"/>
    <w:rsid w:val="00BC5EDC"/>
    <w:rsid w:val="00BC7432"/>
    <w:rsid w:val="00BD256B"/>
    <w:rsid w:val="00BD3589"/>
    <w:rsid w:val="00BD497A"/>
    <w:rsid w:val="00BD55E8"/>
    <w:rsid w:val="00BD67C7"/>
    <w:rsid w:val="00BE2DEA"/>
    <w:rsid w:val="00BE645C"/>
    <w:rsid w:val="00BF03F8"/>
    <w:rsid w:val="00BF0DA5"/>
    <w:rsid w:val="00BF46FE"/>
    <w:rsid w:val="00BF4C70"/>
    <w:rsid w:val="00BF5735"/>
    <w:rsid w:val="00BF76CF"/>
    <w:rsid w:val="00C0049A"/>
    <w:rsid w:val="00C00984"/>
    <w:rsid w:val="00C01A06"/>
    <w:rsid w:val="00C04028"/>
    <w:rsid w:val="00C04E82"/>
    <w:rsid w:val="00C07037"/>
    <w:rsid w:val="00C07D64"/>
    <w:rsid w:val="00C07E21"/>
    <w:rsid w:val="00C1098D"/>
    <w:rsid w:val="00C11245"/>
    <w:rsid w:val="00C11C8B"/>
    <w:rsid w:val="00C11FC0"/>
    <w:rsid w:val="00C1339B"/>
    <w:rsid w:val="00C16BDC"/>
    <w:rsid w:val="00C17525"/>
    <w:rsid w:val="00C17B95"/>
    <w:rsid w:val="00C17D1B"/>
    <w:rsid w:val="00C17E88"/>
    <w:rsid w:val="00C2199A"/>
    <w:rsid w:val="00C225C4"/>
    <w:rsid w:val="00C24893"/>
    <w:rsid w:val="00C24D60"/>
    <w:rsid w:val="00C25C65"/>
    <w:rsid w:val="00C307A2"/>
    <w:rsid w:val="00C333DC"/>
    <w:rsid w:val="00C33D03"/>
    <w:rsid w:val="00C33DFF"/>
    <w:rsid w:val="00C36848"/>
    <w:rsid w:val="00C373F6"/>
    <w:rsid w:val="00C4061C"/>
    <w:rsid w:val="00C45990"/>
    <w:rsid w:val="00C47070"/>
    <w:rsid w:val="00C477B6"/>
    <w:rsid w:val="00C50C5B"/>
    <w:rsid w:val="00C54181"/>
    <w:rsid w:val="00C54B7F"/>
    <w:rsid w:val="00C564F3"/>
    <w:rsid w:val="00C57765"/>
    <w:rsid w:val="00C61945"/>
    <w:rsid w:val="00C6195F"/>
    <w:rsid w:val="00C6553A"/>
    <w:rsid w:val="00C6621F"/>
    <w:rsid w:val="00C7198F"/>
    <w:rsid w:val="00C7294A"/>
    <w:rsid w:val="00C72DB5"/>
    <w:rsid w:val="00C747FB"/>
    <w:rsid w:val="00C763FB"/>
    <w:rsid w:val="00C8242A"/>
    <w:rsid w:val="00C83107"/>
    <w:rsid w:val="00C8446C"/>
    <w:rsid w:val="00C8483E"/>
    <w:rsid w:val="00C85A75"/>
    <w:rsid w:val="00C861F1"/>
    <w:rsid w:val="00C91101"/>
    <w:rsid w:val="00C9110E"/>
    <w:rsid w:val="00C92F13"/>
    <w:rsid w:val="00C9398A"/>
    <w:rsid w:val="00C93D5F"/>
    <w:rsid w:val="00C93F8C"/>
    <w:rsid w:val="00C945C4"/>
    <w:rsid w:val="00C94933"/>
    <w:rsid w:val="00C94D8D"/>
    <w:rsid w:val="00C94DB9"/>
    <w:rsid w:val="00C979BE"/>
    <w:rsid w:val="00CA1262"/>
    <w:rsid w:val="00CA241A"/>
    <w:rsid w:val="00CA2658"/>
    <w:rsid w:val="00CA2AA5"/>
    <w:rsid w:val="00CA30AD"/>
    <w:rsid w:val="00CA30D3"/>
    <w:rsid w:val="00CA398B"/>
    <w:rsid w:val="00CB02B8"/>
    <w:rsid w:val="00CB0CA5"/>
    <w:rsid w:val="00CB2050"/>
    <w:rsid w:val="00CB2FA1"/>
    <w:rsid w:val="00CB345C"/>
    <w:rsid w:val="00CB52F2"/>
    <w:rsid w:val="00CB543C"/>
    <w:rsid w:val="00CB5FDD"/>
    <w:rsid w:val="00CB7D0D"/>
    <w:rsid w:val="00CC086E"/>
    <w:rsid w:val="00CC2C10"/>
    <w:rsid w:val="00CC3195"/>
    <w:rsid w:val="00CC41A0"/>
    <w:rsid w:val="00CC4299"/>
    <w:rsid w:val="00CC6164"/>
    <w:rsid w:val="00CC7AB6"/>
    <w:rsid w:val="00CD0708"/>
    <w:rsid w:val="00CD0FCB"/>
    <w:rsid w:val="00CD2404"/>
    <w:rsid w:val="00CD6821"/>
    <w:rsid w:val="00CD7760"/>
    <w:rsid w:val="00CE201A"/>
    <w:rsid w:val="00CE2867"/>
    <w:rsid w:val="00CE5E97"/>
    <w:rsid w:val="00CE6915"/>
    <w:rsid w:val="00CE79A1"/>
    <w:rsid w:val="00CF08FF"/>
    <w:rsid w:val="00CF1083"/>
    <w:rsid w:val="00CF1824"/>
    <w:rsid w:val="00CF5BE8"/>
    <w:rsid w:val="00CF5D5B"/>
    <w:rsid w:val="00CF6854"/>
    <w:rsid w:val="00D026B4"/>
    <w:rsid w:val="00D0453D"/>
    <w:rsid w:val="00D04637"/>
    <w:rsid w:val="00D04D98"/>
    <w:rsid w:val="00D04EB7"/>
    <w:rsid w:val="00D06990"/>
    <w:rsid w:val="00D070E3"/>
    <w:rsid w:val="00D146C3"/>
    <w:rsid w:val="00D14730"/>
    <w:rsid w:val="00D17371"/>
    <w:rsid w:val="00D20BC1"/>
    <w:rsid w:val="00D22589"/>
    <w:rsid w:val="00D241ED"/>
    <w:rsid w:val="00D24F39"/>
    <w:rsid w:val="00D25E5A"/>
    <w:rsid w:val="00D27163"/>
    <w:rsid w:val="00D30456"/>
    <w:rsid w:val="00D30A68"/>
    <w:rsid w:val="00D3105C"/>
    <w:rsid w:val="00D317D3"/>
    <w:rsid w:val="00D3265A"/>
    <w:rsid w:val="00D33CA6"/>
    <w:rsid w:val="00D34382"/>
    <w:rsid w:val="00D3465F"/>
    <w:rsid w:val="00D349A7"/>
    <w:rsid w:val="00D35264"/>
    <w:rsid w:val="00D35307"/>
    <w:rsid w:val="00D35621"/>
    <w:rsid w:val="00D36356"/>
    <w:rsid w:val="00D372C9"/>
    <w:rsid w:val="00D40E81"/>
    <w:rsid w:val="00D41A47"/>
    <w:rsid w:val="00D42F8C"/>
    <w:rsid w:val="00D45452"/>
    <w:rsid w:val="00D4743A"/>
    <w:rsid w:val="00D5049C"/>
    <w:rsid w:val="00D50CEB"/>
    <w:rsid w:val="00D525DB"/>
    <w:rsid w:val="00D52F38"/>
    <w:rsid w:val="00D53B36"/>
    <w:rsid w:val="00D54ADA"/>
    <w:rsid w:val="00D622C3"/>
    <w:rsid w:val="00D65744"/>
    <w:rsid w:val="00D660B1"/>
    <w:rsid w:val="00D66195"/>
    <w:rsid w:val="00D73F7A"/>
    <w:rsid w:val="00D7471D"/>
    <w:rsid w:val="00D756DC"/>
    <w:rsid w:val="00D75FF2"/>
    <w:rsid w:val="00D77817"/>
    <w:rsid w:val="00D8073F"/>
    <w:rsid w:val="00D81C82"/>
    <w:rsid w:val="00D83360"/>
    <w:rsid w:val="00D8535C"/>
    <w:rsid w:val="00D877F9"/>
    <w:rsid w:val="00D912ED"/>
    <w:rsid w:val="00D91B0C"/>
    <w:rsid w:val="00D92B14"/>
    <w:rsid w:val="00D957B7"/>
    <w:rsid w:val="00D96899"/>
    <w:rsid w:val="00D979BD"/>
    <w:rsid w:val="00D97BF7"/>
    <w:rsid w:val="00DA08D7"/>
    <w:rsid w:val="00DA5867"/>
    <w:rsid w:val="00DA6DCA"/>
    <w:rsid w:val="00DB1463"/>
    <w:rsid w:val="00DB2EE9"/>
    <w:rsid w:val="00DB3185"/>
    <w:rsid w:val="00DB4622"/>
    <w:rsid w:val="00DB4EC5"/>
    <w:rsid w:val="00DB5580"/>
    <w:rsid w:val="00DB5CB5"/>
    <w:rsid w:val="00DB7139"/>
    <w:rsid w:val="00DB728E"/>
    <w:rsid w:val="00DB79FA"/>
    <w:rsid w:val="00DC1C61"/>
    <w:rsid w:val="00DC265A"/>
    <w:rsid w:val="00DC5758"/>
    <w:rsid w:val="00DC75E4"/>
    <w:rsid w:val="00DC78FF"/>
    <w:rsid w:val="00DD02A1"/>
    <w:rsid w:val="00DD3B24"/>
    <w:rsid w:val="00DD4479"/>
    <w:rsid w:val="00DD45AE"/>
    <w:rsid w:val="00DD5FC8"/>
    <w:rsid w:val="00DD6518"/>
    <w:rsid w:val="00DD6744"/>
    <w:rsid w:val="00DD69FF"/>
    <w:rsid w:val="00DE0483"/>
    <w:rsid w:val="00DE22DE"/>
    <w:rsid w:val="00DE22FE"/>
    <w:rsid w:val="00DE2600"/>
    <w:rsid w:val="00DE2CEA"/>
    <w:rsid w:val="00DE4401"/>
    <w:rsid w:val="00DE5217"/>
    <w:rsid w:val="00DE57B3"/>
    <w:rsid w:val="00DE592F"/>
    <w:rsid w:val="00DE70B9"/>
    <w:rsid w:val="00DE73F1"/>
    <w:rsid w:val="00DE76F6"/>
    <w:rsid w:val="00DF274D"/>
    <w:rsid w:val="00DF580F"/>
    <w:rsid w:val="00DF5A91"/>
    <w:rsid w:val="00DF7ECD"/>
    <w:rsid w:val="00E002FE"/>
    <w:rsid w:val="00E00D83"/>
    <w:rsid w:val="00E03F5D"/>
    <w:rsid w:val="00E04950"/>
    <w:rsid w:val="00E05D52"/>
    <w:rsid w:val="00E05FD1"/>
    <w:rsid w:val="00E07E2A"/>
    <w:rsid w:val="00E1002A"/>
    <w:rsid w:val="00E11C46"/>
    <w:rsid w:val="00E15F44"/>
    <w:rsid w:val="00E20473"/>
    <w:rsid w:val="00E215DC"/>
    <w:rsid w:val="00E2273F"/>
    <w:rsid w:val="00E229A2"/>
    <w:rsid w:val="00E22D57"/>
    <w:rsid w:val="00E2330D"/>
    <w:rsid w:val="00E23A0A"/>
    <w:rsid w:val="00E249AF"/>
    <w:rsid w:val="00E2505C"/>
    <w:rsid w:val="00E25222"/>
    <w:rsid w:val="00E26927"/>
    <w:rsid w:val="00E274FD"/>
    <w:rsid w:val="00E27667"/>
    <w:rsid w:val="00E31874"/>
    <w:rsid w:val="00E33C6D"/>
    <w:rsid w:val="00E34336"/>
    <w:rsid w:val="00E36502"/>
    <w:rsid w:val="00E404D3"/>
    <w:rsid w:val="00E408DE"/>
    <w:rsid w:val="00E4319E"/>
    <w:rsid w:val="00E43313"/>
    <w:rsid w:val="00E44B2A"/>
    <w:rsid w:val="00E458CD"/>
    <w:rsid w:val="00E47F07"/>
    <w:rsid w:val="00E504D8"/>
    <w:rsid w:val="00E519DB"/>
    <w:rsid w:val="00E52B02"/>
    <w:rsid w:val="00E53D12"/>
    <w:rsid w:val="00E53EC5"/>
    <w:rsid w:val="00E56FA7"/>
    <w:rsid w:val="00E579CF"/>
    <w:rsid w:val="00E6257C"/>
    <w:rsid w:val="00E647D2"/>
    <w:rsid w:val="00E64CFB"/>
    <w:rsid w:val="00E655D1"/>
    <w:rsid w:val="00E6614D"/>
    <w:rsid w:val="00E66775"/>
    <w:rsid w:val="00E66FE7"/>
    <w:rsid w:val="00E67B0E"/>
    <w:rsid w:val="00E712AA"/>
    <w:rsid w:val="00E713E4"/>
    <w:rsid w:val="00E719A4"/>
    <w:rsid w:val="00E7249C"/>
    <w:rsid w:val="00E7285E"/>
    <w:rsid w:val="00E74B49"/>
    <w:rsid w:val="00E76742"/>
    <w:rsid w:val="00E77BDB"/>
    <w:rsid w:val="00E80D1C"/>
    <w:rsid w:val="00E8318A"/>
    <w:rsid w:val="00E83BA1"/>
    <w:rsid w:val="00E83FCF"/>
    <w:rsid w:val="00E85A70"/>
    <w:rsid w:val="00E86331"/>
    <w:rsid w:val="00E86767"/>
    <w:rsid w:val="00E877DF"/>
    <w:rsid w:val="00E908D8"/>
    <w:rsid w:val="00E91493"/>
    <w:rsid w:val="00E9193E"/>
    <w:rsid w:val="00E925A4"/>
    <w:rsid w:val="00E92883"/>
    <w:rsid w:val="00E93330"/>
    <w:rsid w:val="00E937B5"/>
    <w:rsid w:val="00E94FBB"/>
    <w:rsid w:val="00E953F2"/>
    <w:rsid w:val="00E95982"/>
    <w:rsid w:val="00E97034"/>
    <w:rsid w:val="00E9736D"/>
    <w:rsid w:val="00EA04F5"/>
    <w:rsid w:val="00EA15F4"/>
    <w:rsid w:val="00EA1D9E"/>
    <w:rsid w:val="00EA2595"/>
    <w:rsid w:val="00EA58CC"/>
    <w:rsid w:val="00EB13CE"/>
    <w:rsid w:val="00EB14A4"/>
    <w:rsid w:val="00EB6997"/>
    <w:rsid w:val="00EC1183"/>
    <w:rsid w:val="00EC1879"/>
    <w:rsid w:val="00EC275D"/>
    <w:rsid w:val="00EC39B4"/>
    <w:rsid w:val="00EC46F2"/>
    <w:rsid w:val="00EC6336"/>
    <w:rsid w:val="00EC784C"/>
    <w:rsid w:val="00ED1BA6"/>
    <w:rsid w:val="00ED1FA6"/>
    <w:rsid w:val="00ED3CCF"/>
    <w:rsid w:val="00ED4B65"/>
    <w:rsid w:val="00ED535A"/>
    <w:rsid w:val="00ED5FCB"/>
    <w:rsid w:val="00ED72CD"/>
    <w:rsid w:val="00EE00AD"/>
    <w:rsid w:val="00EE024F"/>
    <w:rsid w:val="00EE205B"/>
    <w:rsid w:val="00EE3576"/>
    <w:rsid w:val="00EE5358"/>
    <w:rsid w:val="00EE568D"/>
    <w:rsid w:val="00EE5CCA"/>
    <w:rsid w:val="00EE6E2F"/>
    <w:rsid w:val="00EE7DEB"/>
    <w:rsid w:val="00EF3D23"/>
    <w:rsid w:val="00EF5890"/>
    <w:rsid w:val="00EF6A74"/>
    <w:rsid w:val="00F01FAB"/>
    <w:rsid w:val="00F030A3"/>
    <w:rsid w:val="00F03167"/>
    <w:rsid w:val="00F0512C"/>
    <w:rsid w:val="00F06EDA"/>
    <w:rsid w:val="00F071CF"/>
    <w:rsid w:val="00F108BE"/>
    <w:rsid w:val="00F11295"/>
    <w:rsid w:val="00F11971"/>
    <w:rsid w:val="00F149C7"/>
    <w:rsid w:val="00F15A9E"/>
    <w:rsid w:val="00F237E0"/>
    <w:rsid w:val="00F24683"/>
    <w:rsid w:val="00F246D1"/>
    <w:rsid w:val="00F26257"/>
    <w:rsid w:val="00F27FDE"/>
    <w:rsid w:val="00F32D42"/>
    <w:rsid w:val="00F337DF"/>
    <w:rsid w:val="00F35869"/>
    <w:rsid w:val="00F3625D"/>
    <w:rsid w:val="00F36947"/>
    <w:rsid w:val="00F378C3"/>
    <w:rsid w:val="00F37AA5"/>
    <w:rsid w:val="00F37AAB"/>
    <w:rsid w:val="00F40515"/>
    <w:rsid w:val="00F45260"/>
    <w:rsid w:val="00F55914"/>
    <w:rsid w:val="00F564E6"/>
    <w:rsid w:val="00F578B6"/>
    <w:rsid w:val="00F57B95"/>
    <w:rsid w:val="00F612CB"/>
    <w:rsid w:val="00F62A14"/>
    <w:rsid w:val="00F62AD7"/>
    <w:rsid w:val="00F63404"/>
    <w:rsid w:val="00F63F46"/>
    <w:rsid w:val="00F649C0"/>
    <w:rsid w:val="00F6558B"/>
    <w:rsid w:val="00F706C9"/>
    <w:rsid w:val="00F70DB8"/>
    <w:rsid w:val="00F7121B"/>
    <w:rsid w:val="00F7245A"/>
    <w:rsid w:val="00F725E9"/>
    <w:rsid w:val="00F72E23"/>
    <w:rsid w:val="00F77083"/>
    <w:rsid w:val="00F807F4"/>
    <w:rsid w:val="00F8123B"/>
    <w:rsid w:val="00F85E00"/>
    <w:rsid w:val="00F865BC"/>
    <w:rsid w:val="00F90B8F"/>
    <w:rsid w:val="00F90FA2"/>
    <w:rsid w:val="00F9245C"/>
    <w:rsid w:val="00F92602"/>
    <w:rsid w:val="00F92B7A"/>
    <w:rsid w:val="00F93015"/>
    <w:rsid w:val="00F94CAC"/>
    <w:rsid w:val="00F9599D"/>
    <w:rsid w:val="00F97197"/>
    <w:rsid w:val="00FA0006"/>
    <w:rsid w:val="00FA1F18"/>
    <w:rsid w:val="00FA46C2"/>
    <w:rsid w:val="00FA46D3"/>
    <w:rsid w:val="00FB34F0"/>
    <w:rsid w:val="00FB3B85"/>
    <w:rsid w:val="00FB495D"/>
    <w:rsid w:val="00FB55E1"/>
    <w:rsid w:val="00FB5B53"/>
    <w:rsid w:val="00FB6CC5"/>
    <w:rsid w:val="00FB7BF1"/>
    <w:rsid w:val="00FB7DF0"/>
    <w:rsid w:val="00FC0241"/>
    <w:rsid w:val="00FC28E6"/>
    <w:rsid w:val="00FC3538"/>
    <w:rsid w:val="00FC7D05"/>
    <w:rsid w:val="00FD0108"/>
    <w:rsid w:val="00FD0226"/>
    <w:rsid w:val="00FD0246"/>
    <w:rsid w:val="00FD1DD5"/>
    <w:rsid w:val="00FD3E1F"/>
    <w:rsid w:val="00FD4DC7"/>
    <w:rsid w:val="00FD4FCC"/>
    <w:rsid w:val="00FD67AA"/>
    <w:rsid w:val="00FD6B61"/>
    <w:rsid w:val="00FE011C"/>
    <w:rsid w:val="00FE011E"/>
    <w:rsid w:val="00FE0A0D"/>
    <w:rsid w:val="00FE198B"/>
    <w:rsid w:val="00FE433D"/>
    <w:rsid w:val="00FE616C"/>
    <w:rsid w:val="00FE63EE"/>
    <w:rsid w:val="00FE6E97"/>
    <w:rsid w:val="00FE716A"/>
    <w:rsid w:val="00FE7D2C"/>
    <w:rsid w:val="00FF02F1"/>
    <w:rsid w:val="00FF0662"/>
    <w:rsid w:val="00FF1BDC"/>
    <w:rsid w:val="00FF5B53"/>
    <w:rsid w:val="00FF72A6"/>
    <w:rsid w:val="00FF74D5"/>
    <w:rsid w:val="00FF74DA"/>
    <w:rsid w:val="00FF76B4"/>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F35AE1"/>
  <w15:docId w15:val="{5BE28B43-AF77-4A32-AC4D-035B673FD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CH" w:eastAsia="ja-JP" w:bidi="ar-SA"/>
      </w:rPr>
    </w:rPrDefault>
    <w:pPrDefault/>
  </w:docDefaults>
  <w:latentStyles w:defLockedState="0" w:defUIPriority="99" w:defSemiHidden="0" w:defUnhideWhenUsed="0" w:defQFormat="0" w:count="376">
    <w:lsdException w:name="Normal" w:uiPriority="3"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1"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8"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iPriority="0"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Intense Reference" w:semiHidden="1"/>
    <w:lsdException w:name="Book Title" w:semiHidden="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3"/>
    <w:qFormat/>
    <w:rsid w:val="00BD67C7"/>
    <w:pPr>
      <w:spacing w:line="260" w:lineRule="exact"/>
      <w:ind w:left="1701"/>
    </w:pPr>
    <w:rPr>
      <w:rFonts w:ascii="Noto Sans" w:eastAsia="Times New Roman" w:hAnsi="Noto Sans"/>
      <w:color w:val="000000"/>
      <w:lang w:val="de-DE" w:eastAsia="de-DE"/>
    </w:rPr>
  </w:style>
  <w:style w:type="paragraph" w:styleId="Heading1">
    <w:name w:val="heading 1"/>
    <w:basedOn w:val="Normal"/>
    <w:next w:val="Abstand11BZ"/>
    <w:link w:val="Heading1Char"/>
    <w:qFormat/>
    <w:rsid w:val="00855986"/>
    <w:pPr>
      <w:keepNext/>
      <w:pageBreakBefore/>
      <w:numPr>
        <w:numId w:val="13"/>
      </w:numPr>
      <w:tabs>
        <w:tab w:val="clear" w:pos="1701"/>
        <w:tab w:val="left" w:pos="851"/>
      </w:tabs>
      <w:spacing w:after="120" w:line="240" w:lineRule="auto"/>
      <w:ind w:left="851" w:hanging="851"/>
      <w:outlineLvl w:val="0"/>
    </w:pPr>
    <w:rPr>
      <w:b/>
      <w:kern w:val="28"/>
      <w:sz w:val="32"/>
      <w:lang w:val="de-CH"/>
    </w:rPr>
  </w:style>
  <w:style w:type="paragraph" w:styleId="Heading2">
    <w:name w:val="heading 2"/>
    <w:basedOn w:val="Normal"/>
    <w:next w:val="Abstand11BZ"/>
    <w:link w:val="Heading2Char"/>
    <w:qFormat/>
    <w:rsid w:val="00102D62"/>
    <w:pPr>
      <w:keepNext/>
      <w:numPr>
        <w:ilvl w:val="1"/>
        <w:numId w:val="13"/>
      </w:numPr>
      <w:tabs>
        <w:tab w:val="clear" w:pos="1701"/>
        <w:tab w:val="num" w:pos="4112"/>
      </w:tabs>
      <w:spacing w:after="120" w:line="240" w:lineRule="auto"/>
      <w:ind w:left="851" w:hanging="851"/>
      <w:outlineLvl w:val="1"/>
    </w:pPr>
    <w:rPr>
      <w:rFonts w:cs="Arial"/>
      <w:b/>
      <w:bCs/>
      <w:color w:val="auto"/>
      <w:sz w:val="28"/>
      <w:szCs w:val="28"/>
      <w:lang w:val="de-CH" w:eastAsia="de-CH"/>
    </w:rPr>
  </w:style>
  <w:style w:type="paragraph" w:styleId="Heading3">
    <w:name w:val="heading 3"/>
    <w:basedOn w:val="Normal"/>
    <w:next w:val="Abstand11BZ"/>
    <w:link w:val="Heading3Char"/>
    <w:qFormat/>
    <w:rsid w:val="00B6190E"/>
    <w:pPr>
      <w:keepNext/>
      <w:numPr>
        <w:ilvl w:val="2"/>
        <w:numId w:val="13"/>
      </w:numPr>
      <w:tabs>
        <w:tab w:val="clear" w:pos="1701"/>
      </w:tabs>
      <w:spacing w:after="120" w:line="260" w:lineRule="atLeast"/>
      <w:ind w:left="709" w:hanging="851"/>
      <w:outlineLvl w:val="2"/>
    </w:pPr>
    <w:rPr>
      <w:rFonts w:cs="Noto Sans"/>
      <w:b/>
      <w:sz w:val="24"/>
      <w:szCs w:val="24"/>
      <w:lang w:val="de-CH"/>
    </w:rPr>
  </w:style>
  <w:style w:type="paragraph" w:styleId="Heading4">
    <w:name w:val="heading 4"/>
    <w:basedOn w:val="Heading3"/>
    <w:next w:val="Fliesstext"/>
    <w:link w:val="Heading4Char"/>
    <w:qFormat/>
    <w:rsid w:val="00C33D03"/>
    <w:pPr>
      <w:numPr>
        <w:ilvl w:val="3"/>
      </w:numPr>
      <w:outlineLvl w:val="3"/>
    </w:pPr>
  </w:style>
  <w:style w:type="paragraph" w:styleId="Heading5">
    <w:name w:val="heading 5"/>
    <w:basedOn w:val="Heading3"/>
    <w:next w:val="Normal"/>
    <w:link w:val="Heading5Char"/>
    <w:qFormat/>
    <w:rsid w:val="00C33D03"/>
    <w:pPr>
      <w:numPr>
        <w:ilvl w:val="4"/>
      </w:numPr>
      <w:outlineLvl w:val="4"/>
    </w:pPr>
  </w:style>
  <w:style w:type="paragraph" w:styleId="Heading6">
    <w:name w:val="heading 6"/>
    <w:basedOn w:val="Heading3"/>
    <w:next w:val="Normal"/>
    <w:link w:val="Heading6Char"/>
    <w:qFormat/>
    <w:rsid w:val="00C33D03"/>
    <w:pPr>
      <w:numPr>
        <w:ilvl w:val="5"/>
      </w:numPr>
      <w:outlineLvl w:val="5"/>
    </w:pPr>
  </w:style>
  <w:style w:type="paragraph" w:styleId="Heading7">
    <w:name w:val="heading 7"/>
    <w:basedOn w:val="Heading3"/>
    <w:next w:val="Normal"/>
    <w:link w:val="Heading7Char"/>
    <w:qFormat/>
    <w:rsid w:val="00C33D03"/>
    <w:pPr>
      <w:numPr>
        <w:ilvl w:val="6"/>
      </w:numPr>
      <w:outlineLvl w:val="6"/>
    </w:pPr>
  </w:style>
  <w:style w:type="paragraph" w:styleId="Heading8">
    <w:name w:val="heading 8"/>
    <w:basedOn w:val="Heading3"/>
    <w:next w:val="Normal"/>
    <w:link w:val="Heading8Char"/>
    <w:qFormat/>
    <w:rsid w:val="00C33D03"/>
    <w:pPr>
      <w:numPr>
        <w:ilvl w:val="7"/>
      </w:numPr>
      <w:outlineLvl w:val="7"/>
    </w:pPr>
  </w:style>
  <w:style w:type="paragraph" w:styleId="Heading9">
    <w:name w:val="heading 9"/>
    <w:basedOn w:val="Heading3"/>
    <w:next w:val="Normal"/>
    <w:link w:val="Heading9Char"/>
    <w:qFormat/>
    <w:rsid w:val="00C33D0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andvorTabelle">
    <w:name w:val="Abstand vor Tabelle"/>
    <w:basedOn w:val="Fliesstext"/>
    <w:next w:val="Fliesstext"/>
    <w:uiPriority w:val="29"/>
    <w:semiHidden/>
    <w:qFormat/>
    <w:rsid w:val="00C33D03"/>
  </w:style>
  <w:style w:type="paragraph" w:customStyle="1" w:styleId="Fliesstext">
    <w:name w:val="Fliesstext"/>
    <w:basedOn w:val="Normal"/>
    <w:link w:val="FliesstextZchn"/>
    <w:uiPriority w:val="3"/>
    <w:qFormat/>
    <w:rsid w:val="00EC1183"/>
    <w:pPr>
      <w:spacing w:after="120"/>
      <w:ind w:left="851"/>
    </w:pPr>
  </w:style>
  <w:style w:type="character" w:customStyle="1" w:styleId="FliesstextZchn">
    <w:name w:val="Fliesstext Zchn"/>
    <w:basedOn w:val="DefaultParagraphFont"/>
    <w:link w:val="Fliesstext"/>
    <w:uiPriority w:val="3"/>
    <w:rsid w:val="00EC1183"/>
    <w:rPr>
      <w:rFonts w:ascii="Noto Sans" w:eastAsia="Times New Roman" w:hAnsi="Noto Sans"/>
      <w:color w:val="000000"/>
      <w:lang w:val="de-DE" w:eastAsia="de-DE"/>
    </w:rPr>
  </w:style>
  <w:style w:type="paragraph" w:customStyle="1" w:styleId="AufzhlungPunkt">
    <w:name w:val="Aufzählung Punkt"/>
    <w:link w:val="AufzhlungPunktZchn"/>
    <w:uiPriority w:val="8"/>
    <w:qFormat/>
    <w:rsid w:val="00D52F38"/>
    <w:pPr>
      <w:numPr>
        <w:numId w:val="15"/>
      </w:numPr>
      <w:spacing w:after="120" w:line="240" w:lineRule="atLeast"/>
      <w:ind w:left="1135" w:hanging="284"/>
    </w:pPr>
    <w:rPr>
      <w:rFonts w:ascii="Noto Sans" w:hAnsi="Noto Sans"/>
      <w:color w:val="4F81BD" w:themeColor="accent1"/>
      <w:lang w:eastAsia="de-DE"/>
    </w:rPr>
  </w:style>
  <w:style w:type="paragraph" w:customStyle="1" w:styleId="Zwischentitel">
    <w:name w:val="Zwischentitel"/>
    <w:basedOn w:val="Normal"/>
    <w:next w:val="Fliesstext"/>
    <w:qFormat/>
    <w:rsid w:val="00D52F38"/>
    <w:pPr>
      <w:spacing w:after="120"/>
      <w:ind w:left="851"/>
    </w:pPr>
    <w:rPr>
      <w:b/>
    </w:rPr>
  </w:style>
  <w:style w:type="paragraph" w:customStyle="1" w:styleId="Bild">
    <w:name w:val="Bild"/>
    <w:basedOn w:val="Normal"/>
    <w:next w:val="Normal"/>
    <w:uiPriority w:val="13"/>
    <w:qFormat/>
    <w:rsid w:val="00C33D03"/>
    <w:pPr>
      <w:spacing w:before="240"/>
    </w:pPr>
  </w:style>
  <w:style w:type="paragraph" w:customStyle="1" w:styleId="Bildlegende">
    <w:name w:val="Bildlegende"/>
    <w:basedOn w:val="Normal"/>
    <w:next w:val="Fliesstext"/>
    <w:uiPriority w:val="15"/>
    <w:qFormat/>
    <w:rsid w:val="00C33D03"/>
    <w:pPr>
      <w:tabs>
        <w:tab w:val="left" w:pos="2410"/>
      </w:tabs>
      <w:spacing w:before="120"/>
      <w:ind w:left="2410" w:hanging="709"/>
    </w:pPr>
    <w:rPr>
      <w:i/>
    </w:rPr>
  </w:style>
  <w:style w:type="paragraph" w:customStyle="1" w:styleId="Bildbreit">
    <w:name w:val="Bild breit"/>
    <w:basedOn w:val="Bild"/>
    <w:next w:val="Normal"/>
    <w:uiPriority w:val="14"/>
    <w:qFormat/>
    <w:rsid w:val="00C33D03"/>
    <w:pPr>
      <w:ind w:left="0"/>
    </w:pPr>
  </w:style>
  <w:style w:type="paragraph" w:customStyle="1" w:styleId="UnteraufzhlungStrich">
    <w:name w:val="Unteraufzählung Strich"/>
    <w:uiPriority w:val="99"/>
    <w:semiHidden/>
    <w:qFormat/>
    <w:rsid w:val="00C33D03"/>
    <w:pPr>
      <w:numPr>
        <w:numId w:val="3"/>
      </w:numPr>
      <w:tabs>
        <w:tab w:val="left" w:pos="2268"/>
      </w:tabs>
      <w:spacing w:before="60"/>
    </w:pPr>
    <w:rPr>
      <w:rFonts w:ascii="Arial" w:hAnsi="Arial"/>
      <w:color w:val="000000"/>
      <w:lang w:eastAsia="de-DE"/>
    </w:rPr>
  </w:style>
  <w:style w:type="paragraph" w:customStyle="1" w:styleId="Fliesstexteingerckt">
    <w:name w:val="Fliesstext eingerückt"/>
    <w:basedOn w:val="Fliesstext"/>
    <w:uiPriority w:val="3"/>
    <w:qFormat/>
    <w:rsid w:val="00C33D03"/>
    <w:pPr>
      <w:widowControl w:val="0"/>
      <w:ind w:left="1985"/>
    </w:pPr>
  </w:style>
  <w:style w:type="paragraph" w:customStyle="1" w:styleId="TabelleAufzhlungPunkt">
    <w:name w:val="Tabelle Aufzählung Punkt"/>
    <w:basedOn w:val="AufzhlungPunkt"/>
    <w:uiPriority w:val="20"/>
    <w:semiHidden/>
    <w:qFormat/>
    <w:rsid w:val="00C33D03"/>
    <w:pPr>
      <w:widowControl w:val="0"/>
      <w:numPr>
        <w:numId w:val="4"/>
      </w:numPr>
      <w:tabs>
        <w:tab w:val="left" w:pos="227"/>
      </w:tabs>
      <w:spacing w:after="40"/>
    </w:pPr>
    <w:rPr>
      <w:color w:val="auto"/>
    </w:rPr>
  </w:style>
  <w:style w:type="paragraph" w:customStyle="1" w:styleId="berschrift0">
    <w:name w:val="Überschrift 0"/>
    <w:basedOn w:val="Normal"/>
    <w:qFormat/>
    <w:rsid w:val="00A37F47"/>
    <w:pPr>
      <w:spacing w:before="360"/>
      <w:ind w:left="0"/>
    </w:pPr>
    <w:rPr>
      <w:b/>
      <w:sz w:val="32"/>
    </w:rPr>
  </w:style>
  <w:style w:type="paragraph" w:customStyle="1" w:styleId="Aufzhlung1-2-3">
    <w:name w:val="Aufzählung 1-2-3"/>
    <w:uiPriority w:val="4"/>
    <w:qFormat/>
    <w:rsid w:val="00C225C4"/>
    <w:pPr>
      <w:widowControl w:val="0"/>
      <w:numPr>
        <w:numId w:val="5"/>
      </w:numPr>
      <w:spacing w:before="60"/>
    </w:pPr>
    <w:rPr>
      <w:rFonts w:ascii="Noto Sans" w:hAnsi="Noto Sans"/>
      <w:color w:val="000000"/>
    </w:rPr>
  </w:style>
  <w:style w:type="paragraph" w:customStyle="1" w:styleId="Code">
    <w:name w:val="Code"/>
    <w:basedOn w:val="Normal"/>
    <w:uiPriority w:val="99"/>
    <w:semiHidden/>
    <w:qFormat/>
    <w:rsid w:val="00C33D03"/>
    <w:pPr>
      <w:spacing w:line="240" w:lineRule="auto"/>
    </w:pPr>
    <w:rPr>
      <w:rFonts w:ascii="Courier New" w:hAnsi="Courier New"/>
      <w:lang w:eastAsia="de-CH"/>
    </w:rPr>
  </w:style>
  <w:style w:type="paragraph" w:customStyle="1" w:styleId="Tabellenlegende">
    <w:name w:val="Tabellenlegende"/>
    <w:basedOn w:val="Bildlegende"/>
    <w:next w:val="Fliesstext"/>
    <w:uiPriority w:val="99"/>
    <w:semiHidden/>
    <w:qFormat/>
    <w:rsid w:val="00C33D03"/>
  </w:style>
  <w:style w:type="paragraph" w:customStyle="1" w:styleId="TabelleText">
    <w:name w:val="Tabelle Text"/>
    <w:basedOn w:val="Normal"/>
    <w:uiPriority w:val="12"/>
    <w:qFormat/>
    <w:rsid w:val="00C33D03"/>
    <w:pPr>
      <w:spacing w:before="60" w:after="60" w:line="240" w:lineRule="auto"/>
    </w:pPr>
    <w:rPr>
      <w:rFonts w:cs="Arial"/>
      <w:color w:val="auto"/>
      <w:lang w:eastAsia="de-CH"/>
    </w:rPr>
  </w:style>
  <w:style w:type="paragraph" w:customStyle="1" w:styleId="Tabelleberschrift">
    <w:name w:val="Tabelle Überschrift"/>
    <w:basedOn w:val="Normal"/>
    <w:uiPriority w:val="11"/>
    <w:qFormat/>
    <w:rsid w:val="00C33D03"/>
    <w:pPr>
      <w:spacing w:before="60" w:after="60" w:line="240" w:lineRule="auto"/>
    </w:pPr>
    <w:rPr>
      <w:rFonts w:cs="Arial"/>
      <w:b/>
      <w:color w:val="auto"/>
      <w:lang w:eastAsia="de-CH"/>
    </w:rPr>
  </w:style>
  <w:style w:type="paragraph" w:customStyle="1" w:styleId="TabellemitvertikalenStrichen">
    <w:name w:val="Tabelle mit vertikalen Strichen"/>
    <w:basedOn w:val="Fliesstexteingerckt"/>
    <w:uiPriority w:val="49"/>
    <w:semiHidden/>
    <w:qFormat/>
    <w:rsid w:val="00C33D03"/>
  </w:style>
  <w:style w:type="paragraph" w:customStyle="1" w:styleId="Text8pt">
    <w:name w:val="Text 8pt"/>
    <w:basedOn w:val="Normal"/>
    <w:uiPriority w:val="49"/>
    <w:semiHidden/>
    <w:qFormat/>
    <w:rsid w:val="00C33D03"/>
    <w:pPr>
      <w:framePr w:w="9375" w:h="1985" w:hSpace="142" w:wrap="around" w:vAnchor="page" w:hAnchor="page" w:x="1239" w:y="13906"/>
    </w:pPr>
    <w:rPr>
      <w:sz w:val="16"/>
      <w:szCs w:val="16"/>
    </w:rPr>
  </w:style>
  <w:style w:type="paragraph" w:customStyle="1" w:styleId="berschriftAnhangStufe1">
    <w:name w:val="Überschrift Anhang Stufe 1"/>
    <w:basedOn w:val="Fliesstext"/>
    <w:next w:val="Fliesstext"/>
    <w:uiPriority w:val="49"/>
    <w:semiHidden/>
    <w:qFormat/>
    <w:rsid w:val="00C33D03"/>
    <w:pPr>
      <w:pageBreakBefore/>
      <w:numPr>
        <w:numId w:val="6"/>
      </w:numPr>
      <w:pBdr>
        <w:bottom w:val="single" w:sz="4" w:space="1" w:color="auto"/>
      </w:pBdr>
    </w:pPr>
    <w:rPr>
      <w:b/>
      <w:color w:val="auto"/>
      <w:sz w:val="32"/>
      <w:szCs w:val="32"/>
    </w:rPr>
  </w:style>
  <w:style w:type="paragraph" w:customStyle="1" w:styleId="berschriftAnhangStufe2">
    <w:name w:val="Überschrift Anhang Stufe 2"/>
    <w:basedOn w:val="berschriftAnhangStufe1"/>
    <w:next w:val="Fliesstext"/>
    <w:uiPriority w:val="49"/>
    <w:semiHidden/>
    <w:qFormat/>
    <w:rsid w:val="00C33D03"/>
    <w:pPr>
      <w:pageBreakBefore w:val="0"/>
      <w:numPr>
        <w:ilvl w:val="1"/>
      </w:numPr>
      <w:pBdr>
        <w:bottom w:val="none" w:sz="0" w:space="0" w:color="auto"/>
      </w:pBdr>
    </w:pPr>
    <w:rPr>
      <w:sz w:val="24"/>
      <w:szCs w:val="24"/>
    </w:rPr>
  </w:style>
  <w:style w:type="paragraph" w:customStyle="1" w:styleId="berschriftAnhangStufe3">
    <w:name w:val="Überschrift Anhang Stufe 3"/>
    <w:basedOn w:val="berschriftAnhangStufe2"/>
    <w:next w:val="Fliesstext"/>
    <w:uiPriority w:val="49"/>
    <w:semiHidden/>
    <w:qFormat/>
    <w:rsid w:val="00C33D03"/>
    <w:pPr>
      <w:numPr>
        <w:ilvl w:val="2"/>
      </w:numPr>
    </w:pPr>
    <w:rPr>
      <w:sz w:val="20"/>
      <w:szCs w:val="20"/>
    </w:rPr>
  </w:style>
  <w:style w:type="paragraph" w:customStyle="1" w:styleId="GEFEG">
    <w:name w:val="GEFEG"/>
    <w:uiPriority w:val="99"/>
    <w:semiHidden/>
    <w:qFormat/>
    <w:rsid w:val="00C33D03"/>
    <w:pPr>
      <w:widowControl w:val="0"/>
      <w:autoSpaceDE w:val="0"/>
      <w:autoSpaceDN w:val="0"/>
      <w:adjustRightInd w:val="0"/>
    </w:pPr>
    <w:rPr>
      <w:rFonts w:ascii="Arial" w:hAnsi="Arial" w:cs="Arial"/>
      <w:sz w:val="24"/>
      <w:szCs w:val="24"/>
    </w:rPr>
  </w:style>
  <w:style w:type="character" w:customStyle="1" w:styleId="Heading1Char">
    <w:name w:val="Heading 1 Char"/>
    <w:basedOn w:val="DefaultParagraphFont"/>
    <w:link w:val="Heading1"/>
    <w:rsid w:val="00855986"/>
    <w:rPr>
      <w:rFonts w:ascii="Noto Sans" w:eastAsia="Times New Roman" w:hAnsi="Noto Sans"/>
      <w:b/>
      <w:color w:val="000000"/>
      <w:kern w:val="28"/>
      <w:sz w:val="32"/>
      <w:lang w:eastAsia="de-DE"/>
    </w:rPr>
  </w:style>
  <w:style w:type="character" w:customStyle="1" w:styleId="Heading2Char">
    <w:name w:val="Heading 2 Char"/>
    <w:basedOn w:val="DefaultParagraphFont"/>
    <w:link w:val="Heading2"/>
    <w:rsid w:val="00102D62"/>
    <w:rPr>
      <w:rFonts w:ascii="Noto Sans" w:eastAsia="Times New Roman" w:hAnsi="Noto Sans" w:cs="Arial"/>
      <w:b/>
      <w:bCs/>
      <w:sz w:val="28"/>
      <w:szCs w:val="28"/>
      <w:lang w:eastAsia="de-CH"/>
    </w:rPr>
  </w:style>
  <w:style w:type="character" w:customStyle="1" w:styleId="Heading3Char">
    <w:name w:val="Heading 3 Char"/>
    <w:basedOn w:val="DefaultParagraphFont"/>
    <w:link w:val="Heading3"/>
    <w:rsid w:val="00B6190E"/>
    <w:rPr>
      <w:rFonts w:ascii="Noto Sans" w:eastAsia="Times New Roman" w:hAnsi="Noto Sans" w:cs="Noto Sans"/>
      <w:b/>
      <w:color w:val="000000"/>
      <w:sz w:val="24"/>
      <w:szCs w:val="24"/>
      <w:lang w:eastAsia="de-DE"/>
    </w:rPr>
  </w:style>
  <w:style w:type="character" w:customStyle="1" w:styleId="Heading4Char">
    <w:name w:val="Heading 4 Char"/>
    <w:basedOn w:val="DefaultParagraphFont"/>
    <w:link w:val="Heading4"/>
    <w:rsid w:val="006F7F2D"/>
    <w:rPr>
      <w:rFonts w:ascii="Arial" w:eastAsia="Times New Roman" w:hAnsi="Arial"/>
      <w:b/>
      <w:color w:val="000000"/>
      <w:lang w:eastAsia="de-DE"/>
    </w:rPr>
  </w:style>
  <w:style w:type="character" w:customStyle="1" w:styleId="Heading5Char">
    <w:name w:val="Heading 5 Char"/>
    <w:basedOn w:val="DefaultParagraphFont"/>
    <w:link w:val="Heading5"/>
    <w:rsid w:val="006F7F2D"/>
    <w:rPr>
      <w:rFonts w:ascii="Arial" w:eastAsia="Times New Roman" w:hAnsi="Arial"/>
      <w:b/>
      <w:color w:val="000000"/>
      <w:lang w:eastAsia="de-DE"/>
    </w:rPr>
  </w:style>
  <w:style w:type="character" w:customStyle="1" w:styleId="Heading6Char">
    <w:name w:val="Heading 6 Char"/>
    <w:basedOn w:val="DefaultParagraphFont"/>
    <w:link w:val="Heading6"/>
    <w:rsid w:val="006F7F2D"/>
    <w:rPr>
      <w:rFonts w:ascii="Arial" w:eastAsia="Times New Roman" w:hAnsi="Arial"/>
      <w:b/>
      <w:color w:val="000000"/>
      <w:lang w:eastAsia="de-DE"/>
    </w:rPr>
  </w:style>
  <w:style w:type="character" w:customStyle="1" w:styleId="Heading7Char">
    <w:name w:val="Heading 7 Char"/>
    <w:basedOn w:val="DefaultParagraphFont"/>
    <w:link w:val="Heading7"/>
    <w:rsid w:val="006F7F2D"/>
    <w:rPr>
      <w:rFonts w:ascii="Arial" w:eastAsia="Times New Roman" w:hAnsi="Arial"/>
      <w:b/>
      <w:color w:val="000000"/>
      <w:lang w:eastAsia="de-DE"/>
    </w:rPr>
  </w:style>
  <w:style w:type="character" w:customStyle="1" w:styleId="Heading8Char">
    <w:name w:val="Heading 8 Char"/>
    <w:basedOn w:val="DefaultParagraphFont"/>
    <w:link w:val="Heading8"/>
    <w:rsid w:val="006F7F2D"/>
    <w:rPr>
      <w:rFonts w:ascii="Arial" w:eastAsia="Times New Roman" w:hAnsi="Arial"/>
      <w:b/>
      <w:color w:val="000000"/>
      <w:lang w:eastAsia="de-DE"/>
    </w:rPr>
  </w:style>
  <w:style w:type="character" w:customStyle="1" w:styleId="Heading9Char">
    <w:name w:val="Heading 9 Char"/>
    <w:basedOn w:val="DefaultParagraphFont"/>
    <w:link w:val="Heading9"/>
    <w:rsid w:val="006F7F2D"/>
    <w:rPr>
      <w:rFonts w:ascii="Arial" w:eastAsia="Times New Roman" w:hAnsi="Arial"/>
      <w:b/>
      <w:color w:val="000000"/>
      <w:lang w:eastAsia="de-DE"/>
    </w:rPr>
  </w:style>
  <w:style w:type="paragraph" w:styleId="Caption">
    <w:name w:val="caption"/>
    <w:basedOn w:val="Normal"/>
    <w:next w:val="Fliesstext"/>
    <w:uiPriority w:val="8"/>
    <w:qFormat/>
    <w:rsid w:val="00C33D03"/>
    <w:pPr>
      <w:spacing w:before="120" w:after="120" w:line="240" w:lineRule="atLeast"/>
    </w:pPr>
    <w:rPr>
      <w:rFonts w:cs="Arial"/>
      <w:bCs/>
      <w:color w:val="auto"/>
      <w:sz w:val="18"/>
      <w:szCs w:val="18"/>
      <w:lang w:eastAsia="de-CH"/>
    </w:rPr>
  </w:style>
  <w:style w:type="character" w:styleId="Strong">
    <w:name w:val="Strong"/>
    <w:basedOn w:val="DefaultParagraphFont"/>
    <w:uiPriority w:val="22"/>
    <w:qFormat/>
    <w:rsid w:val="00C33D03"/>
    <w:rPr>
      <w:b/>
      <w:bCs/>
    </w:rPr>
  </w:style>
  <w:style w:type="paragraph" w:styleId="ListParagraph">
    <w:name w:val="List Paragraph"/>
    <w:basedOn w:val="Normal"/>
    <w:link w:val="ListParagraphChar"/>
    <w:uiPriority w:val="34"/>
    <w:qFormat/>
    <w:rsid w:val="00C33D03"/>
    <w:pPr>
      <w:ind w:left="720"/>
      <w:contextualSpacing/>
    </w:pPr>
  </w:style>
  <w:style w:type="character" w:customStyle="1" w:styleId="ListParagraphChar">
    <w:name w:val="List Paragraph Char"/>
    <w:basedOn w:val="DefaultParagraphFont"/>
    <w:link w:val="ListParagraph"/>
    <w:uiPriority w:val="99"/>
    <w:semiHidden/>
    <w:locked/>
    <w:rsid w:val="006F7F2D"/>
    <w:rPr>
      <w:rFonts w:ascii="Noto Sans" w:eastAsia="Times New Roman" w:hAnsi="Noto Sans"/>
      <w:color w:val="000000"/>
      <w:lang w:val="de-DE" w:eastAsia="de-DE"/>
    </w:rPr>
  </w:style>
  <w:style w:type="paragraph" w:styleId="TOCHeading">
    <w:name w:val="TOC Heading"/>
    <w:basedOn w:val="Heading1"/>
    <w:next w:val="Normal"/>
    <w:uiPriority w:val="39"/>
    <w:semiHidden/>
    <w:qFormat/>
    <w:rsid w:val="00C33D03"/>
    <w:pPr>
      <w:keepLines/>
      <w:pageBreakBefore w:val="0"/>
      <w:spacing w:before="480" w:line="276" w:lineRule="auto"/>
      <w:outlineLvl w:val="9"/>
    </w:pPr>
    <w:rPr>
      <w:rFonts w:asciiTheme="majorHAnsi" w:eastAsiaTheme="majorEastAsia" w:hAnsiTheme="majorHAnsi" w:cstheme="majorBidi"/>
      <w:bCs/>
      <w:color w:val="365F91" w:themeColor="accent1" w:themeShade="BF"/>
      <w:kern w:val="0"/>
      <w:sz w:val="28"/>
      <w:szCs w:val="28"/>
      <w:lang w:eastAsia="en-US"/>
    </w:rPr>
  </w:style>
  <w:style w:type="paragraph" w:customStyle="1" w:styleId="Abstand11BZ">
    <w:name w:val="Abstand 1/1 BZ"/>
    <w:basedOn w:val="Fliesstext"/>
    <w:uiPriority w:val="4"/>
    <w:rsid w:val="004C2BA7"/>
    <w:pPr>
      <w:jc w:val="both"/>
    </w:pPr>
  </w:style>
  <w:style w:type="paragraph" w:styleId="Header">
    <w:name w:val="header"/>
    <w:basedOn w:val="Normal"/>
    <w:link w:val="HeaderChar"/>
    <w:uiPriority w:val="99"/>
    <w:semiHidden/>
    <w:rsid w:val="004C2BA7"/>
    <w:pPr>
      <w:pBdr>
        <w:top w:val="single" w:sz="6" w:space="2" w:color="auto"/>
        <w:left w:val="single" w:sz="6" w:space="2" w:color="auto"/>
        <w:bottom w:val="single" w:sz="6" w:space="2" w:color="auto"/>
        <w:right w:val="single" w:sz="6" w:space="2" w:color="auto"/>
      </w:pBdr>
      <w:tabs>
        <w:tab w:val="right" w:pos="8392"/>
      </w:tabs>
      <w:ind w:left="57" w:right="57"/>
    </w:pPr>
    <w:rPr>
      <w:color w:val="auto"/>
    </w:rPr>
  </w:style>
  <w:style w:type="character" w:customStyle="1" w:styleId="HeaderChar">
    <w:name w:val="Header Char"/>
    <w:basedOn w:val="DefaultParagraphFont"/>
    <w:link w:val="Header"/>
    <w:uiPriority w:val="99"/>
    <w:semiHidden/>
    <w:rsid w:val="006F7F2D"/>
    <w:rPr>
      <w:rFonts w:ascii="Noto Sans" w:eastAsia="Times New Roman" w:hAnsi="Noto Sans"/>
      <w:lang w:val="de-DE" w:eastAsia="de-DE"/>
    </w:rPr>
  </w:style>
  <w:style w:type="paragraph" w:styleId="Footer">
    <w:name w:val="footer"/>
    <w:basedOn w:val="Normal"/>
    <w:link w:val="FooterChar"/>
    <w:uiPriority w:val="99"/>
    <w:semiHidden/>
    <w:rsid w:val="004C2BA7"/>
    <w:pPr>
      <w:tabs>
        <w:tab w:val="right" w:pos="8505"/>
      </w:tabs>
      <w:spacing w:before="60"/>
      <w:ind w:left="0"/>
    </w:pPr>
  </w:style>
  <w:style w:type="character" w:customStyle="1" w:styleId="FooterChar">
    <w:name w:val="Footer Char"/>
    <w:basedOn w:val="DefaultParagraphFont"/>
    <w:link w:val="Footer"/>
    <w:uiPriority w:val="99"/>
    <w:semiHidden/>
    <w:rsid w:val="006F7F2D"/>
    <w:rPr>
      <w:rFonts w:ascii="Noto Sans" w:eastAsia="Times New Roman" w:hAnsi="Noto Sans"/>
      <w:color w:val="000000"/>
      <w:lang w:val="de-DE" w:eastAsia="de-DE"/>
    </w:rPr>
  </w:style>
  <w:style w:type="character" w:customStyle="1" w:styleId="AufzhlungPunktZchn">
    <w:name w:val="Aufzählung Punkt Zchn"/>
    <w:basedOn w:val="DefaultParagraphFont"/>
    <w:link w:val="AufzhlungPunkt"/>
    <w:uiPriority w:val="8"/>
    <w:locked/>
    <w:rsid w:val="00D52F38"/>
    <w:rPr>
      <w:rFonts w:ascii="Noto Sans" w:hAnsi="Noto Sans"/>
      <w:color w:val="4F81BD" w:themeColor="accent1"/>
      <w:lang w:eastAsia="de-DE"/>
    </w:rPr>
  </w:style>
  <w:style w:type="paragraph" w:customStyle="1" w:styleId="Abstand12BZ">
    <w:name w:val="Abstand 1/2 BZ"/>
    <w:basedOn w:val="Fliesstext"/>
    <w:next w:val="Fliesstext"/>
    <w:uiPriority w:val="4"/>
    <w:semiHidden/>
    <w:rsid w:val="004C2BA7"/>
    <w:pPr>
      <w:spacing w:line="130" w:lineRule="exact"/>
      <w:jc w:val="both"/>
    </w:pPr>
  </w:style>
  <w:style w:type="paragraph" w:customStyle="1" w:styleId="Fliesstextfett">
    <w:name w:val="Fliesstext fett"/>
    <w:basedOn w:val="Fliesstext"/>
    <w:uiPriority w:val="3"/>
    <w:semiHidden/>
    <w:rsid w:val="004C2BA7"/>
    <w:pPr>
      <w:jc w:val="both"/>
    </w:pPr>
    <w:rPr>
      <w:b/>
    </w:rPr>
  </w:style>
  <w:style w:type="paragraph" w:customStyle="1" w:styleId="FliesstextvorAufzhlung">
    <w:name w:val="Fliesstext vor Aufzählung"/>
    <w:basedOn w:val="Fliesstext"/>
    <w:next w:val="AufzhlungPunkt"/>
    <w:uiPriority w:val="3"/>
    <w:semiHidden/>
    <w:rsid w:val="004C2BA7"/>
    <w:pPr>
      <w:jc w:val="both"/>
    </w:pPr>
  </w:style>
  <w:style w:type="paragraph" w:styleId="TOC1">
    <w:name w:val="toc 1"/>
    <w:basedOn w:val="Normal"/>
    <w:next w:val="TOC2"/>
    <w:uiPriority w:val="39"/>
    <w:rsid w:val="004C2BA7"/>
    <w:pPr>
      <w:tabs>
        <w:tab w:val="right" w:leader="dot" w:pos="9356"/>
      </w:tabs>
      <w:spacing w:before="120"/>
      <w:ind w:left="1021" w:right="-1418" w:hanging="1021"/>
    </w:pPr>
    <w:rPr>
      <w:b/>
    </w:rPr>
  </w:style>
  <w:style w:type="paragraph" w:styleId="TOC2">
    <w:name w:val="toc 2"/>
    <w:basedOn w:val="TOC1"/>
    <w:uiPriority w:val="39"/>
    <w:rsid w:val="004C2BA7"/>
    <w:pPr>
      <w:spacing w:before="40"/>
    </w:pPr>
    <w:rPr>
      <w:b w:val="0"/>
    </w:rPr>
  </w:style>
  <w:style w:type="paragraph" w:styleId="TOC3">
    <w:name w:val="toc 3"/>
    <w:basedOn w:val="TOC2"/>
    <w:uiPriority w:val="39"/>
    <w:rsid w:val="004C2BA7"/>
    <w:pPr>
      <w:spacing w:before="0"/>
    </w:pPr>
  </w:style>
  <w:style w:type="paragraph" w:styleId="Index1">
    <w:name w:val="index 1"/>
    <w:basedOn w:val="Normal"/>
    <w:next w:val="Normal"/>
    <w:semiHidden/>
    <w:rsid w:val="004C2BA7"/>
    <w:pPr>
      <w:tabs>
        <w:tab w:val="right" w:leader="dot" w:pos="8505"/>
      </w:tabs>
      <w:ind w:left="221" w:hanging="221"/>
    </w:pPr>
  </w:style>
  <w:style w:type="paragraph" w:styleId="Index2">
    <w:name w:val="index 2"/>
    <w:basedOn w:val="Normal"/>
    <w:next w:val="Normal"/>
    <w:semiHidden/>
    <w:rsid w:val="004C2BA7"/>
    <w:pPr>
      <w:tabs>
        <w:tab w:val="right" w:leader="dot" w:pos="8505"/>
      </w:tabs>
      <w:ind w:left="440" w:hanging="220"/>
    </w:pPr>
  </w:style>
  <w:style w:type="paragraph" w:styleId="Index3">
    <w:name w:val="index 3"/>
    <w:basedOn w:val="Normal"/>
    <w:next w:val="Normal"/>
    <w:semiHidden/>
    <w:rsid w:val="004C2BA7"/>
    <w:pPr>
      <w:tabs>
        <w:tab w:val="right" w:leader="dot" w:pos="8505"/>
      </w:tabs>
      <w:ind w:left="660" w:hanging="220"/>
    </w:pPr>
  </w:style>
  <w:style w:type="paragraph" w:styleId="Index4">
    <w:name w:val="index 4"/>
    <w:basedOn w:val="Normal"/>
    <w:next w:val="Normal"/>
    <w:semiHidden/>
    <w:rsid w:val="004C2BA7"/>
    <w:pPr>
      <w:tabs>
        <w:tab w:val="right" w:leader="dot" w:pos="8505"/>
      </w:tabs>
      <w:ind w:left="880" w:hanging="220"/>
    </w:pPr>
  </w:style>
  <w:style w:type="paragraph" w:styleId="Index5">
    <w:name w:val="index 5"/>
    <w:basedOn w:val="Normal"/>
    <w:next w:val="Normal"/>
    <w:semiHidden/>
    <w:rsid w:val="004C2BA7"/>
    <w:pPr>
      <w:tabs>
        <w:tab w:val="right" w:leader="dot" w:pos="8505"/>
      </w:tabs>
      <w:ind w:left="1100" w:hanging="220"/>
    </w:pPr>
  </w:style>
  <w:style w:type="paragraph" w:styleId="Index6">
    <w:name w:val="index 6"/>
    <w:basedOn w:val="Normal"/>
    <w:next w:val="Normal"/>
    <w:semiHidden/>
    <w:rsid w:val="004C2BA7"/>
    <w:pPr>
      <w:tabs>
        <w:tab w:val="right" w:leader="dot" w:pos="8505"/>
      </w:tabs>
      <w:ind w:left="1320" w:hanging="220"/>
    </w:pPr>
  </w:style>
  <w:style w:type="paragraph" w:styleId="Index7">
    <w:name w:val="index 7"/>
    <w:basedOn w:val="Normal"/>
    <w:next w:val="Normal"/>
    <w:semiHidden/>
    <w:rsid w:val="004C2BA7"/>
    <w:pPr>
      <w:tabs>
        <w:tab w:val="right" w:leader="dot" w:pos="8505"/>
      </w:tabs>
      <w:ind w:left="1540" w:hanging="220"/>
    </w:pPr>
  </w:style>
  <w:style w:type="paragraph" w:styleId="Index8">
    <w:name w:val="index 8"/>
    <w:basedOn w:val="Normal"/>
    <w:next w:val="Normal"/>
    <w:semiHidden/>
    <w:rsid w:val="004C2BA7"/>
    <w:pPr>
      <w:tabs>
        <w:tab w:val="right" w:leader="dot" w:pos="8505"/>
      </w:tabs>
      <w:ind w:left="1760" w:hanging="220"/>
    </w:pPr>
  </w:style>
  <w:style w:type="paragraph" w:styleId="Index9">
    <w:name w:val="index 9"/>
    <w:basedOn w:val="Normal"/>
    <w:next w:val="Normal"/>
    <w:semiHidden/>
    <w:rsid w:val="004C2BA7"/>
    <w:pPr>
      <w:tabs>
        <w:tab w:val="right" w:leader="dot" w:pos="8505"/>
      </w:tabs>
      <w:ind w:left="1980" w:hanging="220"/>
    </w:pPr>
  </w:style>
  <w:style w:type="paragraph" w:styleId="TOC4">
    <w:name w:val="toc 4"/>
    <w:basedOn w:val="Normal"/>
    <w:next w:val="Normal"/>
    <w:semiHidden/>
    <w:rsid w:val="004C2BA7"/>
    <w:pPr>
      <w:tabs>
        <w:tab w:val="right" w:leader="dot" w:pos="8505"/>
      </w:tabs>
      <w:ind w:left="0"/>
    </w:pPr>
  </w:style>
  <w:style w:type="paragraph" w:styleId="TOC5">
    <w:name w:val="toc 5"/>
    <w:basedOn w:val="Normal"/>
    <w:next w:val="Normal"/>
    <w:semiHidden/>
    <w:rsid w:val="004C2BA7"/>
    <w:pPr>
      <w:tabs>
        <w:tab w:val="right" w:leader="dot" w:pos="8505"/>
      </w:tabs>
      <w:ind w:left="880"/>
    </w:pPr>
  </w:style>
  <w:style w:type="paragraph" w:styleId="TOC6">
    <w:name w:val="toc 6"/>
    <w:basedOn w:val="Normal"/>
    <w:next w:val="Normal"/>
    <w:semiHidden/>
    <w:rsid w:val="004C2BA7"/>
    <w:pPr>
      <w:tabs>
        <w:tab w:val="right" w:leader="dot" w:pos="8505"/>
      </w:tabs>
      <w:ind w:left="1100"/>
    </w:pPr>
  </w:style>
  <w:style w:type="paragraph" w:styleId="TOC7">
    <w:name w:val="toc 7"/>
    <w:basedOn w:val="Normal"/>
    <w:next w:val="Normal"/>
    <w:semiHidden/>
    <w:rsid w:val="004C2BA7"/>
    <w:pPr>
      <w:tabs>
        <w:tab w:val="right" w:leader="dot" w:pos="8505"/>
      </w:tabs>
      <w:ind w:left="1320"/>
    </w:pPr>
  </w:style>
  <w:style w:type="paragraph" w:styleId="TOC8">
    <w:name w:val="toc 8"/>
    <w:basedOn w:val="Normal"/>
    <w:next w:val="Normal"/>
    <w:semiHidden/>
    <w:rsid w:val="004C2BA7"/>
    <w:pPr>
      <w:tabs>
        <w:tab w:val="right" w:leader="dot" w:pos="8505"/>
      </w:tabs>
      <w:ind w:left="1540"/>
    </w:pPr>
  </w:style>
  <w:style w:type="paragraph" w:styleId="TOC9">
    <w:name w:val="toc 9"/>
    <w:basedOn w:val="Normal"/>
    <w:next w:val="Normal"/>
    <w:semiHidden/>
    <w:rsid w:val="004C2BA7"/>
    <w:pPr>
      <w:tabs>
        <w:tab w:val="right" w:leader="dot" w:pos="8505"/>
      </w:tabs>
      <w:ind w:left="1760"/>
    </w:pPr>
  </w:style>
  <w:style w:type="paragraph" w:customStyle="1" w:styleId="TabelleZwischentitel">
    <w:name w:val="Tabelle Zwischentitel"/>
    <w:basedOn w:val="Normal"/>
    <w:next w:val="Normal"/>
    <w:uiPriority w:val="99"/>
    <w:semiHidden/>
    <w:rsid w:val="004C2BA7"/>
    <w:pPr>
      <w:tabs>
        <w:tab w:val="left" w:pos="227"/>
      </w:tabs>
      <w:spacing w:before="120" w:after="60" w:line="220" w:lineRule="exact"/>
      <w:ind w:left="0"/>
    </w:pPr>
    <w:rPr>
      <w:b/>
      <w:sz w:val="18"/>
    </w:rPr>
  </w:style>
  <w:style w:type="paragraph" w:customStyle="1" w:styleId="AufzhlungStrichunter">
    <w:name w:val="Aufzählung Strich unter"/>
    <w:basedOn w:val="AufzhlungPunkt"/>
    <w:uiPriority w:val="8"/>
    <w:rsid w:val="004C2BA7"/>
    <w:pPr>
      <w:numPr>
        <w:numId w:val="9"/>
      </w:numPr>
      <w:tabs>
        <w:tab w:val="left" w:pos="1985"/>
      </w:tabs>
      <w:spacing w:before="40" w:line="260" w:lineRule="exact"/>
      <w:ind w:left="2269" w:hanging="284"/>
      <w:jc w:val="both"/>
    </w:pPr>
    <w:rPr>
      <w:rFonts w:eastAsia="Times New Roman"/>
      <w:lang w:val="de-DE"/>
    </w:rPr>
  </w:style>
  <w:style w:type="paragraph" w:customStyle="1" w:styleId="Tabelle">
    <w:name w:val="Tabelle"/>
    <w:basedOn w:val="Normal"/>
    <w:link w:val="TabelleZchn"/>
    <w:uiPriority w:val="9"/>
    <w:rsid w:val="004C2BA7"/>
    <w:pPr>
      <w:tabs>
        <w:tab w:val="left" w:pos="227"/>
      </w:tabs>
      <w:spacing w:before="40" w:after="40"/>
      <w:ind w:left="0"/>
    </w:pPr>
  </w:style>
  <w:style w:type="character" w:customStyle="1" w:styleId="TabelleZchn">
    <w:name w:val="Tabelle Zchn"/>
    <w:basedOn w:val="DefaultParagraphFont"/>
    <w:link w:val="Tabelle"/>
    <w:uiPriority w:val="9"/>
    <w:locked/>
    <w:rsid w:val="006F7F2D"/>
    <w:rPr>
      <w:rFonts w:ascii="Noto Sans" w:eastAsia="Times New Roman" w:hAnsi="Noto Sans"/>
      <w:color w:val="000000"/>
      <w:lang w:val="de-DE" w:eastAsia="de-DE"/>
    </w:rPr>
  </w:style>
  <w:style w:type="paragraph" w:styleId="BodyText">
    <w:name w:val="Body Text"/>
    <w:basedOn w:val="Normal"/>
    <w:link w:val="BodyTextChar"/>
    <w:semiHidden/>
    <w:rsid w:val="004C2BA7"/>
    <w:pPr>
      <w:spacing w:before="2948" w:line="900" w:lineRule="atLeast"/>
      <w:ind w:left="0"/>
      <w:jc w:val="center"/>
    </w:pPr>
    <w:rPr>
      <w:b/>
      <w:sz w:val="72"/>
    </w:rPr>
  </w:style>
  <w:style w:type="character" w:customStyle="1" w:styleId="BodyTextChar">
    <w:name w:val="Body Text Char"/>
    <w:basedOn w:val="DefaultParagraphFont"/>
    <w:link w:val="BodyText"/>
    <w:semiHidden/>
    <w:rsid w:val="004C2BA7"/>
    <w:rPr>
      <w:rFonts w:ascii="Arial" w:eastAsia="Times New Roman" w:hAnsi="Arial"/>
      <w:b/>
      <w:color w:val="000000"/>
      <w:sz w:val="72"/>
      <w:lang w:val="de-DE" w:eastAsia="de-DE"/>
    </w:rPr>
  </w:style>
  <w:style w:type="paragraph" w:customStyle="1" w:styleId="Fliesstext-05cm">
    <w:name w:val="Fliesstext -0.5 cm"/>
    <w:basedOn w:val="Fliesstext"/>
    <w:uiPriority w:val="3"/>
    <w:rsid w:val="004C2BA7"/>
    <w:pPr>
      <w:widowControl w:val="0"/>
      <w:ind w:left="1985"/>
      <w:jc w:val="both"/>
    </w:pPr>
  </w:style>
  <w:style w:type="paragraph" w:customStyle="1" w:styleId="berschrift1blind">
    <w:name w:val="Überschrift 1 blind"/>
    <w:basedOn w:val="Normal"/>
    <w:semiHidden/>
    <w:rsid w:val="004C2BA7"/>
    <w:pPr>
      <w:tabs>
        <w:tab w:val="right" w:leader="dot" w:pos="7484"/>
        <w:tab w:val="left" w:pos="7655"/>
        <w:tab w:val="right" w:pos="8505"/>
      </w:tabs>
      <w:spacing w:after="120" w:line="260" w:lineRule="atLeast"/>
      <w:ind w:left="0"/>
    </w:pPr>
    <w:rPr>
      <w:b/>
      <w:sz w:val="32"/>
    </w:rPr>
  </w:style>
  <w:style w:type="paragraph" w:styleId="NormalIndent">
    <w:name w:val="Normal Indent"/>
    <w:basedOn w:val="Normal"/>
    <w:semiHidden/>
    <w:rsid w:val="004C2BA7"/>
    <w:pPr>
      <w:ind w:left="708"/>
    </w:pPr>
  </w:style>
  <w:style w:type="paragraph" w:customStyle="1" w:styleId="Verzeichnis0">
    <w:name w:val="Verzeichnis 0"/>
    <w:basedOn w:val="Normal"/>
    <w:next w:val="TOC1"/>
    <w:semiHidden/>
    <w:rsid w:val="004C2BA7"/>
    <w:pPr>
      <w:tabs>
        <w:tab w:val="right" w:leader="dot" w:pos="7484"/>
        <w:tab w:val="left" w:pos="7655"/>
        <w:tab w:val="right" w:pos="8505"/>
      </w:tabs>
      <w:spacing w:after="120" w:line="260" w:lineRule="atLeast"/>
      <w:ind w:left="0"/>
    </w:pPr>
    <w:rPr>
      <w:b/>
      <w:sz w:val="40"/>
    </w:rPr>
  </w:style>
  <w:style w:type="paragraph" w:customStyle="1" w:styleId="Verzeichnis00">
    <w:name w:val="Verzeichnis00"/>
    <w:basedOn w:val="TOC2"/>
    <w:semiHidden/>
    <w:rsid w:val="004C2BA7"/>
    <w:pPr>
      <w:tabs>
        <w:tab w:val="right" w:leader="dot" w:pos="8335"/>
      </w:tabs>
      <w:spacing w:before="240" w:line="260" w:lineRule="atLeast"/>
      <w:ind w:left="1701" w:right="0" w:firstLine="0"/>
    </w:pPr>
    <w:rPr>
      <w:b/>
      <w:sz w:val="22"/>
    </w:rPr>
  </w:style>
  <w:style w:type="character" w:styleId="Hyperlink">
    <w:name w:val="Hyperlink"/>
    <w:basedOn w:val="DefaultParagraphFont"/>
    <w:uiPriority w:val="99"/>
    <w:rsid w:val="004C2BA7"/>
    <w:rPr>
      <w:color w:val="0000FF"/>
      <w:u w:val="single"/>
    </w:rPr>
  </w:style>
  <w:style w:type="paragraph" w:customStyle="1" w:styleId="berschrift2Anhang">
    <w:name w:val="Überschrift 2 Anhang"/>
    <w:basedOn w:val="Normal"/>
    <w:next w:val="Abstand11BZ"/>
    <w:semiHidden/>
    <w:rsid w:val="004C2BA7"/>
    <w:pPr>
      <w:pBdr>
        <w:bottom w:val="single" w:sz="6" w:space="1" w:color="auto"/>
      </w:pBdr>
      <w:spacing w:line="260" w:lineRule="atLeast"/>
      <w:ind w:hanging="1701"/>
    </w:pPr>
    <w:rPr>
      <w:b/>
      <w:color w:val="auto"/>
      <w:sz w:val="24"/>
    </w:rPr>
  </w:style>
  <w:style w:type="paragraph" w:customStyle="1" w:styleId="berschrift3Anhang">
    <w:name w:val="Überschrift 3 Anhang"/>
    <w:basedOn w:val="Normal"/>
    <w:next w:val="Abstand11BZ"/>
    <w:semiHidden/>
    <w:rsid w:val="004C2BA7"/>
    <w:pPr>
      <w:pBdr>
        <w:bottom w:val="single" w:sz="6" w:space="1" w:color="auto"/>
      </w:pBdr>
      <w:spacing w:line="260" w:lineRule="atLeast"/>
      <w:ind w:hanging="1701"/>
    </w:pPr>
    <w:rPr>
      <w:b/>
      <w:color w:val="auto"/>
    </w:rPr>
  </w:style>
  <w:style w:type="paragraph" w:customStyle="1" w:styleId="TabellePunkt">
    <w:name w:val="Tabelle Punkt"/>
    <w:basedOn w:val="Tabelle"/>
    <w:uiPriority w:val="9"/>
    <w:semiHidden/>
    <w:rsid w:val="004C2BA7"/>
    <w:pPr>
      <w:numPr>
        <w:numId w:val="7"/>
      </w:numPr>
      <w:tabs>
        <w:tab w:val="clear" w:pos="360"/>
        <w:tab w:val="num" w:pos="1844"/>
      </w:tabs>
      <w:spacing w:before="20" w:after="20"/>
      <w:ind w:left="227" w:hanging="227"/>
    </w:pPr>
  </w:style>
  <w:style w:type="paragraph" w:styleId="BalloonText">
    <w:name w:val="Balloon Text"/>
    <w:basedOn w:val="Normal"/>
    <w:link w:val="BalloonTextChar"/>
    <w:semiHidden/>
    <w:rsid w:val="004C2BA7"/>
    <w:rPr>
      <w:rFonts w:ascii="Tahoma" w:hAnsi="Tahoma" w:cs="Tahoma"/>
      <w:sz w:val="16"/>
      <w:szCs w:val="16"/>
    </w:rPr>
  </w:style>
  <w:style w:type="character" w:customStyle="1" w:styleId="BalloonTextChar">
    <w:name w:val="Balloon Text Char"/>
    <w:basedOn w:val="DefaultParagraphFont"/>
    <w:link w:val="BalloonText"/>
    <w:semiHidden/>
    <w:rsid w:val="004C2BA7"/>
    <w:rPr>
      <w:rFonts w:ascii="Tahoma" w:eastAsia="Times New Roman" w:hAnsi="Tahoma" w:cs="Tahoma"/>
      <w:color w:val="000000"/>
      <w:sz w:val="16"/>
      <w:szCs w:val="16"/>
      <w:lang w:val="de-DE" w:eastAsia="de-DE"/>
    </w:rPr>
  </w:style>
  <w:style w:type="paragraph" w:styleId="EnvelopeAddress">
    <w:name w:val="envelope address"/>
    <w:basedOn w:val="Normal"/>
    <w:semiHidden/>
    <w:rsid w:val="004C2BA7"/>
    <w:pPr>
      <w:framePr w:w="4320" w:h="2160" w:hRule="exact" w:hSpace="141" w:wrap="auto" w:hAnchor="page" w:xAlign="center" w:yAlign="bottom"/>
      <w:spacing w:line="260" w:lineRule="atLeast"/>
      <w:ind w:left="1"/>
    </w:pPr>
    <w:rPr>
      <w:color w:val="auto"/>
      <w:lang w:val="de-CH" w:eastAsia="de-CH"/>
    </w:rPr>
  </w:style>
  <w:style w:type="paragraph" w:customStyle="1" w:styleId="TabelleFormat">
    <w:name w:val="Tabelle_Format"/>
    <w:basedOn w:val="Tabelle"/>
    <w:uiPriority w:val="99"/>
    <w:semiHidden/>
    <w:rsid w:val="004C2BA7"/>
    <w:pPr>
      <w:spacing w:before="60" w:after="60"/>
      <w:ind w:left="227" w:hanging="227"/>
    </w:pPr>
    <w:rPr>
      <w:sz w:val="22"/>
    </w:rPr>
  </w:style>
  <w:style w:type="paragraph" w:customStyle="1" w:styleId="TabelleohneAbstand">
    <w:name w:val="Tabelle ohneAbstand"/>
    <w:basedOn w:val="Tabelle"/>
    <w:semiHidden/>
    <w:rsid w:val="004C2BA7"/>
    <w:pPr>
      <w:tabs>
        <w:tab w:val="clear" w:pos="227"/>
      </w:tabs>
      <w:spacing w:before="20" w:after="20"/>
    </w:pPr>
  </w:style>
  <w:style w:type="paragraph" w:customStyle="1" w:styleId="TabelleTitel">
    <w:name w:val="Tabelle Titel"/>
    <w:basedOn w:val="Tabelle"/>
    <w:uiPriority w:val="99"/>
    <w:semiHidden/>
    <w:rsid w:val="004C2BA7"/>
    <w:pPr>
      <w:tabs>
        <w:tab w:val="clear" w:pos="227"/>
      </w:tabs>
      <w:spacing w:before="60" w:after="60"/>
    </w:pPr>
    <w:rPr>
      <w:i/>
    </w:rPr>
  </w:style>
  <w:style w:type="paragraph" w:customStyle="1" w:styleId="TabelleohneAbstand2">
    <w:name w:val="Tabelle ohneAbstand2"/>
    <w:basedOn w:val="TabelleohneAbstand"/>
    <w:semiHidden/>
    <w:rsid w:val="004C2BA7"/>
    <w:pPr>
      <w:spacing w:after="60"/>
    </w:pPr>
  </w:style>
  <w:style w:type="paragraph" w:customStyle="1" w:styleId="TabelleOhneAbstand20">
    <w:name w:val="Tabelle OhneAbstand2"/>
    <w:basedOn w:val="TabelleohneAbstand"/>
    <w:semiHidden/>
    <w:rsid w:val="004C2BA7"/>
    <w:pPr>
      <w:spacing w:after="60"/>
    </w:pPr>
  </w:style>
  <w:style w:type="paragraph" w:customStyle="1" w:styleId="TabellenText">
    <w:name w:val="Tabellen Text"/>
    <w:uiPriority w:val="99"/>
    <w:semiHidden/>
    <w:rsid w:val="004C2BA7"/>
    <w:pPr>
      <w:spacing w:before="40"/>
    </w:pPr>
    <w:rPr>
      <w:rFonts w:ascii="Helvetica" w:eastAsia="Times New Roman" w:hAnsi="Helvetica"/>
      <w:color w:val="000000"/>
      <w:lang w:val="de-DE" w:eastAsia="de-DE"/>
    </w:rPr>
  </w:style>
  <w:style w:type="paragraph" w:customStyle="1" w:styleId="TabelleWert">
    <w:name w:val="Tabelle_Wert"/>
    <w:basedOn w:val="Tabelle"/>
    <w:uiPriority w:val="99"/>
    <w:semiHidden/>
    <w:rsid w:val="004C2BA7"/>
    <w:pPr>
      <w:tabs>
        <w:tab w:val="clear" w:pos="227"/>
        <w:tab w:val="left" w:pos="567"/>
      </w:tabs>
      <w:spacing w:before="20" w:after="20"/>
      <w:ind w:left="567" w:hanging="567"/>
    </w:pPr>
    <w:rPr>
      <w:sz w:val="22"/>
    </w:rPr>
  </w:style>
  <w:style w:type="character" w:customStyle="1" w:styleId="Hervorgehoben">
    <w:name w:val="Hervorgehoben"/>
    <w:basedOn w:val="DefaultParagraphFont"/>
    <w:uiPriority w:val="99"/>
    <w:semiHidden/>
    <w:rsid w:val="004C2BA7"/>
    <w:rPr>
      <w:rFonts w:ascii="Arial" w:hAnsi="Arial"/>
      <w:b/>
      <w:i/>
      <w:sz w:val="20"/>
    </w:rPr>
  </w:style>
  <w:style w:type="character" w:customStyle="1" w:styleId="berschrift1blindChar">
    <w:name w:val="Überschrift 1 blind Char"/>
    <w:basedOn w:val="DefaultParagraphFont"/>
    <w:semiHidden/>
    <w:rsid w:val="004C2BA7"/>
    <w:rPr>
      <w:rFonts w:ascii="Arial" w:hAnsi="Arial"/>
      <w:b/>
      <w:color w:val="000000"/>
      <w:sz w:val="32"/>
      <w:lang w:val="de-CH" w:eastAsia="de-DE" w:bidi="ar-SA"/>
    </w:rPr>
  </w:style>
  <w:style w:type="paragraph" w:styleId="FootnoteText">
    <w:name w:val="footnote text"/>
    <w:basedOn w:val="Fliesstext"/>
    <w:link w:val="FootnoteTextChar"/>
    <w:uiPriority w:val="1"/>
    <w:semiHidden/>
    <w:qFormat/>
    <w:rsid w:val="008534B2"/>
    <w:pPr>
      <w:tabs>
        <w:tab w:val="left" w:pos="1928"/>
      </w:tabs>
      <w:spacing w:after="60" w:line="252" w:lineRule="auto"/>
      <w:ind w:left="1928" w:hanging="227"/>
    </w:pPr>
    <w:rPr>
      <w:sz w:val="16"/>
    </w:rPr>
  </w:style>
  <w:style w:type="character" w:customStyle="1" w:styleId="FootnoteTextChar">
    <w:name w:val="Footnote Text Char"/>
    <w:basedOn w:val="DefaultParagraphFont"/>
    <w:link w:val="FootnoteText"/>
    <w:uiPriority w:val="1"/>
    <w:semiHidden/>
    <w:rsid w:val="006F7F2D"/>
    <w:rPr>
      <w:rFonts w:ascii="Noto Sans" w:eastAsia="Times New Roman" w:hAnsi="Noto Sans"/>
      <w:color w:val="000000"/>
      <w:sz w:val="16"/>
      <w:lang w:val="de-DE" w:eastAsia="de-DE"/>
    </w:rPr>
  </w:style>
  <w:style w:type="character" w:styleId="FootnoteReference">
    <w:name w:val="footnote reference"/>
    <w:uiPriority w:val="1"/>
    <w:semiHidden/>
    <w:rsid w:val="004C2BA7"/>
    <w:rPr>
      <w:vertAlign w:val="superscript"/>
    </w:rPr>
  </w:style>
  <w:style w:type="table" w:styleId="TableGrid">
    <w:name w:val="Table Grid"/>
    <w:basedOn w:val="TableNormal"/>
    <w:rsid w:val="004C2BA7"/>
    <w:pPr>
      <w:spacing w:line="240" w:lineRule="atLeast"/>
    </w:pPr>
    <w:rPr>
      <w:rFonts w:eastAsia="Times New Roman"/>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rsid w:val="004C2BA7"/>
    <w:pPr>
      <w:spacing w:before="100" w:beforeAutospacing="1" w:after="100" w:afterAutospacing="1" w:line="240" w:lineRule="auto"/>
      <w:ind w:left="0"/>
    </w:pPr>
    <w:rPr>
      <w:rFonts w:ascii="Times New Roman" w:hAnsi="Times New Roman"/>
      <w:color w:val="auto"/>
      <w:sz w:val="24"/>
      <w:szCs w:val="24"/>
      <w:lang w:val="en-US" w:eastAsia="en-US"/>
    </w:rPr>
  </w:style>
  <w:style w:type="character" w:styleId="CommentReference">
    <w:name w:val="annotation reference"/>
    <w:basedOn w:val="DefaultParagraphFont"/>
    <w:semiHidden/>
    <w:rsid w:val="004C2BA7"/>
    <w:rPr>
      <w:sz w:val="16"/>
      <w:szCs w:val="16"/>
    </w:rPr>
  </w:style>
  <w:style w:type="paragraph" w:styleId="CommentText">
    <w:name w:val="annotation text"/>
    <w:basedOn w:val="Normal"/>
    <w:link w:val="CommentTextChar"/>
    <w:semiHidden/>
    <w:rsid w:val="004C2BA7"/>
    <w:pPr>
      <w:spacing w:line="240" w:lineRule="auto"/>
    </w:pPr>
  </w:style>
  <w:style w:type="character" w:customStyle="1" w:styleId="CommentTextChar">
    <w:name w:val="Comment Text Char"/>
    <w:basedOn w:val="DefaultParagraphFont"/>
    <w:link w:val="CommentText"/>
    <w:semiHidden/>
    <w:rsid w:val="004C2BA7"/>
    <w:rPr>
      <w:rFonts w:ascii="Arial" w:eastAsia="Times New Roman" w:hAnsi="Arial"/>
      <w:color w:val="000000"/>
      <w:lang w:val="de-DE" w:eastAsia="de-DE"/>
    </w:rPr>
  </w:style>
  <w:style w:type="paragraph" w:styleId="CommentSubject">
    <w:name w:val="annotation subject"/>
    <w:basedOn w:val="CommentText"/>
    <w:next w:val="CommentText"/>
    <w:link w:val="CommentSubjectChar"/>
    <w:semiHidden/>
    <w:rsid w:val="004C2BA7"/>
    <w:rPr>
      <w:b/>
      <w:bCs/>
    </w:rPr>
  </w:style>
  <w:style w:type="character" w:customStyle="1" w:styleId="CommentSubjectChar">
    <w:name w:val="Comment Subject Char"/>
    <w:basedOn w:val="CommentTextChar"/>
    <w:link w:val="CommentSubject"/>
    <w:semiHidden/>
    <w:rsid w:val="004C2BA7"/>
    <w:rPr>
      <w:rFonts w:ascii="Arial" w:eastAsia="Times New Roman" w:hAnsi="Arial"/>
      <w:b/>
      <w:bCs/>
      <w:color w:val="000000"/>
      <w:lang w:val="de-DE" w:eastAsia="de-DE"/>
    </w:rPr>
  </w:style>
  <w:style w:type="paragraph" w:styleId="Revision">
    <w:name w:val="Revision"/>
    <w:hidden/>
    <w:uiPriority w:val="99"/>
    <w:semiHidden/>
    <w:rsid w:val="004C2BA7"/>
    <w:rPr>
      <w:rFonts w:ascii="Arial" w:eastAsia="Times New Roman" w:hAnsi="Arial"/>
      <w:color w:val="000000"/>
      <w:lang w:val="de-DE" w:eastAsia="de-DE"/>
    </w:rPr>
  </w:style>
  <w:style w:type="paragraph" w:customStyle="1" w:styleId="Deckblatt-Titel">
    <w:name w:val="Deckblatt-Titel"/>
    <w:basedOn w:val="Normal"/>
    <w:uiPriority w:val="99"/>
    <w:semiHidden/>
    <w:rsid w:val="004C2BA7"/>
    <w:pPr>
      <w:spacing w:before="3000" w:line="240" w:lineRule="auto"/>
      <w:ind w:left="0"/>
    </w:pPr>
    <w:rPr>
      <w:b/>
      <w:bCs/>
      <w:color w:val="auto"/>
      <w:spacing w:val="10"/>
      <w:sz w:val="52"/>
      <w:lang w:val="de-CH"/>
    </w:rPr>
  </w:style>
  <w:style w:type="paragraph" w:customStyle="1" w:styleId="Deckblatt-Text">
    <w:name w:val="Deckblatt-Text"/>
    <w:basedOn w:val="Normal"/>
    <w:uiPriority w:val="99"/>
    <w:semiHidden/>
    <w:rsid w:val="004C2BA7"/>
    <w:pPr>
      <w:spacing w:before="800" w:line="240" w:lineRule="auto"/>
      <w:ind w:left="0"/>
    </w:pPr>
    <w:rPr>
      <w:rFonts w:cs="Arial"/>
      <w:color w:val="auto"/>
      <w:sz w:val="36"/>
      <w:szCs w:val="19"/>
    </w:rPr>
  </w:style>
  <w:style w:type="paragraph" w:customStyle="1" w:styleId="Deckblatt-Klassifikationsvermerk">
    <w:name w:val="Deckblatt-Klassifikationsvermerk"/>
    <w:basedOn w:val="Normal"/>
    <w:uiPriority w:val="99"/>
    <w:semiHidden/>
    <w:rsid w:val="004C2BA7"/>
    <w:pPr>
      <w:framePr w:w="9195" w:h="691" w:hSpace="142" w:wrap="around" w:vAnchor="page" w:hAnchor="page" w:x="1704" w:y="14746"/>
      <w:spacing w:line="240" w:lineRule="auto"/>
      <w:ind w:left="0"/>
      <w:jc w:val="center"/>
    </w:pPr>
    <w:rPr>
      <w:color w:val="auto"/>
      <w:sz w:val="36"/>
      <w:szCs w:val="36"/>
      <w:lang w:val="de-CH"/>
    </w:rPr>
  </w:style>
  <w:style w:type="character" w:styleId="Emphasis">
    <w:name w:val="Emphasis"/>
    <w:basedOn w:val="DefaultParagraphFont"/>
    <w:uiPriority w:val="99"/>
    <w:semiHidden/>
    <w:qFormat/>
    <w:rsid w:val="004C2BA7"/>
    <w:rPr>
      <w:rFonts w:ascii="Arial" w:hAnsi="Arial"/>
      <w:b/>
      <w:i/>
      <w:sz w:val="20"/>
    </w:rPr>
  </w:style>
  <w:style w:type="paragraph" w:customStyle="1" w:styleId="TabelleohneAbstandvor">
    <w:name w:val="Tabelle ohne Abstand vor"/>
    <w:basedOn w:val="Tabelle"/>
    <w:uiPriority w:val="19"/>
    <w:semiHidden/>
    <w:qFormat/>
    <w:rsid w:val="004C2BA7"/>
    <w:pPr>
      <w:tabs>
        <w:tab w:val="clear" w:pos="227"/>
      </w:tabs>
      <w:spacing w:before="0" w:line="260" w:lineRule="atLeast"/>
    </w:pPr>
    <w:rPr>
      <w:color w:val="auto"/>
      <w:lang w:val="de-CH"/>
    </w:rPr>
  </w:style>
  <w:style w:type="paragraph" w:customStyle="1" w:styleId="ZZ-Deckblatt-Klassifikationsvermerk">
    <w:name w:val="ZZ-Deckblatt-Klassifikationsvermerk"/>
    <w:basedOn w:val="Normal"/>
    <w:uiPriority w:val="99"/>
    <w:semiHidden/>
    <w:rsid w:val="004C2BA7"/>
    <w:pPr>
      <w:framePr w:w="9195" w:h="691" w:hSpace="142" w:wrap="around" w:vAnchor="page" w:hAnchor="page" w:x="1704" w:y="14746"/>
      <w:spacing w:line="240" w:lineRule="auto"/>
      <w:ind w:left="0"/>
      <w:jc w:val="center"/>
    </w:pPr>
    <w:rPr>
      <w:color w:val="auto"/>
      <w:sz w:val="36"/>
      <w:szCs w:val="36"/>
      <w:lang w:val="de-CH"/>
    </w:rPr>
  </w:style>
  <w:style w:type="paragraph" w:customStyle="1" w:styleId="TabelleAufzhlungPunktohneAbstandvor">
    <w:name w:val="Tabelle Aufzählung Punkt ohne Abstand vor"/>
    <w:basedOn w:val="TabelleAufzhlungPunkt"/>
    <w:uiPriority w:val="20"/>
    <w:semiHidden/>
    <w:qFormat/>
    <w:rsid w:val="004C2BA7"/>
    <w:pPr>
      <w:widowControl/>
      <w:numPr>
        <w:numId w:val="8"/>
      </w:numPr>
      <w:spacing w:line="260" w:lineRule="exact"/>
      <w:ind w:left="227" w:hanging="227"/>
    </w:pPr>
    <w:rPr>
      <w:rFonts w:eastAsia="Times New Roman"/>
    </w:rPr>
  </w:style>
  <w:style w:type="paragraph" w:styleId="ListBullet3">
    <w:name w:val="List Bullet 3"/>
    <w:basedOn w:val="Normal"/>
    <w:autoRedefine/>
    <w:uiPriority w:val="99"/>
    <w:semiHidden/>
    <w:rsid w:val="004C2BA7"/>
    <w:pPr>
      <w:tabs>
        <w:tab w:val="num" w:pos="926"/>
      </w:tabs>
      <w:ind w:left="926" w:hanging="360"/>
    </w:pPr>
    <w:rPr>
      <w:sz w:val="22"/>
      <w:lang w:val="de-CH"/>
    </w:rPr>
  </w:style>
  <w:style w:type="character" w:customStyle="1" w:styleId="tw4winTerm">
    <w:name w:val="tw4winTerm"/>
    <w:semiHidden/>
    <w:rsid w:val="004C2BA7"/>
    <w:rPr>
      <w:color w:val="0000FF"/>
    </w:rPr>
  </w:style>
  <w:style w:type="paragraph" w:customStyle="1" w:styleId="AufzhlungStrichUnter8">
    <w:name w:val="Aufzählung Strich Unter8"/>
    <w:basedOn w:val="Normal"/>
    <w:semiHidden/>
    <w:rsid w:val="004C2BA7"/>
    <w:pPr>
      <w:numPr>
        <w:numId w:val="10"/>
      </w:numPr>
      <w:tabs>
        <w:tab w:val="clear" w:pos="3081"/>
        <w:tab w:val="left" w:pos="2381"/>
      </w:tabs>
      <w:ind w:left="2382" w:hanging="227"/>
    </w:pPr>
    <w:rPr>
      <w:rFonts w:cs="Arial"/>
      <w:sz w:val="22"/>
      <w:szCs w:val="22"/>
      <w:lang w:val="en-US"/>
    </w:rPr>
  </w:style>
  <w:style w:type="paragraph" w:customStyle="1" w:styleId="AufzhlungStrichUnter80">
    <w:name w:val="_Aufzählung Strich Unter8"/>
    <w:basedOn w:val="AufzhlungStrichUnter8"/>
    <w:semiHidden/>
    <w:rsid w:val="004C2BA7"/>
    <w:pPr>
      <w:ind w:left="681"/>
    </w:pPr>
  </w:style>
  <w:style w:type="character" w:customStyle="1" w:styleId="DONOTTRANSLATE">
    <w:name w:val="DO_NOT_TRANSLATE"/>
    <w:semiHidden/>
    <w:rsid w:val="004C2BA7"/>
    <w:rPr>
      <w:rFonts w:ascii="Courier New" w:hAnsi="Courier New" w:cs="Courier New"/>
      <w:noProof/>
      <w:color w:val="800000"/>
    </w:rPr>
  </w:style>
  <w:style w:type="paragraph" w:styleId="ListBullet4">
    <w:name w:val="List Bullet 4"/>
    <w:basedOn w:val="Normal"/>
    <w:autoRedefine/>
    <w:uiPriority w:val="99"/>
    <w:semiHidden/>
    <w:rsid w:val="004C2BA7"/>
    <w:pPr>
      <w:tabs>
        <w:tab w:val="num" w:pos="1209"/>
      </w:tabs>
      <w:ind w:left="1209" w:hanging="360"/>
    </w:pPr>
    <w:rPr>
      <w:sz w:val="22"/>
      <w:lang w:val="de-CH"/>
    </w:rPr>
  </w:style>
  <w:style w:type="table" w:customStyle="1" w:styleId="TabellemitKopfzeilefarbig">
    <w:name w:val="Tabelle mit Kopfzeile farbig"/>
    <w:basedOn w:val="TableNormal"/>
    <w:uiPriority w:val="99"/>
    <w:rsid w:val="004C2BA7"/>
    <w:pPr>
      <w:spacing w:before="40" w:after="40"/>
    </w:pPr>
    <w:rPr>
      <w:rFonts w:ascii="Arial" w:eastAsia="Times New Roman" w:hAnsi="Arial"/>
      <w:lang w:eastAsia="de-CH"/>
    </w:rPr>
    <w:tblPr>
      <w:jc w:val="righ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Pr>
    <w:trPr>
      <w:jc w:val="right"/>
    </w:trPr>
    <w:tblStylePr w:type="firstRow">
      <w:rPr>
        <w:rFonts w:ascii="Arial" w:hAnsi="Arial"/>
        <w:b w:val="0"/>
        <w:sz w:val="20"/>
      </w:rPr>
      <w:tblPr/>
      <w:trPr>
        <w:tblHeader/>
      </w:trPr>
      <w:tcPr>
        <w:shd w:val="clear" w:color="auto" w:fill="E6D5B4"/>
      </w:tcPr>
    </w:tblStylePr>
  </w:style>
  <w:style w:type="character" w:customStyle="1" w:styleId="ClosingChar">
    <w:name w:val="Closing Char"/>
    <w:basedOn w:val="DefaultParagraphFont"/>
    <w:link w:val="Closing"/>
    <w:uiPriority w:val="99"/>
    <w:semiHidden/>
    <w:rsid w:val="004C2BA7"/>
    <w:rPr>
      <w:rFonts w:ascii="Frutiger 45 Light" w:hAnsi="Frutiger 45 Light"/>
      <w:sz w:val="21"/>
      <w:lang w:val="fr-FR" w:bidi="he-IL"/>
    </w:rPr>
  </w:style>
  <w:style w:type="paragraph" w:styleId="Closing">
    <w:name w:val="Closing"/>
    <w:basedOn w:val="Normal"/>
    <w:link w:val="ClosingChar"/>
    <w:uiPriority w:val="99"/>
    <w:semiHidden/>
    <w:rsid w:val="004C2BA7"/>
    <w:pPr>
      <w:spacing w:line="260" w:lineRule="atLeast"/>
      <w:ind w:left="4252"/>
    </w:pPr>
    <w:rPr>
      <w:rFonts w:ascii="Frutiger 45 Light" w:eastAsiaTheme="minorEastAsia" w:hAnsi="Frutiger 45 Light"/>
      <w:color w:val="auto"/>
      <w:sz w:val="21"/>
      <w:lang w:val="fr-FR" w:eastAsia="ja-JP" w:bidi="he-IL"/>
    </w:rPr>
  </w:style>
  <w:style w:type="character" w:customStyle="1" w:styleId="GruformelZchn1">
    <w:name w:val="Grußformel Zchn1"/>
    <w:basedOn w:val="DefaultParagraphFont"/>
    <w:semiHidden/>
    <w:rsid w:val="004C2BA7"/>
    <w:rPr>
      <w:rFonts w:ascii="Arial" w:eastAsia="Times New Roman" w:hAnsi="Arial"/>
      <w:color w:val="000000"/>
      <w:lang w:val="de-DE" w:eastAsia="de-DE"/>
    </w:rPr>
  </w:style>
  <w:style w:type="character" w:styleId="FollowedHyperlink">
    <w:name w:val="FollowedHyperlink"/>
    <w:basedOn w:val="DefaultParagraphFont"/>
    <w:semiHidden/>
    <w:rsid w:val="004C2BA7"/>
    <w:rPr>
      <w:color w:val="800080" w:themeColor="followedHyperlink"/>
      <w:u w:val="single"/>
    </w:rPr>
  </w:style>
  <w:style w:type="paragraph" w:customStyle="1" w:styleId="Abstand14BZ">
    <w:name w:val="Abstand 1/4 BZ"/>
    <w:basedOn w:val="Normal"/>
    <w:uiPriority w:val="4"/>
    <w:semiHidden/>
    <w:rsid w:val="004C2BA7"/>
    <w:pPr>
      <w:spacing w:line="60" w:lineRule="exact"/>
    </w:pPr>
    <w:rPr>
      <w:sz w:val="22"/>
      <w:lang w:val="de-CH"/>
    </w:rPr>
  </w:style>
  <w:style w:type="paragraph" w:styleId="ListBullet2">
    <w:name w:val="List Bullet 2"/>
    <w:basedOn w:val="Normal"/>
    <w:autoRedefine/>
    <w:uiPriority w:val="99"/>
    <w:semiHidden/>
    <w:rsid w:val="004C2BA7"/>
    <w:pPr>
      <w:numPr>
        <w:numId w:val="11"/>
      </w:numPr>
    </w:pPr>
    <w:rPr>
      <w:sz w:val="22"/>
      <w:lang w:val="de-CH"/>
    </w:rPr>
  </w:style>
  <w:style w:type="paragraph" w:customStyle="1" w:styleId="Default">
    <w:name w:val="Default"/>
    <w:rsid w:val="004C2BA7"/>
    <w:pPr>
      <w:autoSpaceDE w:val="0"/>
      <w:autoSpaceDN w:val="0"/>
      <w:adjustRightInd w:val="0"/>
    </w:pPr>
    <w:rPr>
      <w:rFonts w:ascii="Arial" w:eastAsia="Times New Roman" w:hAnsi="Arial" w:cs="Arial"/>
      <w:color w:val="000000"/>
      <w:sz w:val="24"/>
      <w:szCs w:val="24"/>
      <w:lang w:eastAsia="de-CH"/>
    </w:rPr>
  </w:style>
  <w:style w:type="paragraph" w:customStyle="1" w:styleId="tabelle0">
    <w:name w:val="tabelle"/>
    <w:basedOn w:val="Normal"/>
    <w:uiPriority w:val="99"/>
    <w:semiHidden/>
    <w:rsid w:val="004C2BA7"/>
    <w:pPr>
      <w:spacing w:before="60" w:after="60" w:line="260" w:lineRule="atLeast"/>
      <w:ind w:left="0"/>
    </w:pPr>
    <w:rPr>
      <w:rFonts w:eastAsiaTheme="minorHAnsi" w:cs="Arial"/>
      <w:sz w:val="22"/>
      <w:szCs w:val="22"/>
      <w:lang w:val="de-CH" w:eastAsia="de-CH"/>
    </w:rPr>
  </w:style>
  <w:style w:type="paragraph" w:customStyle="1" w:styleId="tabelleberschrift0">
    <w:name w:val="tabelleberschrift"/>
    <w:basedOn w:val="Normal"/>
    <w:uiPriority w:val="99"/>
    <w:semiHidden/>
    <w:rsid w:val="004C2BA7"/>
    <w:pPr>
      <w:spacing w:before="60" w:after="60" w:line="240" w:lineRule="auto"/>
      <w:ind w:left="0"/>
    </w:pPr>
    <w:rPr>
      <w:rFonts w:eastAsiaTheme="minorHAnsi" w:cs="Arial"/>
      <w:b/>
      <w:bCs/>
      <w:color w:val="auto"/>
      <w:lang w:val="de-CH" w:eastAsia="de-CH"/>
    </w:rPr>
  </w:style>
  <w:style w:type="paragraph" w:customStyle="1" w:styleId="FliesstextohneEinzug">
    <w:name w:val="Fliesstext ohne Einzug"/>
    <w:basedOn w:val="Fliesstext"/>
    <w:link w:val="FliesstextohneEinzugZchn"/>
    <w:uiPriority w:val="3"/>
    <w:rsid w:val="00BD67C7"/>
    <w:pPr>
      <w:ind w:left="0"/>
    </w:pPr>
    <w:rPr>
      <w:rFonts w:cs="Noto Sans"/>
      <w:lang w:eastAsia="en-US"/>
    </w:rPr>
  </w:style>
  <w:style w:type="table" w:customStyle="1" w:styleId="HelleSchattierung11">
    <w:name w:val="Helle Schattierung11"/>
    <w:basedOn w:val="TableNormal"/>
    <w:uiPriority w:val="60"/>
    <w:rsid w:val="004C2BA7"/>
    <w:rPr>
      <w:rFonts w:eastAsia="Times New Roman"/>
      <w:color w:val="000000" w:themeColor="text1" w:themeShade="BF"/>
      <w:lang w:eastAsia="de-CH"/>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Kopfzeile-Icon">
    <w:name w:val="Kopfzeile-Icon"/>
    <w:basedOn w:val="Normal"/>
    <w:uiPriority w:val="99"/>
    <w:semiHidden/>
    <w:rsid w:val="004C2BA7"/>
    <w:pPr>
      <w:tabs>
        <w:tab w:val="left" w:pos="4253"/>
      </w:tabs>
      <w:spacing w:after="120" w:line="240" w:lineRule="atLeast"/>
      <w:ind w:left="0"/>
    </w:pPr>
    <w:rPr>
      <w:lang w:val="de-CH"/>
    </w:rPr>
  </w:style>
  <w:style w:type="table" w:customStyle="1" w:styleId="Tabellenraster1">
    <w:name w:val="Tabellenraster1"/>
    <w:basedOn w:val="TableNormal"/>
    <w:next w:val="TableGrid"/>
    <w:uiPriority w:val="59"/>
    <w:rsid w:val="004C2BA7"/>
    <w:rPr>
      <w:rFonts w:eastAsia="Times New Roman"/>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C">
    <w:name w:val="List C"/>
    <w:basedOn w:val="ListParagraph"/>
    <w:link w:val="ListCChar"/>
    <w:uiPriority w:val="99"/>
    <w:semiHidden/>
    <w:qFormat/>
    <w:rsid w:val="004C2BA7"/>
    <w:pPr>
      <w:numPr>
        <w:ilvl w:val="1"/>
      </w:numPr>
      <w:spacing w:after="120" w:line="252" w:lineRule="auto"/>
      <w:ind w:left="2552" w:hanging="360"/>
      <w:contextualSpacing w:val="0"/>
    </w:pPr>
  </w:style>
  <w:style w:type="character" w:customStyle="1" w:styleId="ListCChar">
    <w:name w:val="List C Char"/>
    <w:basedOn w:val="ListParagraphChar"/>
    <w:link w:val="ListC"/>
    <w:uiPriority w:val="99"/>
    <w:semiHidden/>
    <w:rsid w:val="006F7F2D"/>
    <w:rPr>
      <w:rFonts w:ascii="Noto Sans" w:eastAsia="Times New Roman" w:hAnsi="Noto Sans"/>
      <w:color w:val="000000"/>
      <w:lang w:val="de-DE" w:eastAsia="de-DE"/>
    </w:rPr>
  </w:style>
  <w:style w:type="table" w:customStyle="1" w:styleId="MittleresRaster3-Akzent11">
    <w:name w:val="Mittleres Raster 3 - Akzent 11"/>
    <w:basedOn w:val="TableNormal"/>
    <w:next w:val="MediumGrid3-Accent1"/>
    <w:uiPriority w:val="69"/>
    <w:rsid w:val="00533652"/>
    <w:rPr>
      <w:rFonts w:ascii="Calibri" w:eastAsia="MS Mincho" w:hAnsi="Calibri"/>
      <w:sz w:val="22"/>
      <w:szCs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1">
    <w:name w:val="Medium Grid 3 Accent 1"/>
    <w:basedOn w:val="TableNormal"/>
    <w:uiPriority w:val="69"/>
    <w:rsid w:val="0053365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querverweis">
    <w:name w:val="querverweis"/>
    <w:basedOn w:val="DefaultParagraphFont"/>
    <w:uiPriority w:val="99"/>
    <w:semiHidden/>
    <w:rsid w:val="00F108BE"/>
    <w:rPr>
      <w:rFonts w:ascii="Verdana" w:hAnsi="Verdana" w:hint="default"/>
      <w:color w:val="0000FF"/>
      <w:u w:val="single"/>
    </w:rPr>
  </w:style>
  <w:style w:type="paragraph" w:customStyle="1" w:styleId="ZZ-Deckblatt-Titel">
    <w:name w:val="ZZ-Deckblatt-Titel"/>
    <w:basedOn w:val="Normal"/>
    <w:uiPriority w:val="99"/>
    <w:semiHidden/>
    <w:rsid w:val="00302F8D"/>
    <w:pPr>
      <w:spacing w:before="3000" w:line="240" w:lineRule="auto"/>
      <w:ind w:left="0"/>
      <w:jc w:val="center"/>
    </w:pPr>
    <w:rPr>
      <w:rFonts w:ascii="Noto Serif" w:hAnsi="Noto Serif"/>
      <w:b/>
      <w:bCs/>
      <w:color w:val="auto"/>
      <w:spacing w:val="10"/>
      <w:sz w:val="60"/>
      <w:lang w:val="de-CH"/>
    </w:rPr>
  </w:style>
  <w:style w:type="paragraph" w:customStyle="1" w:styleId="Tabelle-9ptAufzhlungPunkt">
    <w:name w:val="Tabelle-9pt Aufzählung Punkt"/>
    <w:basedOn w:val="TabelleAufzhlungPunkt"/>
    <w:uiPriority w:val="9"/>
    <w:semiHidden/>
    <w:rsid w:val="00487990"/>
    <w:pPr>
      <w:numPr>
        <w:numId w:val="12"/>
      </w:numPr>
      <w:tabs>
        <w:tab w:val="num" w:pos="926"/>
        <w:tab w:val="num" w:pos="1492"/>
        <w:tab w:val="num" w:pos="2061"/>
      </w:tabs>
      <w:spacing w:line="220" w:lineRule="atLeast"/>
    </w:pPr>
    <w:rPr>
      <w:rFonts w:eastAsia="Times New Roman"/>
      <w:color w:val="000000"/>
      <w:sz w:val="18"/>
      <w:szCs w:val="18"/>
    </w:rPr>
  </w:style>
  <w:style w:type="character" w:styleId="PageNumber">
    <w:name w:val="page number"/>
    <w:basedOn w:val="DefaultParagraphFont"/>
    <w:uiPriority w:val="99"/>
    <w:semiHidden/>
    <w:rsid w:val="00B520C1"/>
    <w:rPr>
      <w:rFonts w:ascii="Arial" w:hAnsi="Arial" w:cs="Times New Roman"/>
      <w:b/>
      <w:sz w:val="20"/>
    </w:rPr>
  </w:style>
  <w:style w:type="paragraph" w:customStyle="1" w:styleId="Dokumenttitel">
    <w:name w:val="Dokumenttitel"/>
    <w:basedOn w:val="Normal"/>
    <w:uiPriority w:val="21"/>
    <w:semiHidden/>
    <w:qFormat/>
    <w:rsid w:val="000979D1"/>
    <w:pPr>
      <w:spacing w:after="600" w:line="240" w:lineRule="atLeast"/>
      <w:ind w:left="0"/>
    </w:pPr>
    <w:rPr>
      <w:rFonts w:ascii="Arial" w:hAnsi="Arial" w:cs="Arial"/>
      <w:color w:val="auto"/>
      <w:sz w:val="40"/>
      <w:szCs w:val="40"/>
      <w:lang w:val="en-US" w:eastAsia="de-CH"/>
    </w:rPr>
  </w:style>
  <w:style w:type="paragraph" w:customStyle="1" w:styleId="NormalALO10pt">
    <w:name w:val="Normal ALO 10pt"/>
    <w:basedOn w:val="Normal"/>
    <w:link w:val="NormalALO10ptChar"/>
    <w:qFormat/>
    <w:rsid w:val="000979D1"/>
    <w:pPr>
      <w:spacing w:after="120" w:line="276" w:lineRule="auto"/>
      <w:ind w:left="0"/>
    </w:pPr>
    <w:rPr>
      <w:rFonts w:eastAsiaTheme="minorEastAsia" w:cs="Noto Sans"/>
      <w:color w:val="auto"/>
      <w:lang w:val="de-CH" w:eastAsia="ja-JP"/>
    </w:rPr>
  </w:style>
  <w:style w:type="paragraph" w:customStyle="1" w:styleId="SimpleChapterALO15pt">
    <w:name w:val="Simple Chapter ALO 15pt"/>
    <w:basedOn w:val="NormalALO10pt"/>
    <w:link w:val="SimpleChapterALO15ptChar"/>
    <w:qFormat/>
    <w:rsid w:val="000979D1"/>
    <w:rPr>
      <w:sz w:val="30"/>
      <w:szCs w:val="30"/>
    </w:rPr>
  </w:style>
  <w:style w:type="character" w:customStyle="1" w:styleId="NormalALO10ptChar">
    <w:name w:val="Normal ALO 10pt Char"/>
    <w:basedOn w:val="DefaultParagraphFont"/>
    <w:link w:val="NormalALO10pt"/>
    <w:rsid w:val="000979D1"/>
    <w:rPr>
      <w:rFonts w:ascii="Noto Sans" w:hAnsi="Noto Sans" w:cs="Noto Sans"/>
    </w:rPr>
  </w:style>
  <w:style w:type="character" w:customStyle="1" w:styleId="SimpleChapterALO15ptChar">
    <w:name w:val="Simple Chapter ALO 15pt Char"/>
    <w:basedOn w:val="NormalALO10ptChar"/>
    <w:link w:val="SimpleChapterALO15pt"/>
    <w:rsid w:val="000979D1"/>
    <w:rPr>
      <w:rFonts w:ascii="Noto Sans" w:hAnsi="Noto Sans" w:cs="Noto Sans"/>
      <w:sz w:val="30"/>
      <w:szCs w:val="30"/>
    </w:rPr>
  </w:style>
  <w:style w:type="paragraph" w:customStyle="1" w:styleId="BulletsALOParaEnd">
    <w:name w:val="Bullets ALO ParaEnd"/>
    <w:basedOn w:val="NormalALO10pt"/>
    <w:qFormat/>
    <w:rsid w:val="000979D1"/>
    <w:pPr>
      <w:numPr>
        <w:numId w:val="14"/>
      </w:numPr>
      <w:ind w:left="426" w:hanging="426"/>
    </w:pPr>
  </w:style>
  <w:style w:type="numbering" w:customStyle="1" w:styleId="Aufzhlung1">
    <w:name w:val="Aufzählung 1"/>
    <w:basedOn w:val="NoList"/>
    <w:uiPriority w:val="99"/>
    <w:locked/>
    <w:rsid w:val="000979D1"/>
    <w:pPr>
      <w:numPr>
        <w:numId w:val="16"/>
      </w:numPr>
    </w:pPr>
  </w:style>
  <w:style w:type="paragraph" w:customStyle="1" w:styleId="Headingx">
    <w:name w:val="Heading x"/>
    <w:basedOn w:val="ListParagraph"/>
    <w:autoRedefine/>
    <w:qFormat/>
    <w:rsid w:val="002F4F7D"/>
    <w:pPr>
      <w:numPr>
        <w:numId w:val="17"/>
      </w:numPr>
      <w:spacing w:after="200" w:line="276" w:lineRule="auto"/>
    </w:pPr>
    <w:rPr>
      <w:rFonts w:eastAsiaTheme="minorEastAsia" w:cs="Noto Sans"/>
      <w:color w:val="auto"/>
      <w:lang w:val="de-CH" w:eastAsia="ja-JP"/>
    </w:rPr>
  </w:style>
  <w:style w:type="paragraph" w:customStyle="1" w:styleId="Heading2ALO">
    <w:name w:val="Heading 2 ALO"/>
    <w:basedOn w:val="ListParagraph"/>
    <w:link w:val="Heading2ALOChar"/>
    <w:qFormat/>
    <w:rsid w:val="00E53D12"/>
    <w:pPr>
      <w:numPr>
        <w:ilvl w:val="1"/>
        <w:numId w:val="17"/>
      </w:numPr>
      <w:spacing w:after="120" w:line="276" w:lineRule="auto"/>
      <w:contextualSpacing w:val="0"/>
    </w:pPr>
    <w:rPr>
      <w:rFonts w:eastAsiaTheme="minorEastAsia" w:cs="Noto Sans"/>
      <w:b/>
      <w:color w:val="auto"/>
      <w:lang w:val="de-CH" w:eastAsia="ja-JP"/>
    </w:rPr>
  </w:style>
  <w:style w:type="paragraph" w:customStyle="1" w:styleId="Heading3ALO">
    <w:name w:val="Heading 3 ALO"/>
    <w:basedOn w:val="ListParagraph"/>
    <w:qFormat/>
    <w:rsid w:val="00E53D12"/>
    <w:pPr>
      <w:numPr>
        <w:ilvl w:val="2"/>
        <w:numId w:val="17"/>
      </w:numPr>
      <w:spacing w:after="120" w:line="276" w:lineRule="auto"/>
      <w:contextualSpacing w:val="0"/>
    </w:pPr>
    <w:rPr>
      <w:rFonts w:eastAsiaTheme="minorEastAsia" w:cs="Noto Sans"/>
      <w:b/>
      <w:color w:val="auto"/>
      <w:lang w:val="de-CH" w:eastAsia="ja-JP"/>
    </w:rPr>
  </w:style>
  <w:style w:type="character" w:customStyle="1" w:styleId="Heading2ALOChar">
    <w:name w:val="Heading 2 ALO Char"/>
    <w:basedOn w:val="DefaultParagraphFont"/>
    <w:link w:val="Heading2ALO"/>
    <w:rsid w:val="00E53D12"/>
    <w:rPr>
      <w:rFonts w:ascii="Noto Sans" w:hAnsi="Noto Sans" w:cs="Noto Sans"/>
      <w:b/>
    </w:rPr>
  </w:style>
  <w:style w:type="paragraph" w:customStyle="1" w:styleId="Aufzhlunga-b-c">
    <w:name w:val="Aufzählung a-b-c"/>
    <w:basedOn w:val="Normal"/>
    <w:uiPriority w:val="8"/>
    <w:qFormat/>
    <w:rsid w:val="00703341"/>
    <w:pPr>
      <w:numPr>
        <w:numId w:val="18"/>
      </w:numPr>
      <w:spacing w:before="60" w:line="240" w:lineRule="atLeast"/>
    </w:pPr>
    <w:rPr>
      <w:rFonts w:ascii="Arial" w:hAnsi="Arial"/>
      <w:color w:val="auto"/>
      <w:lang w:val="en-US"/>
    </w:rPr>
  </w:style>
  <w:style w:type="table" w:styleId="TableClassic4">
    <w:name w:val="Table Classic 4"/>
    <w:basedOn w:val="TableNormal"/>
    <w:rsid w:val="00A66F73"/>
    <w:pPr>
      <w:spacing w:line="240" w:lineRule="atLeast"/>
    </w:pPr>
    <w:rPr>
      <w:rFonts w:ascii="Arial" w:eastAsia="Times New Roman"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NoteHeading">
    <w:name w:val="Note Heading"/>
    <w:basedOn w:val="TabelleText"/>
    <w:next w:val="Normal"/>
    <w:link w:val="NoteHeadingChar"/>
    <w:uiPriority w:val="1"/>
    <w:semiHidden/>
    <w:rsid w:val="001B341C"/>
    <w:pPr>
      <w:ind w:left="0"/>
    </w:pPr>
    <w:rPr>
      <w:sz w:val="19"/>
      <w:lang w:val="de-CH"/>
    </w:rPr>
  </w:style>
  <w:style w:type="character" w:customStyle="1" w:styleId="NoteHeadingChar">
    <w:name w:val="Note Heading Char"/>
    <w:basedOn w:val="DefaultParagraphFont"/>
    <w:link w:val="NoteHeading"/>
    <w:uiPriority w:val="1"/>
    <w:semiHidden/>
    <w:rsid w:val="001B341C"/>
    <w:rPr>
      <w:rFonts w:ascii="Noto Sans" w:eastAsia="Times New Roman" w:hAnsi="Noto Sans" w:cs="Arial"/>
      <w:sz w:val="19"/>
      <w:lang w:eastAsia="de-CH"/>
    </w:rPr>
  </w:style>
  <w:style w:type="table" w:styleId="LightShading">
    <w:name w:val="Light Shading"/>
    <w:basedOn w:val="TableNormal"/>
    <w:uiPriority w:val="60"/>
    <w:rsid w:val="000E7D62"/>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elleohneKopfzeile">
    <w:name w:val="Tabelle ohne Kopfzeile"/>
    <w:basedOn w:val="TableNormal"/>
    <w:uiPriority w:val="99"/>
    <w:rsid w:val="00492A1B"/>
    <w:rPr>
      <w:rFonts w:ascii="Arial" w:eastAsia="Times New Roman" w:hAnsi="Arial"/>
      <w:lang w:eastAsia="en-US"/>
    </w:rPr>
    <w:tblPr>
      <w:tblInd w:w="17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Pr>
  </w:style>
  <w:style w:type="paragraph" w:customStyle="1" w:styleId="berschrift0ohneEinzug">
    <w:name w:val="Überschrift 0 ohne Einzug"/>
    <w:basedOn w:val="Normal"/>
    <w:uiPriority w:val="3"/>
    <w:qFormat/>
    <w:rsid w:val="00492A1B"/>
    <w:pPr>
      <w:pageBreakBefore/>
      <w:spacing w:after="120" w:line="260" w:lineRule="atLeast"/>
      <w:ind w:left="0"/>
      <w:outlineLvl w:val="0"/>
    </w:pPr>
    <w:rPr>
      <w:b/>
      <w:color w:val="auto"/>
      <w:sz w:val="32"/>
      <w:lang w:val="de-CH"/>
    </w:rPr>
  </w:style>
  <w:style w:type="paragraph" w:customStyle="1" w:styleId="ZZ-Deckblatt-Text">
    <w:name w:val="ZZ-Deckblatt-Text"/>
    <w:basedOn w:val="Normal"/>
    <w:uiPriority w:val="99"/>
    <w:semiHidden/>
    <w:rsid w:val="004E6CFC"/>
    <w:pPr>
      <w:spacing w:before="800" w:line="240" w:lineRule="auto"/>
      <w:ind w:left="0"/>
      <w:jc w:val="center"/>
    </w:pPr>
    <w:rPr>
      <w:rFonts w:cs="Arial"/>
      <w:color w:val="auto"/>
      <w:sz w:val="36"/>
      <w:szCs w:val="19"/>
    </w:rPr>
  </w:style>
  <w:style w:type="character" w:customStyle="1" w:styleId="FliesstextohneEinzugZchn">
    <w:name w:val="Fliesstext ohne Einzug Zchn"/>
    <w:basedOn w:val="FliesstextZchn"/>
    <w:link w:val="FliesstextohneEinzug"/>
    <w:uiPriority w:val="3"/>
    <w:locked/>
    <w:rsid w:val="00A2769C"/>
    <w:rPr>
      <w:rFonts w:ascii="Noto Sans" w:eastAsia="Times New Roman" w:hAnsi="Noto Sans" w:cs="Noto Sans"/>
      <w:color w:val="000000"/>
      <w:lang w:val="de-DE" w:eastAsia="en-US"/>
    </w:rPr>
  </w:style>
  <w:style w:type="paragraph" w:styleId="TableofFigures">
    <w:name w:val="table of figures"/>
    <w:basedOn w:val="Normal"/>
    <w:next w:val="Normal"/>
    <w:uiPriority w:val="99"/>
    <w:unhideWhenUsed/>
    <w:rsid w:val="007A2954"/>
    <w:pPr>
      <w:ind w:left="0"/>
    </w:pPr>
  </w:style>
  <w:style w:type="numbering" w:customStyle="1" w:styleId="ListeLevel1">
    <w:name w:val="Liste Level 1"/>
    <w:basedOn w:val="NoList"/>
    <w:uiPriority w:val="99"/>
    <w:locked/>
    <w:rsid w:val="00D54ADA"/>
    <w:pPr>
      <w:numPr>
        <w:numId w:val="30"/>
      </w:numPr>
    </w:pPr>
  </w:style>
  <w:style w:type="character" w:customStyle="1" w:styleId="cf01">
    <w:name w:val="cf01"/>
    <w:basedOn w:val="DefaultParagraphFont"/>
    <w:rsid w:val="00D54AD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0676">
      <w:bodyDiv w:val="1"/>
      <w:marLeft w:val="0"/>
      <w:marRight w:val="0"/>
      <w:marTop w:val="0"/>
      <w:marBottom w:val="0"/>
      <w:divBdr>
        <w:top w:val="none" w:sz="0" w:space="0" w:color="auto"/>
        <w:left w:val="none" w:sz="0" w:space="0" w:color="auto"/>
        <w:bottom w:val="none" w:sz="0" w:space="0" w:color="auto"/>
        <w:right w:val="none" w:sz="0" w:space="0" w:color="auto"/>
      </w:divBdr>
    </w:div>
    <w:div w:id="45107346">
      <w:bodyDiv w:val="1"/>
      <w:marLeft w:val="0"/>
      <w:marRight w:val="0"/>
      <w:marTop w:val="0"/>
      <w:marBottom w:val="0"/>
      <w:divBdr>
        <w:top w:val="none" w:sz="0" w:space="0" w:color="auto"/>
        <w:left w:val="none" w:sz="0" w:space="0" w:color="auto"/>
        <w:bottom w:val="none" w:sz="0" w:space="0" w:color="auto"/>
        <w:right w:val="none" w:sz="0" w:space="0" w:color="auto"/>
      </w:divBdr>
    </w:div>
    <w:div w:id="160514722">
      <w:bodyDiv w:val="1"/>
      <w:marLeft w:val="0"/>
      <w:marRight w:val="0"/>
      <w:marTop w:val="0"/>
      <w:marBottom w:val="0"/>
      <w:divBdr>
        <w:top w:val="none" w:sz="0" w:space="0" w:color="auto"/>
        <w:left w:val="none" w:sz="0" w:space="0" w:color="auto"/>
        <w:bottom w:val="none" w:sz="0" w:space="0" w:color="auto"/>
        <w:right w:val="none" w:sz="0" w:space="0" w:color="auto"/>
      </w:divBdr>
      <w:divsChild>
        <w:div w:id="444466677">
          <w:marLeft w:val="0"/>
          <w:marRight w:val="0"/>
          <w:marTop w:val="0"/>
          <w:marBottom w:val="0"/>
          <w:divBdr>
            <w:top w:val="none" w:sz="0" w:space="0" w:color="auto"/>
            <w:left w:val="none" w:sz="0" w:space="0" w:color="auto"/>
            <w:bottom w:val="none" w:sz="0" w:space="0" w:color="auto"/>
            <w:right w:val="none" w:sz="0" w:space="0" w:color="auto"/>
          </w:divBdr>
          <w:divsChild>
            <w:div w:id="313488605">
              <w:marLeft w:val="0"/>
              <w:marRight w:val="0"/>
              <w:marTop w:val="0"/>
              <w:marBottom w:val="0"/>
              <w:divBdr>
                <w:top w:val="none" w:sz="0" w:space="0" w:color="auto"/>
                <w:left w:val="none" w:sz="0" w:space="0" w:color="auto"/>
                <w:bottom w:val="none" w:sz="0" w:space="0" w:color="auto"/>
                <w:right w:val="none" w:sz="0" w:space="0" w:color="auto"/>
              </w:divBdr>
            </w:div>
            <w:div w:id="1057050425">
              <w:marLeft w:val="0"/>
              <w:marRight w:val="0"/>
              <w:marTop w:val="0"/>
              <w:marBottom w:val="0"/>
              <w:divBdr>
                <w:top w:val="none" w:sz="0" w:space="0" w:color="auto"/>
                <w:left w:val="none" w:sz="0" w:space="0" w:color="auto"/>
                <w:bottom w:val="none" w:sz="0" w:space="0" w:color="auto"/>
                <w:right w:val="none" w:sz="0" w:space="0" w:color="auto"/>
              </w:divBdr>
            </w:div>
            <w:div w:id="1058170464">
              <w:marLeft w:val="0"/>
              <w:marRight w:val="0"/>
              <w:marTop w:val="0"/>
              <w:marBottom w:val="0"/>
              <w:divBdr>
                <w:top w:val="none" w:sz="0" w:space="0" w:color="auto"/>
                <w:left w:val="none" w:sz="0" w:space="0" w:color="auto"/>
                <w:bottom w:val="none" w:sz="0" w:space="0" w:color="auto"/>
                <w:right w:val="none" w:sz="0" w:space="0" w:color="auto"/>
              </w:divBdr>
            </w:div>
            <w:div w:id="1184369181">
              <w:marLeft w:val="0"/>
              <w:marRight w:val="0"/>
              <w:marTop w:val="0"/>
              <w:marBottom w:val="0"/>
              <w:divBdr>
                <w:top w:val="none" w:sz="0" w:space="0" w:color="auto"/>
                <w:left w:val="none" w:sz="0" w:space="0" w:color="auto"/>
                <w:bottom w:val="none" w:sz="0" w:space="0" w:color="auto"/>
                <w:right w:val="none" w:sz="0" w:space="0" w:color="auto"/>
              </w:divBdr>
            </w:div>
            <w:div w:id="1372222841">
              <w:marLeft w:val="0"/>
              <w:marRight w:val="0"/>
              <w:marTop w:val="0"/>
              <w:marBottom w:val="0"/>
              <w:divBdr>
                <w:top w:val="none" w:sz="0" w:space="0" w:color="auto"/>
                <w:left w:val="none" w:sz="0" w:space="0" w:color="auto"/>
                <w:bottom w:val="none" w:sz="0" w:space="0" w:color="auto"/>
                <w:right w:val="none" w:sz="0" w:space="0" w:color="auto"/>
              </w:divBdr>
            </w:div>
            <w:div w:id="1606881664">
              <w:marLeft w:val="0"/>
              <w:marRight w:val="0"/>
              <w:marTop w:val="0"/>
              <w:marBottom w:val="0"/>
              <w:divBdr>
                <w:top w:val="none" w:sz="0" w:space="0" w:color="auto"/>
                <w:left w:val="none" w:sz="0" w:space="0" w:color="auto"/>
                <w:bottom w:val="none" w:sz="0" w:space="0" w:color="auto"/>
                <w:right w:val="none" w:sz="0" w:space="0" w:color="auto"/>
              </w:divBdr>
            </w:div>
            <w:div w:id="1904875733">
              <w:marLeft w:val="0"/>
              <w:marRight w:val="0"/>
              <w:marTop w:val="0"/>
              <w:marBottom w:val="0"/>
              <w:divBdr>
                <w:top w:val="none" w:sz="0" w:space="0" w:color="auto"/>
                <w:left w:val="none" w:sz="0" w:space="0" w:color="auto"/>
                <w:bottom w:val="none" w:sz="0" w:space="0" w:color="auto"/>
                <w:right w:val="none" w:sz="0" w:space="0" w:color="auto"/>
              </w:divBdr>
            </w:div>
            <w:div w:id="191334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90914">
      <w:bodyDiv w:val="1"/>
      <w:marLeft w:val="0"/>
      <w:marRight w:val="0"/>
      <w:marTop w:val="0"/>
      <w:marBottom w:val="0"/>
      <w:divBdr>
        <w:top w:val="none" w:sz="0" w:space="0" w:color="auto"/>
        <w:left w:val="none" w:sz="0" w:space="0" w:color="auto"/>
        <w:bottom w:val="none" w:sz="0" w:space="0" w:color="auto"/>
        <w:right w:val="none" w:sz="0" w:space="0" w:color="auto"/>
      </w:divBdr>
    </w:div>
    <w:div w:id="214582914">
      <w:bodyDiv w:val="1"/>
      <w:marLeft w:val="0"/>
      <w:marRight w:val="0"/>
      <w:marTop w:val="0"/>
      <w:marBottom w:val="0"/>
      <w:divBdr>
        <w:top w:val="none" w:sz="0" w:space="0" w:color="auto"/>
        <w:left w:val="none" w:sz="0" w:space="0" w:color="auto"/>
        <w:bottom w:val="none" w:sz="0" w:space="0" w:color="auto"/>
        <w:right w:val="none" w:sz="0" w:space="0" w:color="auto"/>
      </w:divBdr>
    </w:div>
    <w:div w:id="391852572">
      <w:bodyDiv w:val="1"/>
      <w:marLeft w:val="0"/>
      <w:marRight w:val="0"/>
      <w:marTop w:val="0"/>
      <w:marBottom w:val="0"/>
      <w:divBdr>
        <w:top w:val="none" w:sz="0" w:space="0" w:color="auto"/>
        <w:left w:val="none" w:sz="0" w:space="0" w:color="auto"/>
        <w:bottom w:val="none" w:sz="0" w:space="0" w:color="auto"/>
        <w:right w:val="none" w:sz="0" w:space="0" w:color="auto"/>
      </w:divBdr>
    </w:div>
    <w:div w:id="459299870">
      <w:bodyDiv w:val="1"/>
      <w:marLeft w:val="0"/>
      <w:marRight w:val="0"/>
      <w:marTop w:val="0"/>
      <w:marBottom w:val="0"/>
      <w:divBdr>
        <w:top w:val="none" w:sz="0" w:space="0" w:color="auto"/>
        <w:left w:val="none" w:sz="0" w:space="0" w:color="auto"/>
        <w:bottom w:val="none" w:sz="0" w:space="0" w:color="auto"/>
        <w:right w:val="none" w:sz="0" w:space="0" w:color="auto"/>
      </w:divBdr>
    </w:div>
    <w:div w:id="474226744">
      <w:bodyDiv w:val="1"/>
      <w:marLeft w:val="0"/>
      <w:marRight w:val="0"/>
      <w:marTop w:val="0"/>
      <w:marBottom w:val="0"/>
      <w:divBdr>
        <w:top w:val="none" w:sz="0" w:space="0" w:color="auto"/>
        <w:left w:val="none" w:sz="0" w:space="0" w:color="auto"/>
        <w:bottom w:val="none" w:sz="0" w:space="0" w:color="auto"/>
        <w:right w:val="none" w:sz="0" w:space="0" w:color="auto"/>
      </w:divBdr>
    </w:div>
    <w:div w:id="541601603">
      <w:bodyDiv w:val="1"/>
      <w:marLeft w:val="0"/>
      <w:marRight w:val="0"/>
      <w:marTop w:val="0"/>
      <w:marBottom w:val="0"/>
      <w:divBdr>
        <w:top w:val="none" w:sz="0" w:space="0" w:color="auto"/>
        <w:left w:val="none" w:sz="0" w:space="0" w:color="auto"/>
        <w:bottom w:val="none" w:sz="0" w:space="0" w:color="auto"/>
        <w:right w:val="none" w:sz="0" w:space="0" w:color="auto"/>
      </w:divBdr>
    </w:div>
    <w:div w:id="584536672">
      <w:bodyDiv w:val="1"/>
      <w:marLeft w:val="0"/>
      <w:marRight w:val="0"/>
      <w:marTop w:val="0"/>
      <w:marBottom w:val="0"/>
      <w:divBdr>
        <w:top w:val="none" w:sz="0" w:space="0" w:color="auto"/>
        <w:left w:val="none" w:sz="0" w:space="0" w:color="auto"/>
        <w:bottom w:val="none" w:sz="0" w:space="0" w:color="auto"/>
        <w:right w:val="none" w:sz="0" w:space="0" w:color="auto"/>
      </w:divBdr>
    </w:div>
    <w:div w:id="853885823">
      <w:bodyDiv w:val="1"/>
      <w:marLeft w:val="0"/>
      <w:marRight w:val="0"/>
      <w:marTop w:val="0"/>
      <w:marBottom w:val="0"/>
      <w:divBdr>
        <w:top w:val="none" w:sz="0" w:space="0" w:color="auto"/>
        <w:left w:val="none" w:sz="0" w:space="0" w:color="auto"/>
        <w:bottom w:val="none" w:sz="0" w:space="0" w:color="auto"/>
        <w:right w:val="none" w:sz="0" w:space="0" w:color="auto"/>
      </w:divBdr>
    </w:div>
    <w:div w:id="894201860">
      <w:bodyDiv w:val="1"/>
      <w:marLeft w:val="0"/>
      <w:marRight w:val="0"/>
      <w:marTop w:val="0"/>
      <w:marBottom w:val="0"/>
      <w:divBdr>
        <w:top w:val="none" w:sz="0" w:space="0" w:color="auto"/>
        <w:left w:val="none" w:sz="0" w:space="0" w:color="auto"/>
        <w:bottom w:val="none" w:sz="0" w:space="0" w:color="auto"/>
        <w:right w:val="none" w:sz="0" w:space="0" w:color="auto"/>
      </w:divBdr>
    </w:div>
    <w:div w:id="951090850">
      <w:bodyDiv w:val="1"/>
      <w:marLeft w:val="0"/>
      <w:marRight w:val="0"/>
      <w:marTop w:val="0"/>
      <w:marBottom w:val="0"/>
      <w:divBdr>
        <w:top w:val="none" w:sz="0" w:space="0" w:color="auto"/>
        <w:left w:val="none" w:sz="0" w:space="0" w:color="auto"/>
        <w:bottom w:val="none" w:sz="0" w:space="0" w:color="auto"/>
        <w:right w:val="none" w:sz="0" w:space="0" w:color="auto"/>
      </w:divBdr>
    </w:div>
    <w:div w:id="1157961416">
      <w:bodyDiv w:val="1"/>
      <w:marLeft w:val="0"/>
      <w:marRight w:val="0"/>
      <w:marTop w:val="0"/>
      <w:marBottom w:val="0"/>
      <w:divBdr>
        <w:top w:val="none" w:sz="0" w:space="0" w:color="auto"/>
        <w:left w:val="none" w:sz="0" w:space="0" w:color="auto"/>
        <w:bottom w:val="none" w:sz="0" w:space="0" w:color="auto"/>
        <w:right w:val="none" w:sz="0" w:space="0" w:color="auto"/>
      </w:divBdr>
    </w:div>
    <w:div w:id="1178691207">
      <w:bodyDiv w:val="1"/>
      <w:marLeft w:val="0"/>
      <w:marRight w:val="0"/>
      <w:marTop w:val="0"/>
      <w:marBottom w:val="0"/>
      <w:divBdr>
        <w:top w:val="none" w:sz="0" w:space="0" w:color="auto"/>
        <w:left w:val="none" w:sz="0" w:space="0" w:color="auto"/>
        <w:bottom w:val="none" w:sz="0" w:space="0" w:color="auto"/>
        <w:right w:val="none" w:sz="0" w:space="0" w:color="auto"/>
      </w:divBdr>
    </w:div>
    <w:div w:id="1323317357">
      <w:bodyDiv w:val="1"/>
      <w:marLeft w:val="0"/>
      <w:marRight w:val="0"/>
      <w:marTop w:val="0"/>
      <w:marBottom w:val="0"/>
      <w:divBdr>
        <w:top w:val="none" w:sz="0" w:space="0" w:color="auto"/>
        <w:left w:val="none" w:sz="0" w:space="0" w:color="auto"/>
        <w:bottom w:val="none" w:sz="0" w:space="0" w:color="auto"/>
        <w:right w:val="none" w:sz="0" w:space="0" w:color="auto"/>
      </w:divBdr>
    </w:div>
    <w:div w:id="1364863840">
      <w:bodyDiv w:val="1"/>
      <w:marLeft w:val="0"/>
      <w:marRight w:val="0"/>
      <w:marTop w:val="0"/>
      <w:marBottom w:val="0"/>
      <w:divBdr>
        <w:top w:val="none" w:sz="0" w:space="0" w:color="auto"/>
        <w:left w:val="none" w:sz="0" w:space="0" w:color="auto"/>
        <w:bottom w:val="none" w:sz="0" w:space="0" w:color="auto"/>
        <w:right w:val="none" w:sz="0" w:space="0" w:color="auto"/>
      </w:divBdr>
    </w:div>
    <w:div w:id="1574044187">
      <w:bodyDiv w:val="1"/>
      <w:marLeft w:val="0"/>
      <w:marRight w:val="0"/>
      <w:marTop w:val="0"/>
      <w:marBottom w:val="0"/>
      <w:divBdr>
        <w:top w:val="none" w:sz="0" w:space="0" w:color="auto"/>
        <w:left w:val="none" w:sz="0" w:space="0" w:color="auto"/>
        <w:bottom w:val="none" w:sz="0" w:space="0" w:color="auto"/>
        <w:right w:val="none" w:sz="0" w:space="0" w:color="auto"/>
      </w:divBdr>
    </w:div>
    <w:div w:id="1716157452">
      <w:bodyDiv w:val="1"/>
      <w:marLeft w:val="0"/>
      <w:marRight w:val="0"/>
      <w:marTop w:val="0"/>
      <w:marBottom w:val="0"/>
      <w:divBdr>
        <w:top w:val="none" w:sz="0" w:space="0" w:color="auto"/>
        <w:left w:val="none" w:sz="0" w:space="0" w:color="auto"/>
        <w:bottom w:val="none" w:sz="0" w:space="0" w:color="auto"/>
        <w:right w:val="none" w:sz="0" w:space="0" w:color="auto"/>
      </w:divBdr>
    </w:div>
    <w:div w:id="1729305465">
      <w:bodyDiv w:val="1"/>
      <w:marLeft w:val="0"/>
      <w:marRight w:val="0"/>
      <w:marTop w:val="0"/>
      <w:marBottom w:val="0"/>
      <w:divBdr>
        <w:top w:val="none" w:sz="0" w:space="0" w:color="auto"/>
        <w:left w:val="none" w:sz="0" w:space="0" w:color="auto"/>
        <w:bottom w:val="none" w:sz="0" w:space="0" w:color="auto"/>
        <w:right w:val="none" w:sz="0" w:space="0" w:color="auto"/>
      </w:divBdr>
    </w:div>
    <w:div w:id="1810826383">
      <w:bodyDiv w:val="1"/>
      <w:marLeft w:val="0"/>
      <w:marRight w:val="0"/>
      <w:marTop w:val="0"/>
      <w:marBottom w:val="0"/>
      <w:divBdr>
        <w:top w:val="none" w:sz="0" w:space="0" w:color="auto"/>
        <w:left w:val="none" w:sz="0" w:space="0" w:color="auto"/>
        <w:bottom w:val="none" w:sz="0" w:space="0" w:color="auto"/>
        <w:right w:val="none" w:sz="0" w:space="0" w:color="auto"/>
      </w:divBdr>
    </w:div>
    <w:div w:id="1824079840">
      <w:bodyDiv w:val="1"/>
      <w:marLeft w:val="0"/>
      <w:marRight w:val="0"/>
      <w:marTop w:val="0"/>
      <w:marBottom w:val="0"/>
      <w:divBdr>
        <w:top w:val="none" w:sz="0" w:space="0" w:color="auto"/>
        <w:left w:val="none" w:sz="0" w:space="0" w:color="auto"/>
        <w:bottom w:val="none" w:sz="0" w:space="0" w:color="auto"/>
        <w:right w:val="none" w:sz="0" w:space="0" w:color="auto"/>
      </w:divBdr>
    </w:div>
    <w:div w:id="1856070893">
      <w:bodyDiv w:val="1"/>
      <w:marLeft w:val="0"/>
      <w:marRight w:val="0"/>
      <w:marTop w:val="0"/>
      <w:marBottom w:val="0"/>
      <w:divBdr>
        <w:top w:val="none" w:sz="0" w:space="0" w:color="auto"/>
        <w:left w:val="none" w:sz="0" w:space="0" w:color="auto"/>
        <w:bottom w:val="none" w:sz="0" w:space="0" w:color="auto"/>
        <w:right w:val="none" w:sz="0" w:space="0" w:color="auto"/>
      </w:divBdr>
    </w:div>
    <w:div w:id="1908682530">
      <w:bodyDiv w:val="1"/>
      <w:marLeft w:val="0"/>
      <w:marRight w:val="0"/>
      <w:marTop w:val="0"/>
      <w:marBottom w:val="0"/>
      <w:divBdr>
        <w:top w:val="none" w:sz="0" w:space="0" w:color="auto"/>
        <w:left w:val="none" w:sz="0" w:space="0" w:color="auto"/>
        <w:bottom w:val="none" w:sz="0" w:space="0" w:color="auto"/>
        <w:right w:val="none" w:sz="0" w:space="0" w:color="auto"/>
      </w:divBdr>
      <w:divsChild>
        <w:div w:id="1390961959">
          <w:marLeft w:val="0"/>
          <w:marRight w:val="0"/>
          <w:marTop w:val="0"/>
          <w:marBottom w:val="0"/>
          <w:divBdr>
            <w:top w:val="none" w:sz="0" w:space="0" w:color="auto"/>
            <w:left w:val="none" w:sz="0" w:space="0" w:color="auto"/>
            <w:bottom w:val="none" w:sz="0" w:space="0" w:color="auto"/>
            <w:right w:val="none" w:sz="0" w:space="0" w:color="auto"/>
          </w:divBdr>
          <w:divsChild>
            <w:div w:id="45017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289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six-group.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support.billing-payments@six-group.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mailto:support.billing-payment@six-group.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4.emf"/></Relationships>
</file>

<file path=word/_rels/header5.xml.rels><?xml version="1.0" encoding="UTF-8" standalone="yes"?>
<Relationships xmlns="http://schemas.openxmlformats.org/package/2006/relationships"><Relationship Id="rId1" Type="http://schemas.openxmlformats.org/officeDocument/2006/relationships/image" Target="media/image4.emf"/></Relationships>
</file>

<file path=word/_rels/header6.xml.rels><?xml version="1.0" encoding="UTF-8" standalone="yes"?>
<Relationships xmlns="http://schemas.openxmlformats.org/package/2006/relationships"><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krue\AppData\Local\Microsoft\Windows\Temporary%20Internet%20Files\Content.Outlook\IUK63KAX\Preisliste_Zirkular-Beilage_de_clay.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TaxCatchAll xmlns="42398b3f-0662-48c0-a4c3-dccf9a59f33d" xsi:nil="true"/>
    <lcf76f155ced4ddcb4097134ff3c332f xmlns="b9dae19b-522e-4475-ab2e-4cde47db226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75A119896C21D4EBD335DE7EC258ACB" ma:contentTypeVersion="17" ma:contentTypeDescription="Ein neues Dokument erstellen." ma:contentTypeScope="" ma:versionID="d1386ac77d3ae844c85479f8a2a9748d">
  <xsd:schema xmlns:xsd="http://www.w3.org/2001/XMLSchema" xmlns:xs="http://www.w3.org/2001/XMLSchema" xmlns:p="http://schemas.microsoft.com/office/2006/metadata/properties" xmlns:ns2="b9dae19b-522e-4475-ab2e-4cde47db2266" xmlns:ns3="42398b3f-0662-48c0-a4c3-dccf9a59f33d" targetNamespace="http://schemas.microsoft.com/office/2006/metadata/properties" ma:root="true" ma:fieldsID="16bd7d59306632e45b3efd78ac7173f0" ns2:_="" ns3:_="">
    <xsd:import namespace="b9dae19b-522e-4475-ab2e-4cde47db2266"/>
    <xsd:import namespace="42398b3f-0662-48c0-a4c3-dccf9a59f33d"/>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ae19b-522e-4475-ab2e-4cde47db2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5c0117ba-707e-4a6c-8197-c9ba28c7b0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398b3f-0662-48c0-a4c3-dccf9a59f33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22fb7b8-6c0d-4485-b00e-89db8f9262b4}" ma:internalName="TaxCatchAll" ma:showField="CatchAllData" ma:web="42398b3f-0662-48c0-a4c3-dccf9a59f33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CEBCF2-272E-4372-95B8-BAF4677B771C}">
  <ds:schemaRefs>
    <ds:schemaRef ds:uri="http://schemas.microsoft.com/office/2006/metadata/properties"/>
    <ds:schemaRef ds:uri="c1a4216e-6d12-4239-8bd7-ca71aa0b8b8e"/>
    <ds:schemaRef ds:uri="b836a09e-afc3-459f-bcf8-80edca3e4f20"/>
    <ds:schemaRef ds:uri="http://schemas.microsoft.com/office/infopath/2007/PartnerControls"/>
  </ds:schemaRefs>
</ds:datastoreItem>
</file>

<file path=customXml/itemProps2.xml><?xml version="1.0" encoding="utf-8"?>
<ds:datastoreItem xmlns:ds="http://schemas.openxmlformats.org/officeDocument/2006/customXml" ds:itemID="{2A956095-433E-4F7D-9C44-AC7588C49BB4}"/>
</file>

<file path=customXml/itemProps3.xml><?xml version="1.0" encoding="utf-8"?>
<ds:datastoreItem xmlns:ds="http://schemas.openxmlformats.org/officeDocument/2006/customXml" ds:itemID="{6899AD20-729B-47D4-80E3-CA30B85D3F0B}">
  <ds:schemaRefs>
    <ds:schemaRef ds:uri="http://schemas.openxmlformats.org/officeDocument/2006/bibliography"/>
  </ds:schemaRefs>
</ds:datastoreItem>
</file>

<file path=customXml/itemProps4.xml><?xml version="1.0" encoding="utf-8"?>
<ds:datastoreItem xmlns:ds="http://schemas.openxmlformats.org/officeDocument/2006/customXml" ds:itemID="{E79A90F3-7B34-4917-B9E1-8EE7DC30A7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Preisliste_Zirkular-Beilage_de_clay.dotx</Template>
  <TotalTime>0</TotalTime>
  <Pages>33</Pages>
  <Words>3402</Words>
  <Characters>24942</Characters>
  <Application>Microsoft Office Word</Application>
  <DocSecurity>0</DocSecurity>
  <Lines>997</Lines>
  <Paragraphs>555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Freigabe- und Abnahmeprotokoll für Netzwerkpartner</vt:lpstr>
      <vt:lpstr>Titel des Dokuments</vt:lpstr>
    </vt:vector>
  </TitlesOfParts>
  <Company>SIX</Company>
  <LinksUpToDate>false</LinksUpToDate>
  <CharactersWithSpaces>27789</CharactersWithSpaces>
  <SharedDoc>false</SharedDoc>
  <HLinks>
    <vt:vector size="204" baseType="variant">
      <vt:variant>
        <vt:i4>1966140</vt:i4>
      </vt:variant>
      <vt:variant>
        <vt:i4>203</vt:i4>
      </vt:variant>
      <vt:variant>
        <vt:i4>0</vt:i4>
      </vt:variant>
      <vt:variant>
        <vt:i4>5</vt:i4>
      </vt:variant>
      <vt:variant>
        <vt:lpwstr/>
      </vt:variant>
      <vt:variant>
        <vt:lpwstr>_Toc156821956</vt:lpwstr>
      </vt:variant>
      <vt:variant>
        <vt:i4>1114166</vt:i4>
      </vt:variant>
      <vt:variant>
        <vt:i4>194</vt:i4>
      </vt:variant>
      <vt:variant>
        <vt:i4>0</vt:i4>
      </vt:variant>
      <vt:variant>
        <vt:i4>5</vt:i4>
      </vt:variant>
      <vt:variant>
        <vt:lpwstr/>
      </vt:variant>
      <vt:variant>
        <vt:lpwstr>_Toc157170721</vt:lpwstr>
      </vt:variant>
      <vt:variant>
        <vt:i4>1114166</vt:i4>
      </vt:variant>
      <vt:variant>
        <vt:i4>188</vt:i4>
      </vt:variant>
      <vt:variant>
        <vt:i4>0</vt:i4>
      </vt:variant>
      <vt:variant>
        <vt:i4>5</vt:i4>
      </vt:variant>
      <vt:variant>
        <vt:lpwstr/>
      </vt:variant>
      <vt:variant>
        <vt:lpwstr>_Toc157170720</vt:lpwstr>
      </vt:variant>
      <vt:variant>
        <vt:i4>1179702</vt:i4>
      </vt:variant>
      <vt:variant>
        <vt:i4>182</vt:i4>
      </vt:variant>
      <vt:variant>
        <vt:i4>0</vt:i4>
      </vt:variant>
      <vt:variant>
        <vt:i4>5</vt:i4>
      </vt:variant>
      <vt:variant>
        <vt:lpwstr/>
      </vt:variant>
      <vt:variant>
        <vt:lpwstr>_Toc157170719</vt:lpwstr>
      </vt:variant>
      <vt:variant>
        <vt:i4>1179702</vt:i4>
      </vt:variant>
      <vt:variant>
        <vt:i4>176</vt:i4>
      </vt:variant>
      <vt:variant>
        <vt:i4>0</vt:i4>
      </vt:variant>
      <vt:variant>
        <vt:i4>5</vt:i4>
      </vt:variant>
      <vt:variant>
        <vt:lpwstr/>
      </vt:variant>
      <vt:variant>
        <vt:lpwstr>_Toc157170718</vt:lpwstr>
      </vt:variant>
      <vt:variant>
        <vt:i4>1179702</vt:i4>
      </vt:variant>
      <vt:variant>
        <vt:i4>170</vt:i4>
      </vt:variant>
      <vt:variant>
        <vt:i4>0</vt:i4>
      </vt:variant>
      <vt:variant>
        <vt:i4>5</vt:i4>
      </vt:variant>
      <vt:variant>
        <vt:lpwstr/>
      </vt:variant>
      <vt:variant>
        <vt:lpwstr>_Toc157170717</vt:lpwstr>
      </vt:variant>
      <vt:variant>
        <vt:i4>1179702</vt:i4>
      </vt:variant>
      <vt:variant>
        <vt:i4>164</vt:i4>
      </vt:variant>
      <vt:variant>
        <vt:i4>0</vt:i4>
      </vt:variant>
      <vt:variant>
        <vt:i4>5</vt:i4>
      </vt:variant>
      <vt:variant>
        <vt:lpwstr/>
      </vt:variant>
      <vt:variant>
        <vt:lpwstr>_Toc157170716</vt:lpwstr>
      </vt:variant>
      <vt:variant>
        <vt:i4>1179702</vt:i4>
      </vt:variant>
      <vt:variant>
        <vt:i4>158</vt:i4>
      </vt:variant>
      <vt:variant>
        <vt:i4>0</vt:i4>
      </vt:variant>
      <vt:variant>
        <vt:i4>5</vt:i4>
      </vt:variant>
      <vt:variant>
        <vt:lpwstr/>
      </vt:variant>
      <vt:variant>
        <vt:lpwstr>_Toc157170715</vt:lpwstr>
      </vt:variant>
      <vt:variant>
        <vt:i4>1179702</vt:i4>
      </vt:variant>
      <vt:variant>
        <vt:i4>152</vt:i4>
      </vt:variant>
      <vt:variant>
        <vt:i4>0</vt:i4>
      </vt:variant>
      <vt:variant>
        <vt:i4>5</vt:i4>
      </vt:variant>
      <vt:variant>
        <vt:lpwstr/>
      </vt:variant>
      <vt:variant>
        <vt:lpwstr>_Toc157170714</vt:lpwstr>
      </vt:variant>
      <vt:variant>
        <vt:i4>1179702</vt:i4>
      </vt:variant>
      <vt:variant>
        <vt:i4>146</vt:i4>
      </vt:variant>
      <vt:variant>
        <vt:i4>0</vt:i4>
      </vt:variant>
      <vt:variant>
        <vt:i4>5</vt:i4>
      </vt:variant>
      <vt:variant>
        <vt:lpwstr/>
      </vt:variant>
      <vt:variant>
        <vt:lpwstr>_Toc157170713</vt:lpwstr>
      </vt:variant>
      <vt:variant>
        <vt:i4>1179702</vt:i4>
      </vt:variant>
      <vt:variant>
        <vt:i4>140</vt:i4>
      </vt:variant>
      <vt:variant>
        <vt:i4>0</vt:i4>
      </vt:variant>
      <vt:variant>
        <vt:i4>5</vt:i4>
      </vt:variant>
      <vt:variant>
        <vt:lpwstr/>
      </vt:variant>
      <vt:variant>
        <vt:lpwstr>_Toc157170712</vt:lpwstr>
      </vt:variant>
      <vt:variant>
        <vt:i4>1179702</vt:i4>
      </vt:variant>
      <vt:variant>
        <vt:i4>134</vt:i4>
      </vt:variant>
      <vt:variant>
        <vt:i4>0</vt:i4>
      </vt:variant>
      <vt:variant>
        <vt:i4>5</vt:i4>
      </vt:variant>
      <vt:variant>
        <vt:lpwstr/>
      </vt:variant>
      <vt:variant>
        <vt:lpwstr>_Toc157170711</vt:lpwstr>
      </vt:variant>
      <vt:variant>
        <vt:i4>1179702</vt:i4>
      </vt:variant>
      <vt:variant>
        <vt:i4>128</vt:i4>
      </vt:variant>
      <vt:variant>
        <vt:i4>0</vt:i4>
      </vt:variant>
      <vt:variant>
        <vt:i4>5</vt:i4>
      </vt:variant>
      <vt:variant>
        <vt:lpwstr/>
      </vt:variant>
      <vt:variant>
        <vt:lpwstr>_Toc157170710</vt:lpwstr>
      </vt:variant>
      <vt:variant>
        <vt:i4>1245238</vt:i4>
      </vt:variant>
      <vt:variant>
        <vt:i4>122</vt:i4>
      </vt:variant>
      <vt:variant>
        <vt:i4>0</vt:i4>
      </vt:variant>
      <vt:variant>
        <vt:i4>5</vt:i4>
      </vt:variant>
      <vt:variant>
        <vt:lpwstr/>
      </vt:variant>
      <vt:variant>
        <vt:lpwstr>_Toc157170709</vt:lpwstr>
      </vt:variant>
      <vt:variant>
        <vt:i4>1245238</vt:i4>
      </vt:variant>
      <vt:variant>
        <vt:i4>116</vt:i4>
      </vt:variant>
      <vt:variant>
        <vt:i4>0</vt:i4>
      </vt:variant>
      <vt:variant>
        <vt:i4>5</vt:i4>
      </vt:variant>
      <vt:variant>
        <vt:lpwstr/>
      </vt:variant>
      <vt:variant>
        <vt:lpwstr>_Toc157170708</vt:lpwstr>
      </vt:variant>
      <vt:variant>
        <vt:i4>1245238</vt:i4>
      </vt:variant>
      <vt:variant>
        <vt:i4>110</vt:i4>
      </vt:variant>
      <vt:variant>
        <vt:i4>0</vt:i4>
      </vt:variant>
      <vt:variant>
        <vt:i4>5</vt:i4>
      </vt:variant>
      <vt:variant>
        <vt:lpwstr/>
      </vt:variant>
      <vt:variant>
        <vt:lpwstr>_Toc157170707</vt:lpwstr>
      </vt:variant>
      <vt:variant>
        <vt:i4>1245238</vt:i4>
      </vt:variant>
      <vt:variant>
        <vt:i4>104</vt:i4>
      </vt:variant>
      <vt:variant>
        <vt:i4>0</vt:i4>
      </vt:variant>
      <vt:variant>
        <vt:i4>5</vt:i4>
      </vt:variant>
      <vt:variant>
        <vt:lpwstr/>
      </vt:variant>
      <vt:variant>
        <vt:lpwstr>_Toc157170706</vt:lpwstr>
      </vt:variant>
      <vt:variant>
        <vt:i4>1245238</vt:i4>
      </vt:variant>
      <vt:variant>
        <vt:i4>98</vt:i4>
      </vt:variant>
      <vt:variant>
        <vt:i4>0</vt:i4>
      </vt:variant>
      <vt:variant>
        <vt:i4>5</vt:i4>
      </vt:variant>
      <vt:variant>
        <vt:lpwstr/>
      </vt:variant>
      <vt:variant>
        <vt:lpwstr>_Toc157170705</vt:lpwstr>
      </vt:variant>
      <vt:variant>
        <vt:i4>1245238</vt:i4>
      </vt:variant>
      <vt:variant>
        <vt:i4>92</vt:i4>
      </vt:variant>
      <vt:variant>
        <vt:i4>0</vt:i4>
      </vt:variant>
      <vt:variant>
        <vt:i4>5</vt:i4>
      </vt:variant>
      <vt:variant>
        <vt:lpwstr/>
      </vt:variant>
      <vt:variant>
        <vt:lpwstr>_Toc157170704</vt:lpwstr>
      </vt:variant>
      <vt:variant>
        <vt:i4>1245238</vt:i4>
      </vt:variant>
      <vt:variant>
        <vt:i4>86</vt:i4>
      </vt:variant>
      <vt:variant>
        <vt:i4>0</vt:i4>
      </vt:variant>
      <vt:variant>
        <vt:i4>5</vt:i4>
      </vt:variant>
      <vt:variant>
        <vt:lpwstr/>
      </vt:variant>
      <vt:variant>
        <vt:lpwstr>_Toc157170703</vt:lpwstr>
      </vt:variant>
      <vt:variant>
        <vt:i4>1245238</vt:i4>
      </vt:variant>
      <vt:variant>
        <vt:i4>80</vt:i4>
      </vt:variant>
      <vt:variant>
        <vt:i4>0</vt:i4>
      </vt:variant>
      <vt:variant>
        <vt:i4>5</vt:i4>
      </vt:variant>
      <vt:variant>
        <vt:lpwstr/>
      </vt:variant>
      <vt:variant>
        <vt:lpwstr>_Toc157170702</vt:lpwstr>
      </vt:variant>
      <vt:variant>
        <vt:i4>1245238</vt:i4>
      </vt:variant>
      <vt:variant>
        <vt:i4>74</vt:i4>
      </vt:variant>
      <vt:variant>
        <vt:i4>0</vt:i4>
      </vt:variant>
      <vt:variant>
        <vt:i4>5</vt:i4>
      </vt:variant>
      <vt:variant>
        <vt:lpwstr/>
      </vt:variant>
      <vt:variant>
        <vt:lpwstr>_Toc157170701</vt:lpwstr>
      </vt:variant>
      <vt:variant>
        <vt:i4>1245238</vt:i4>
      </vt:variant>
      <vt:variant>
        <vt:i4>68</vt:i4>
      </vt:variant>
      <vt:variant>
        <vt:i4>0</vt:i4>
      </vt:variant>
      <vt:variant>
        <vt:i4>5</vt:i4>
      </vt:variant>
      <vt:variant>
        <vt:lpwstr/>
      </vt:variant>
      <vt:variant>
        <vt:lpwstr>_Toc157170700</vt:lpwstr>
      </vt:variant>
      <vt:variant>
        <vt:i4>1703991</vt:i4>
      </vt:variant>
      <vt:variant>
        <vt:i4>62</vt:i4>
      </vt:variant>
      <vt:variant>
        <vt:i4>0</vt:i4>
      </vt:variant>
      <vt:variant>
        <vt:i4>5</vt:i4>
      </vt:variant>
      <vt:variant>
        <vt:lpwstr/>
      </vt:variant>
      <vt:variant>
        <vt:lpwstr>_Toc157170699</vt:lpwstr>
      </vt:variant>
      <vt:variant>
        <vt:i4>1703991</vt:i4>
      </vt:variant>
      <vt:variant>
        <vt:i4>56</vt:i4>
      </vt:variant>
      <vt:variant>
        <vt:i4>0</vt:i4>
      </vt:variant>
      <vt:variant>
        <vt:i4>5</vt:i4>
      </vt:variant>
      <vt:variant>
        <vt:lpwstr/>
      </vt:variant>
      <vt:variant>
        <vt:lpwstr>_Toc157170698</vt:lpwstr>
      </vt:variant>
      <vt:variant>
        <vt:i4>1703991</vt:i4>
      </vt:variant>
      <vt:variant>
        <vt:i4>50</vt:i4>
      </vt:variant>
      <vt:variant>
        <vt:i4>0</vt:i4>
      </vt:variant>
      <vt:variant>
        <vt:i4>5</vt:i4>
      </vt:variant>
      <vt:variant>
        <vt:lpwstr/>
      </vt:variant>
      <vt:variant>
        <vt:lpwstr>_Toc157170697</vt:lpwstr>
      </vt:variant>
      <vt:variant>
        <vt:i4>1703991</vt:i4>
      </vt:variant>
      <vt:variant>
        <vt:i4>44</vt:i4>
      </vt:variant>
      <vt:variant>
        <vt:i4>0</vt:i4>
      </vt:variant>
      <vt:variant>
        <vt:i4>5</vt:i4>
      </vt:variant>
      <vt:variant>
        <vt:lpwstr/>
      </vt:variant>
      <vt:variant>
        <vt:lpwstr>_Toc157170696</vt:lpwstr>
      </vt:variant>
      <vt:variant>
        <vt:i4>1703991</vt:i4>
      </vt:variant>
      <vt:variant>
        <vt:i4>38</vt:i4>
      </vt:variant>
      <vt:variant>
        <vt:i4>0</vt:i4>
      </vt:variant>
      <vt:variant>
        <vt:i4>5</vt:i4>
      </vt:variant>
      <vt:variant>
        <vt:lpwstr/>
      </vt:variant>
      <vt:variant>
        <vt:lpwstr>_Toc157170695</vt:lpwstr>
      </vt:variant>
      <vt:variant>
        <vt:i4>1703991</vt:i4>
      </vt:variant>
      <vt:variant>
        <vt:i4>32</vt:i4>
      </vt:variant>
      <vt:variant>
        <vt:i4>0</vt:i4>
      </vt:variant>
      <vt:variant>
        <vt:i4>5</vt:i4>
      </vt:variant>
      <vt:variant>
        <vt:lpwstr/>
      </vt:variant>
      <vt:variant>
        <vt:lpwstr>_Toc157170694</vt:lpwstr>
      </vt:variant>
      <vt:variant>
        <vt:i4>1703991</vt:i4>
      </vt:variant>
      <vt:variant>
        <vt:i4>26</vt:i4>
      </vt:variant>
      <vt:variant>
        <vt:i4>0</vt:i4>
      </vt:variant>
      <vt:variant>
        <vt:i4>5</vt:i4>
      </vt:variant>
      <vt:variant>
        <vt:lpwstr/>
      </vt:variant>
      <vt:variant>
        <vt:lpwstr>_Toc157170693</vt:lpwstr>
      </vt:variant>
      <vt:variant>
        <vt:i4>1703991</vt:i4>
      </vt:variant>
      <vt:variant>
        <vt:i4>20</vt:i4>
      </vt:variant>
      <vt:variant>
        <vt:i4>0</vt:i4>
      </vt:variant>
      <vt:variant>
        <vt:i4>5</vt:i4>
      </vt:variant>
      <vt:variant>
        <vt:lpwstr/>
      </vt:variant>
      <vt:variant>
        <vt:lpwstr>_Toc157170692</vt:lpwstr>
      </vt:variant>
      <vt:variant>
        <vt:i4>2031733</vt:i4>
      </vt:variant>
      <vt:variant>
        <vt:i4>15</vt:i4>
      </vt:variant>
      <vt:variant>
        <vt:i4>0</vt:i4>
      </vt:variant>
      <vt:variant>
        <vt:i4>5</vt:i4>
      </vt:variant>
      <vt:variant>
        <vt:lpwstr>mailto:support.billing-payment@six-group.com</vt:lpwstr>
      </vt:variant>
      <vt:variant>
        <vt:lpwstr/>
      </vt:variant>
      <vt:variant>
        <vt:i4>5636178</vt:i4>
      </vt:variant>
      <vt:variant>
        <vt:i4>12</vt:i4>
      </vt:variant>
      <vt:variant>
        <vt:i4>0</vt:i4>
      </vt:variant>
      <vt:variant>
        <vt:i4>5</vt:i4>
      </vt:variant>
      <vt:variant>
        <vt:lpwstr>http://www.six-group.com/</vt:lpwstr>
      </vt:variant>
      <vt:variant>
        <vt:lpwstr/>
      </vt:variant>
      <vt:variant>
        <vt:i4>2097236</vt:i4>
      </vt:variant>
      <vt:variant>
        <vt:i4>9</vt:i4>
      </vt:variant>
      <vt:variant>
        <vt:i4>0</vt:i4>
      </vt:variant>
      <vt:variant>
        <vt:i4>5</vt:i4>
      </vt:variant>
      <vt:variant>
        <vt:lpwstr>mailto:support.billing-payments@six-group.com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Freigabe- und Abnahmeprotokoll für Netzwerkpartner</dc:title>
  <dc:subject/>
  <dc:creator>Kayser, Franz</dc:creator>
  <cp:keywords/>
  <cp:lastModifiedBy>Kayser, Franz</cp:lastModifiedBy>
  <cp:revision>122</cp:revision>
  <cp:lastPrinted>2021-12-09T02:22:00Z</cp:lastPrinted>
  <dcterms:created xsi:type="dcterms:W3CDTF">2023-08-05T04:09:00Z</dcterms:created>
  <dcterms:modified xsi:type="dcterms:W3CDTF">2024-06-06T13:06:00Z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sgabedatum">
    <vt:lpwstr>01.06.2023</vt:lpwstr>
  </property>
  <property fmtid="{D5CDD505-2E9C-101B-9397-08002B2CF9AE}" pid="3" name="Version">
    <vt:lpwstr>Version 1.7</vt:lpwstr>
  </property>
  <property fmtid="{D5CDD505-2E9C-101B-9397-08002B2CF9AE}" pid="4" name="ArchivingDate_dropdown">
    <vt:lpwstr>Please define values on site column gallery...</vt:lpwstr>
  </property>
  <property fmtid="{D5CDD505-2E9C-101B-9397-08002B2CF9AE}" pid="5" name="ContentTypeId">
    <vt:lpwstr>0x010100875A119896C21D4EBD335DE7EC258ACB</vt:lpwstr>
  </property>
  <property fmtid="{D5CDD505-2E9C-101B-9397-08002B2CF9AE}" pid="6" name="MediaServiceImageTags">
    <vt:lpwstr/>
  </property>
  <property fmtid="{D5CDD505-2E9C-101B-9397-08002B2CF9AE}" pid="7" name="MSIP_Label_4da52270-6ed3-4abe-ba7c-b9255dadcdf9_Enabled">
    <vt:lpwstr>true</vt:lpwstr>
  </property>
  <property fmtid="{D5CDD505-2E9C-101B-9397-08002B2CF9AE}" pid="8" name="MSIP_Label_4da52270-6ed3-4abe-ba7c-b9255dadcdf9_SetDate">
    <vt:lpwstr>2023-08-04T19:08:53Z</vt:lpwstr>
  </property>
  <property fmtid="{D5CDD505-2E9C-101B-9397-08002B2CF9AE}" pid="9" name="MSIP_Label_4da52270-6ed3-4abe-ba7c-b9255dadcdf9_Method">
    <vt:lpwstr>Standard</vt:lpwstr>
  </property>
  <property fmtid="{D5CDD505-2E9C-101B-9397-08002B2CF9AE}" pid="10" name="MSIP_Label_4da52270-6ed3-4abe-ba7c-b9255dadcdf9_Name">
    <vt:lpwstr>4da52270-6ed3-4abe-ba7c-b9255dadcdf9</vt:lpwstr>
  </property>
  <property fmtid="{D5CDD505-2E9C-101B-9397-08002B2CF9AE}" pid="11" name="MSIP_Label_4da52270-6ed3-4abe-ba7c-b9255dadcdf9_SiteId">
    <vt:lpwstr>46e04f2b-093e-4ad0-a99f-0331aa506e12</vt:lpwstr>
  </property>
  <property fmtid="{D5CDD505-2E9C-101B-9397-08002B2CF9AE}" pid="12" name="MSIP_Label_4da52270-6ed3-4abe-ba7c-b9255dadcdf9_ActionId">
    <vt:lpwstr>01683902-c4bb-47ee-85f6-20c3bd36ebfd</vt:lpwstr>
  </property>
  <property fmtid="{D5CDD505-2E9C-101B-9397-08002B2CF9AE}" pid="13" name="MSIP_Label_4da52270-6ed3-4abe-ba7c-b9255dadcdf9_ContentBits">
    <vt:lpwstr>2</vt:lpwstr>
  </property>
</Properties>
</file>